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8A76D" w14:textId="74AF532F" w:rsidR="00EB376E" w:rsidRPr="004350AD" w:rsidRDefault="008C2E03" w:rsidP="004350AD">
      <w:pPr>
        <w:pStyle w:val="Title"/>
      </w:pPr>
      <w:r>
        <w:t xml:space="preserve">Bare-bones </w:t>
      </w:r>
      <w:r w:rsidR="00E91B82">
        <w:t xml:space="preserve">Paper Template for </w:t>
      </w:r>
      <w:proofErr w:type="spellStart"/>
      <w:r w:rsidR="0011605A">
        <w:t>Interspeech</w:t>
      </w:r>
      <w:proofErr w:type="spellEnd"/>
      <w:r w:rsidR="008354CD">
        <w:t xml:space="preserve"> </w:t>
      </w:r>
      <w:r w:rsidR="003B37EA">
        <w:t>20</w:t>
      </w:r>
      <w:r w:rsidR="00791D73">
        <w:rPr>
          <w:rFonts w:hint="eastAsia"/>
          <w:lang w:eastAsia="zh-CN"/>
        </w:rPr>
        <w:t>2</w:t>
      </w:r>
      <w:r w:rsidR="002F44D7">
        <w:rPr>
          <w:lang w:eastAsia="zh-CN"/>
        </w:rPr>
        <w:t>5</w:t>
      </w:r>
    </w:p>
    <w:p w14:paraId="6C2BB199" w14:textId="63FF55FC" w:rsidR="007C60BA" w:rsidRPr="0033735D" w:rsidRDefault="000E60FD" w:rsidP="007C60BA">
      <w:pPr>
        <w:pStyle w:val="Author"/>
        <w:rPr>
          <w:vertAlign w:val="superscript"/>
        </w:rPr>
      </w:pPr>
      <w:r>
        <w:t xml:space="preserve">Anonymous submission to </w:t>
      </w:r>
      <w:proofErr w:type="spellStart"/>
      <w:r w:rsidR="0011605A">
        <w:t>Interspeech</w:t>
      </w:r>
      <w:proofErr w:type="spellEnd"/>
      <w:r>
        <w:t xml:space="preserve"> 202</w:t>
      </w:r>
      <w:r w:rsidR="002F44D7">
        <w:t>5</w:t>
      </w:r>
    </w:p>
    <w:p w14:paraId="6CE09DEC" w14:textId="050EFA1C" w:rsidR="00EB376E" w:rsidRDefault="00EB376E" w:rsidP="00EB376E">
      <w:pPr>
        <w:pStyle w:val="BodyText"/>
      </w:pPr>
    </w:p>
    <w:p w14:paraId="0D435469" w14:textId="6B09E8D4" w:rsidR="000E60FD" w:rsidRDefault="000E60FD" w:rsidP="000E60FD">
      <w:pPr>
        <w:pStyle w:val="BodyTextNext"/>
      </w:pPr>
    </w:p>
    <w:p w14:paraId="7635FF0E" w14:textId="6B09E8D4" w:rsidR="000E60FD" w:rsidRDefault="000E60FD" w:rsidP="000E60FD">
      <w:pPr>
        <w:pStyle w:val="BodyTextNext"/>
      </w:pPr>
    </w:p>
    <w:p w14:paraId="18D8D854" w14:textId="77777777" w:rsidR="000E60FD" w:rsidRPr="000E60FD" w:rsidRDefault="000E60FD" w:rsidP="000E60FD">
      <w:pPr>
        <w:pStyle w:val="BodyTextNext"/>
      </w:pPr>
    </w:p>
    <w:p w14:paraId="00174EF7" w14:textId="77777777" w:rsidR="00EB376E" w:rsidRPr="0033735D" w:rsidRDefault="00EB376E" w:rsidP="00EB376E">
      <w:pPr>
        <w:pStyle w:val="Affiliation"/>
        <w:sectPr w:rsidR="00EB376E" w:rsidRPr="0033735D" w:rsidSect="009D0299">
          <w:footerReference w:type="even" r:id="rId8"/>
          <w:footnotePr>
            <w:numRestart w:val="eachPage"/>
          </w:footnotePr>
          <w:type w:val="continuous"/>
          <w:pgSz w:w="11907" w:h="16840" w:code="9"/>
          <w:pgMar w:top="1701" w:right="1134" w:bottom="1985" w:left="1134" w:header="0" w:footer="0" w:gutter="0"/>
          <w:cols w:space="544"/>
        </w:sectPr>
      </w:pPr>
    </w:p>
    <w:p w14:paraId="193D0052" w14:textId="77777777" w:rsidR="00EB376E" w:rsidRPr="0033735D" w:rsidRDefault="00EB376E" w:rsidP="00EB376E">
      <w:pPr>
        <w:pStyle w:val="AbstractHeading"/>
      </w:pPr>
      <w:r w:rsidRPr="0033735D">
        <w:t>Abstract</w:t>
      </w:r>
    </w:p>
    <w:p w14:paraId="3475E51C" w14:textId="77777777" w:rsidR="0011605A" w:rsidRDefault="0011605A" w:rsidP="0011605A">
      <w:pPr>
        <w:pStyle w:val="BodyText"/>
      </w:pPr>
      <w:r w:rsidRPr="0033735D">
        <w:t xml:space="preserve">This </w:t>
      </w:r>
      <w:r>
        <w:t xml:space="preserve">is a bare-bones </w:t>
      </w:r>
      <w:r w:rsidRPr="0033735D">
        <w:t xml:space="preserve">template </w:t>
      </w:r>
      <w:r>
        <w:t xml:space="preserve">for Microsoft </w:t>
      </w:r>
      <w:r w:rsidRPr="0033735D">
        <w:t>Word®</w:t>
      </w:r>
      <w:r>
        <w:t xml:space="preserve"> and does not contain the full instructions. It is </w:t>
      </w:r>
      <w:r w:rsidRPr="008C2E03">
        <w:rPr>
          <w:i/>
          <w:iCs/>
        </w:rPr>
        <w:t>essential</w:t>
      </w:r>
      <w:r>
        <w:t xml:space="preserve"> that authors refer to the example PDF files in the Paper Kit, which contain those instructions and a complete specification of the required format.</w:t>
      </w:r>
    </w:p>
    <w:p w14:paraId="122BE11C" w14:textId="77777777" w:rsidR="00EB376E" w:rsidRPr="0033735D" w:rsidRDefault="00EB376E" w:rsidP="00F82A60">
      <w:pPr>
        <w:pStyle w:val="Index"/>
      </w:pPr>
      <w:r w:rsidRPr="0033735D">
        <w:rPr>
          <w:b/>
        </w:rPr>
        <w:t>Index Terms</w:t>
      </w:r>
      <w:r w:rsidRPr="0033735D">
        <w:t xml:space="preserve">: </w:t>
      </w:r>
      <w:r w:rsidR="0077737A">
        <w:t>speech re</w:t>
      </w:r>
      <w:r w:rsidR="000F3F25">
        <w:t>cognition, human-computer inter</w:t>
      </w:r>
      <w:r w:rsidR="0077737A">
        <w:t>ac</w:t>
      </w:r>
      <w:r w:rsidR="0077737A">
        <w:softHyphen/>
        <w:t>tion, computational paralinguistics</w:t>
      </w:r>
    </w:p>
    <w:p w14:paraId="3867A5A5" w14:textId="77777777" w:rsidR="00EB376E" w:rsidRPr="0033735D" w:rsidRDefault="00EB376E" w:rsidP="00EB376E">
      <w:pPr>
        <w:pStyle w:val="Heading1"/>
        <w:ind w:left="29" w:hanging="29"/>
      </w:pPr>
      <w:r w:rsidRPr="0033735D">
        <w:t>Introduction</w:t>
      </w:r>
    </w:p>
    <w:p w14:paraId="4203A107" w14:textId="77777777" w:rsidR="00EB376E" w:rsidRDefault="008C2E03" w:rsidP="00BA03AC">
      <w:pPr>
        <w:pStyle w:val="Heading2"/>
      </w:pPr>
      <w:r>
        <w:t xml:space="preserve">This is a </w:t>
      </w:r>
      <w:r w:rsidR="00BA03AC">
        <w:t>sub-</w:t>
      </w:r>
      <w:r>
        <w:t>heading</w:t>
      </w:r>
    </w:p>
    <w:p w14:paraId="204568EE" w14:textId="77777777" w:rsidR="00BA03AC" w:rsidRPr="00BA03AC" w:rsidRDefault="00BA03AC" w:rsidP="00BA03AC">
      <w:pPr>
        <w:pStyle w:val="BodyText"/>
      </w:pPr>
      <w:r w:rsidRPr="0033735D">
        <w:t>Sub-headings appear like major headings, except they start at the left margin in the column.</w:t>
      </w:r>
    </w:p>
    <w:p w14:paraId="21D72EB5" w14:textId="77777777" w:rsidR="00EB376E" w:rsidRPr="0033735D" w:rsidRDefault="008C2E03" w:rsidP="003C6D0A">
      <w:pPr>
        <w:pStyle w:val="Heading3"/>
      </w:pPr>
      <w:r>
        <w:t xml:space="preserve">This is </w:t>
      </w:r>
      <w:r w:rsidR="00BA03AC">
        <w:t>sub-sub-</w:t>
      </w:r>
      <w:r>
        <w:t>heading</w:t>
      </w:r>
    </w:p>
    <w:p w14:paraId="57278ABA" w14:textId="77777777" w:rsidR="00EB376E" w:rsidRPr="0033735D" w:rsidRDefault="00EB376E" w:rsidP="00EB376E">
      <w:pPr>
        <w:pStyle w:val="BodyText"/>
      </w:pPr>
      <w:r w:rsidRPr="0033735D">
        <w:t xml:space="preserve">Sub-sub-headings appear like sub-headings, except they are in italics and not boldface. See </w:t>
      </w:r>
      <w:r w:rsidR="00D339B9">
        <w:t xml:space="preserve">the </w:t>
      </w:r>
      <w:r w:rsidRPr="0033735D">
        <w:t>examples in this file. No more than 3 levels of headings should be used.</w:t>
      </w:r>
    </w:p>
    <w:p w14:paraId="2301EB85" w14:textId="0236C9E2" w:rsidR="00B47930" w:rsidRDefault="00B47930" w:rsidP="00B47930">
      <w:pPr>
        <w:pStyle w:val="TableCaption"/>
      </w:pPr>
      <w:r>
        <w:t xml:space="preserve">Table </w:t>
      </w:r>
      <w:r w:rsidR="00EA341B">
        <w:fldChar w:fldCharType="begin"/>
      </w:r>
      <w:r>
        <w:instrText xml:space="preserve"> SEQ Table \* ARABIC </w:instrText>
      </w:r>
      <w:r w:rsidR="00EA341B">
        <w:fldChar w:fldCharType="separate"/>
      </w:r>
      <w:r w:rsidR="00BA1000">
        <w:rPr>
          <w:noProof/>
        </w:rPr>
        <w:t>1</w:t>
      </w:r>
      <w:r w:rsidR="00EA341B">
        <w:fldChar w:fldCharType="end"/>
      </w:r>
      <w:r w:rsidR="00E92C85">
        <w:t>:</w:t>
      </w:r>
      <w:r>
        <w:t xml:space="preserve"> </w:t>
      </w:r>
      <w:r w:rsidRPr="00E92C85">
        <w:rPr>
          <w:i/>
        </w:rPr>
        <w:t>This is an example of a table.</w:t>
      </w:r>
      <w:r>
        <w:t xml:space="preserve"> </w:t>
      </w:r>
    </w:p>
    <w:tbl>
      <w:tblPr>
        <w:tblStyle w:val="PlainTable22"/>
        <w:tblW w:w="0" w:type="auto"/>
        <w:jc w:val="center"/>
        <w:tblLook w:val="0620" w:firstRow="1" w:lastRow="0" w:firstColumn="0" w:lastColumn="0" w:noHBand="1" w:noVBand="1"/>
      </w:tblPr>
      <w:tblGrid>
        <w:gridCol w:w="717"/>
        <w:gridCol w:w="856"/>
      </w:tblGrid>
      <w:tr w:rsidR="00EB376E" w:rsidRPr="0033735D" w14:paraId="0142E840" w14:textId="77777777" w:rsidTr="00B50090">
        <w:trPr>
          <w:cnfStyle w:val="100000000000" w:firstRow="1" w:lastRow="0" w:firstColumn="0" w:lastColumn="0" w:oddVBand="0" w:evenVBand="0" w:oddHBand="0" w:evenHBand="0" w:firstRowFirstColumn="0" w:firstRowLastColumn="0" w:lastRowFirstColumn="0" w:lastRowLastColumn="0"/>
          <w:trHeight w:val="210"/>
          <w:jc w:val="center"/>
        </w:trPr>
        <w:tc>
          <w:tcPr>
            <w:tcW w:w="0" w:type="auto"/>
          </w:tcPr>
          <w:p w14:paraId="1BB52104" w14:textId="77777777" w:rsidR="00EB376E" w:rsidRPr="00241530" w:rsidRDefault="00EB376E" w:rsidP="00241530">
            <w:pPr>
              <w:jc w:val="center"/>
            </w:pPr>
            <w:r w:rsidRPr="00241530">
              <w:t>Ratio</w:t>
            </w:r>
          </w:p>
        </w:tc>
        <w:tc>
          <w:tcPr>
            <w:tcW w:w="0" w:type="auto"/>
          </w:tcPr>
          <w:p w14:paraId="0EC045D0" w14:textId="77777777" w:rsidR="00EB376E" w:rsidRPr="00241530" w:rsidRDefault="00EB376E" w:rsidP="00241530">
            <w:pPr>
              <w:jc w:val="center"/>
            </w:pPr>
            <w:r w:rsidRPr="00241530">
              <w:t>Decibels</w:t>
            </w:r>
          </w:p>
        </w:tc>
      </w:tr>
      <w:tr w:rsidR="00EB376E" w:rsidRPr="0033735D" w14:paraId="21413253" w14:textId="77777777" w:rsidTr="00B50090">
        <w:trPr>
          <w:trHeight w:val="210"/>
          <w:jc w:val="center"/>
        </w:trPr>
        <w:tc>
          <w:tcPr>
            <w:tcW w:w="0" w:type="auto"/>
          </w:tcPr>
          <w:p w14:paraId="7ED48EC0" w14:textId="77777777" w:rsidR="00EB376E" w:rsidRPr="00241530" w:rsidRDefault="00EB376E" w:rsidP="00241530">
            <w:pPr>
              <w:jc w:val="center"/>
            </w:pPr>
            <w:r w:rsidRPr="00241530">
              <w:t>1/1</w:t>
            </w:r>
          </w:p>
        </w:tc>
        <w:tc>
          <w:tcPr>
            <w:tcW w:w="0" w:type="auto"/>
          </w:tcPr>
          <w:p w14:paraId="3B756219" w14:textId="77777777" w:rsidR="00EB376E" w:rsidRPr="00241530" w:rsidRDefault="00EB376E" w:rsidP="00241530">
            <w:pPr>
              <w:jc w:val="center"/>
            </w:pPr>
            <w:r w:rsidRPr="00241530">
              <w:t>0</w:t>
            </w:r>
          </w:p>
        </w:tc>
      </w:tr>
      <w:tr w:rsidR="00EB376E" w:rsidRPr="0033735D" w14:paraId="5A5D1896" w14:textId="77777777" w:rsidTr="00B50090">
        <w:trPr>
          <w:trHeight w:val="210"/>
          <w:jc w:val="center"/>
        </w:trPr>
        <w:tc>
          <w:tcPr>
            <w:tcW w:w="0" w:type="auto"/>
          </w:tcPr>
          <w:p w14:paraId="5D345A70" w14:textId="77777777" w:rsidR="00EB376E" w:rsidRPr="00241530" w:rsidRDefault="00EB376E" w:rsidP="00241530">
            <w:pPr>
              <w:jc w:val="center"/>
            </w:pPr>
            <w:r w:rsidRPr="00241530">
              <w:t>2/1</w:t>
            </w:r>
          </w:p>
        </w:tc>
        <w:tc>
          <w:tcPr>
            <w:tcW w:w="0" w:type="auto"/>
          </w:tcPr>
          <w:p w14:paraId="3C7E750C" w14:textId="77777777" w:rsidR="00EB376E" w:rsidRPr="00241530" w:rsidRDefault="00EB376E" w:rsidP="00241530">
            <w:pPr>
              <w:jc w:val="center"/>
            </w:pPr>
            <w:r w:rsidRPr="00241530">
              <w:sym w:font="Symbol" w:char="F0BB"/>
            </w:r>
            <w:r w:rsidRPr="00241530">
              <w:t xml:space="preserve"> 6</w:t>
            </w:r>
          </w:p>
        </w:tc>
      </w:tr>
      <w:tr w:rsidR="00EB376E" w:rsidRPr="0033735D" w14:paraId="1086C00F" w14:textId="77777777" w:rsidTr="00B50090">
        <w:trPr>
          <w:trHeight w:val="210"/>
          <w:jc w:val="center"/>
        </w:trPr>
        <w:tc>
          <w:tcPr>
            <w:tcW w:w="0" w:type="auto"/>
          </w:tcPr>
          <w:p w14:paraId="40851A6B" w14:textId="77777777" w:rsidR="00EB376E" w:rsidRPr="00241530" w:rsidRDefault="00EB376E" w:rsidP="00241530">
            <w:pPr>
              <w:jc w:val="center"/>
            </w:pPr>
            <w:r w:rsidRPr="00241530">
              <w:t>3.16</w:t>
            </w:r>
          </w:p>
        </w:tc>
        <w:tc>
          <w:tcPr>
            <w:tcW w:w="0" w:type="auto"/>
          </w:tcPr>
          <w:p w14:paraId="4D53523D" w14:textId="77777777" w:rsidR="00EB376E" w:rsidRPr="00241530" w:rsidRDefault="00EB376E" w:rsidP="00241530">
            <w:pPr>
              <w:jc w:val="center"/>
            </w:pPr>
            <w:r w:rsidRPr="00241530">
              <w:t>10</w:t>
            </w:r>
          </w:p>
        </w:tc>
      </w:tr>
      <w:tr w:rsidR="00EB376E" w:rsidRPr="0033735D" w14:paraId="6F75EE1B" w14:textId="77777777" w:rsidTr="00B50090">
        <w:trPr>
          <w:trHeight w:val="210"/>
          <w:jc w:val="center"/>
        </w:trPr>
        <w:tc>
          <w:tcPr>
            <w:tcW w:w="0" w:type="auto"/>
          </w:tcPr>
          <w:p w14:paraId="1C82C762" w14:textId="77777777" w:rsidR="00EB376E" w:rsidRPr="00241530" w:rsidRDefault="00EB376E" w:rsidP="00241530">
            <w:pPr>
              <w:jc w:val="center"/>
            </w:pPr>
            <w:r w:rsidRPr="00241530">
              <w:t>1/10</w:t>
            </w:r>
          </w:p>
        </w:tc>
        <w:tc>
          <w:tcPr>
            <w:tcW w:w="0" w:type="auto"/>
          </w:tcPr>
          <w:p w14:paraId="6027BC76" w14:textId="77777777" w:rsidR="00EB376E" w:rsidRPr="00241530" w:rsidRDefault="00EB376E" w:rsidP="00241530">
            <w:pPr>
              <w:jc w:val="center"/>
            </w:pPr>
            <w:r w:rsidRPr="00241530">
              <w:t>20</w:t>
            </w:r>
          </w:p>
        </w:tc>
      </w:tr>
      <w:tr w:rsidR="00EB376E" w:rsidRPr="0033735D" w14:paraId="3CE7DFBF" w14:textId="77777777" w:rsidTr="00B50090">
        <w:trPr>
          <w:trHeight w:val="210"/>
          <w:jc w:val="center"/>
        </w:trPr>
        <w:tc>
          <w:tcPr>
            <w:tcW w:w="0" w:type="auto"/>
          </w:tcPr>
          <w:p w14:paraId="1A3C6996" w14:textId="77777777" w:rsidR="00EB376E" w:rsidRPr="00241530" w:rsidRDefault="00EB376E" w:rsidP="00241530">
            <w:pPr>
              <w:jc w:val="center"/>
            </w:pPr>
            <w:r w:rsidRPr="00241530">
              <w:t>10/1</w:t>
            </w:r>
          </w:p>
        </w:tc>
        <w:tc>
          <w:tcPr>
            <w:tcW w:w="0" w:type="auto"/>
          </w:tcPr>
          <w:p w14:paraId="1AAB6900" w14:textId="77777777" w:rsidR="00EB376E" w:rsidRPr="00241530" w:rsidRDefault="00EB376E" w:rsidP="00241530">
            <w:pPr>
              <w:jc w:val="center"/>
            </w:pPr>
            <w:r w:rsidRPr="00241530">
              <w:t>-20</w:t>
            </w:r>
          </w:p>
        </w:tc>
      </w:tr>
      <w:tr w:rsidR="00EB376E" w:rsidRPr="0033735D" w14:paraId="0C4C29A8" w14:textId="77777777" w:rsidTr="00B50090">
        <w:trPr>
          <w:trHeight w:val="210"/>
          <w:jc w:val="center"/>
        </w:trPr>
        <w:tc>
          <w:tcPr>
            <w:tcW w:w="0" w:type="auto"/>
          </w:tcPr>
          <w:p w14:paraId="267F6573" w14:textId="77777777" w:rsidR="00EB376E" w:rsidRPr="00241530" w:rsidRDefault="00EB376E" w:rsidP="00241530">
            <w:pPr>
              <w:jc w:val="center"/>
            </w:pPr>
            <w:r w:rsidRPr="00241530">
              <w:t>100/1</w:t>
            </w:r>
          </w:p>
        </w:tc>
        <w:tc>
          <w:tcPr>
            <w:tcW w:w="0" w:type="auto"/>
          </w:tcPr>
          <w:p w14:paraId="0063B610" w14:textId="77777777" w:rsidR="00EB376E" w:rsidRPr="00241530" w:rsidRDefault="00EB376E" w:rsidP="00241530">
            <w:pPr>
              <w:jc w:val="center"/>
            </w:pPr>
            <w:r w:rsidRPr="00241530">
              <w:t>40</w:t>
            </w:r>
          </w:p>
        </w:tc>
      </w:tr>
      <w:tr w:rsidR="00EB376E" w:rsidRPr="0033735D" w14:paraId="52C0A64C" w14:textId="77777777" w:rsidTr="00B50090">
        <w:trPr>
          <w:trHeight w:val="210"/>
          <w:jc w:val="center"/>
        </w:trPr>
        <w:tc>
          <w:tcPr>
            <w:tcW w:w="0" w:type="auto"/>
          </w:tcPr>
          <w:p w14:paraId="60E6BB17" w14:textId="77777777" w:rsidR="00EB376E" w:rsidRPr="00241530" w:rsidRDefault="00EB376E" w:rsidP="00241530">
            <w:pPr>
              <w:jc w:val="center"/>
            </w:pPr>
            <w:r w:rsidRPr="00241530">
              <w:t>1000/1</w:t>
            </w:r>
          </w:p>
        </w:tc>
        <w:tc>
          <w:tcPr>
            <w:tcW w:w="0" w:type="auto"/>
          </w:tcPr>
          <w:p w14:paraId="0EA45E41" w14:textId="77777777" w:rsidR="00EB376E" w:rsidRPr="00241530" w:rsidRDefault="00EB376E" w:rsidP="00241530">
            <w:pPr>
              <w:jc w:val="center"/>
            </w:pPr>
            <w:r w:rsidRPr="00241530">
              <w:t>60</w:t>
            </w:r>
          </w:p>
        </w:tc>
      </w:tr>
    </w:tbl>
    <w:p w14:paraId="43B8A4C6" w14:textId="77777777" w:rsidR="00F341B3" w:rsidRDefault="00F341B3" w:rsidP="00AD0531">
      <w:pPr>
        <w:pStyle w:val="BodyText"/>
      </w:pPr>
    </w:p>
    <w:p w14:paraId="1D9620BD" w14:textId="77777777" w:rsidR="00EB376E" w:rsidRPr="0033735D" w:rsidRDefault="008C2E03" w:rsidP="00EB376E">
      <w:pPr>
        <w:keepNext/>
      </w:pPr>
      <w:r>
        <w:rPr>
          <w:noProof/>
        </w:rPr>
        <mc:AlternateContent>
          <mc:Choice Requires="wpg">
            <w:drawing>
              <wp:anchor distT="0" distB="0" distL="114300" distR="114300" simplePos="0" relativeHeight="251660288" behindDoc="0" locked="0" layoutInCell="1" allowOverlap="1" wp14:anchorId="1250C381" wp14:editId="3F68EA34">
                <wp:simplePos x="0" y="0"/>
                <wp:positionH relativeFrom="character">
                  <wp:posOffset>0</wp:posOffset>
                </wp:positionH>
                <wp:positionV relativeFrom="line">
                  <wp:posOffset>0</wp:posOffset>
                </wp:positionV>
                <wp:extent cx="2839720" cy="1751330"/>
                <wp:effectExtent l="0" t="0" r="5080" b="1270"/>
                <wp:wrapNone/>
                <wp:docPr id="9"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39720" cy="1751330"/>
                          <a:chOff x="0" y="0"/>
                          <a:chExt cx="4472" cy="2758"/>
                        </a:xfrm>
                      </wpg:grpSpPr>
                      <wps:wsp>
                        <wps:cNvPr id="10" name="AutoShape 608"/>
                        <wps:cNvSpPr>
                          <a:spLocks/>
                        </wps:cNvSpPr>
                        <wps:spPr bwMode="auto">
                          <a:xfrm>
                            <a:off x="0" y="0"/>
                            <a:ext cx="4472" cy="2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610"/>
                        <wps:cNvSpPr>
                          <a:spLocks/>
                        </wps:cNvSpPr>
                        <wps:spPr bwMode="auto">
                          <a:xfrm>
                            <a:off x="0" y="0"/>
                            <a:ext cx="4472" cy="2758"/>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611"/>
                        <wps:cNvSpPr>
                          <a:spLocks/>
                        </wps:cNvSpPr>
                        <wps:spPr bwMode="auto">
                          <a:xfrm>
                            <a:off x="76" y="73"/>
                            <a:ext cx="3859" cy="2612"/>
                          </a:xfrm>
                          <a:prstGeom prst="rect">
                            <a:avLst/>
                          </a:prstGeom>
                          <a:solidFill>
                            <a:srgbClr val="E0E0E0"/>
                          </a:solidFill>
                          <a:ln w="0">
                            <a:solidFill>
                              <a:srgbClr val="E0E0E0"/>
                            </a:solidFill>
                            <a:miter lim="800000"/>
                            <a:headEnd/>
                            <a:tailEnd/>
                          </a:ln>
                        </wps:spPr>
                        <wps:bodyPr rot="0" vert="horz" wrap="square" lIns="91440" tIns="45720" rIns="91440" bIns="45720" anchor="t" anchorCtr="0" upright="1">
                          <a:noAutofit/>
                        </wps:bodyPr>
                      </wps:wsp>
                      <wps:wsp>
                        <wps:cNvPr id="13" name="Freeform 612"/>
                        <wps:cNvSpPr>
                          <a:spLocks/>
                        </wps:cNvSpPr>
                        <wps:spPr bwMode="auto">
                          <a:xfrm>
                            <a:off x="1489" y="701"/>
                            <a:ext cx="2458" cy="1019"/>
                          </a:xfrm>
                          <a:custGeom>
                            <a:avLst/>
                            <a:gdLst>
                              <a:gd name="T0" fmla="*/ 2449 w 2458"/>
                              <a:gd name="T1" fmla="*/ 368 h 1019"/>
                              <a:gd name="T2" fmla="*/ 2407 w 2458"/>
                              <a:gd name="T3" fmla="*/ 354 h 1019"/>
                              <a:gd name="T4" fmla="*/ 2348 w 2458"/>
                              <a:gd name="T5" fmla="*/ 332 h 1019"/>
                              <a:gd name="T6" fmla="*/ 2295 w 2458"/>
                              <a:gd name="T7" fmla="*/ 307 h 1019"/>
                              <a:gd name="T8" fmla="*/ 2261 w 2458"/>
                              <a:gd name="T9" fmla="*/ 273 h 1019"/>
                              <a:gd name="T10" fmla="*/ 2211 w 2458"/>
                              <a:gd name="T11" fmla="*/ 208 h 1019"/>
                              <a:gd name="T12" fmla="*/ 2152 w 2458"/>
                              <a:gd name="T13" fmla="*/ 132 h 1019"/>
                              <a:gd name="T14" fmla="*/ 2087 w 2458"/>
                              <a:gd name="T15" fmla="*/ 73 h 1019"/>
                              <a:gd name="T16" fmla="*/ 2003 w 2458"/>
                              <a:gd name="T17" fmla="*/ 42 h 1019"/>
                              <a:gd name="T18" fmla="*/ 1910 w 2458"/>
                              <a:gd name="T19" fmla="*/ 22 h 1019"/>
                              <a:gd name="T20" fmla="*/ 1814 w 2458"/>
                              <a:gd name="T21" fmla="*/ 3 h 1019"/>
                              <a:gd name="T22" fmla="*/ 1699 w 2458"/>
                              <a:gd name="T23" fmla="*/ 0 h 1019"/>
                              <a:gd name="T24" fmla="*/ 1593 w 2458"/>
                              <a:gd name="T25" fmla="*/ 22 h 1019"/>
                              <a:gd name="T26" fmla="*/ 1522 w 2458"/>
                              <a:gd name="T27" fmla="*/ 73 h 1019"/>
                              <a:gd name="T28" fmla="*/ 1452 w 2458"/>
                              <a:gd name="T29" fmla="*/ 157 h 1019"/>
                              <a:gd name="T30" fmla="*/ 1393 w 2458"/>
                              <a:gd name="T31" fmla="*/ 245 h 1019"/>
                              <a:gd name="T32" fmla="*/ 1340 w 2458"/>
                              <a:gd name="T33" fmla="*/ 309 h 1019"/>
                              <a:gd name="T34" fmla="*/ 1244 w 2458"/>
                              <a:gd name="T35" fmla="*/ 374 h 1019"/>
                              <a:gd name="T36" fmla="*/ 1135 w 2458"/>
                              <a:gd name="T37" fmla="*/ 436 h 1019"/>
                              <a:gd name="T38" fmla="*/ 1050 w 2458"/>
                              <a:gd name="T39" fmla="*/ 487 h 1019"/>
                              <a:gd name="T40" fmla="*/ 989 w 2458"/>
                              <a:gd name="T41" fmla="*/ 506 h 1019"/>
                              <a:gd name="T42" fmla="*/ 901 w 2458"/>
                              <a:gd name="T43" fmla="*/ 506 h 1019"/>
                              <a:gd name="T44" fmla="*/ 814 w 2458"/>
                              <a:gd name="T45" fmla="*/ 492 h 1019"/>
                              <a:gd name="T46" fmla="*/ 744 w 2458"/>
                              <a:gd name="T47" fmla="*/ 475 h 1019"/>
                              <a:gd name="T48" fmla="*/ 716 w 2458"/>
                              <a:gd name="T49" fmla="*/ 467 h 1019"/>
                              <a:gd name="T50" fmla="*/ 8 w 2458"/>
                              <a:gd name="T51" fmla="*/ 534 h 1019"/>
                              <a:gd name="T52" fmla="*/ 708 w 2458"/>
                              <a:gd name="T53" fmla="*/ 807 h 1019"/>
                              <a:gd name="T54" fmla="*/ 710 w 2458"/>
                              <a:gd name="T55" fmla="*/ 920 h 1019"/>
                              <a:gd name="T56" fmla="*/ 744 w 2458"/>
                              <a:gd name="T57" fmla="*/ 900 h 1019"/>
                              <a:gd name="T58" fmla="*/ 806 w 2458"/>
                              <a:gd name="T59" fmla="*/ 875 h 1019"/>
                              <a:gd name="T60" fmla="*/ 910 w 2458"/>
                              <a:gd name="T61" fmla="*/ 855 h 1019"/>
                              <a:gd name="T62" fmla="*/ 1056 w 2458"/>
                              <a:gd name="T63" fmla="*/ 838 h 1019"/>
                              <a:gd name="T64" fmla="*/ 1250 w 2458"/>
                              <a:gd name="T65" fmla="*/ 841 h 1019"/>
                              <a:gd name="T66" fmla="*/ 1483 w 2458"/>
                              <a:gd name="T67" fmla="*/ 867 h 1019"/>
                              <a:gd name="T68" fmla="*/ 1649 w 2458"/>
                              <a:gd name="T69" fmla="*/ 900 h 1019"/>
                              <a:gd name="T70" fmla="*/ 1828 w 2458"/>
                              <a:gd name="T71" fmla="*/ 962 h 1019"/>
                              <a:gd name="T72" fmla="*/ 1932 w 2458"/>
                              <a:gd name="T73" fmla="*/ 1007 h 1019"/>
                              <a:gd name="T74" fmla="*/ 2005 w 2458"/>
                              <a:gd name="T75" fmla="*/ 1019 h 1019"/>
                              <a:gd name="T76" fmla="*/ 2064 w 2458"/>
                              <a:gd name="T77" fmla="*/ 1002 h 1019"/>
                              <a:gd name="T78" fmla="*/ 2098 w 2458"/>
                              <a:gd name="T79" fmla="*/ 976 h 1019"/>
                              <a:gd name="T80" fmla="*/ 2121 w 2458"/>
                              <a:gd name="T81" fmla="*/ 954 h 1019"/>
                              <a:gd name="T82" fmla="*/ 2152 w 2458"/>
                              <a:gd name="T83" fmla="*/ 945 h 1019"/>
                              <a:gd name="T84" fmla="*/ 2202 w 2458"/>
                              <a:gd name="T85" fmla="*/ 962 h 1019"/>
                              <a:gd name="T86" fmla="*/ 2289 w 2458"/>
                              <a:gd name="T87" fmla="*/ 993 h 1019"/>
                              <a:gd name="T88" fmla="*/ 2376 w 2458"/>
                              <a:gd name="T89" fmla="*/ 1007 h 1019"/>
                              <a:gd name="T90" fmla="*/ 2438 w 2458"/>
                              <a:gd name="T91" fmla="*/ 1013 h 1019"/>
                              <a:gd name="T92" fmla="*/ 2458 w 2458"/>
                              <a:gd name="T93" fmla="*/ 371 h 1019"/>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Lst>
                            <a:ahLst/>
                            <a:cxnLst>
                              <a:cxn ang="T94">
                                <a:pos x="T0" y="T1"/>
                              </a:cxn>
                              <a:cxn ang="T95">
                                <a:pos x="T2" y="T3"/>
                              </a:cxn>
                              <a:cxn ang="T96">
                                <a:pos x="T4" y="T5"/>
                              </a:cxn>
                              <a:cxn ang="T97">
                                <a:pos x="T6" y="T7"/>
                              </a:cxn>
                              <a:cxn ang="T98">
                                <a:pos x="T8" y="T9"/>
                              </a:cxn>
                              <a:cxn ang="T99">
                                <a:pos x="T10" y="T11"/>
                              </a:cxn>
                              <a:cxn ang="T100">
                                <a:pos x="T12" y="T13"/>
                              </a:cxn>
                              <a:cxn ang="T101">
                                <a:pos x="T14" y="T15"/>
                              </a:cxn>
                              <a:cxn ang="T102">
                                <a:pos x="T16" y="T17"/>
                              </a:cxn>
                              <a:cxn ang="T103">
                                <a:pos x="T18" y="T19"/>
                              </a:cxn>
                              <a:cxn ang="T104">
                                <a:pos x="T20" y="T21"/>
                              </a:cxn>
                              <a:cxn ang="T105">
                                <a:pos x="T22" y="T23"/>
                              </a:cxn>
                              <a:cxn ang="T106">
                                <a:pos x="T24" y="T25"/>
                              </a:cxn>
                              <a:cxn ang="T107">
                                <a:pos x="T26" y="T27"/>
                              </a:cxn>
                              <a:cxn ang="T108">
                                <a:pos x="T28" y="T29"/>
                              </a:cxn>
                              <a:cxn ang="T109">
                                <a:pos x="T30" y="T31"/>
                              </a:cxn>
                              <a:cxn ang="T110">
                                <a:pos x="T32" y="T33"/>
                              </a:cxn>
                              <a:cxn ang="T111">
                                <a:pos x="T34" y="T35"/>
                              </a:cxn>
                              <a:cxn ang="T112">
                                <a:pos x="T36" y="T37"/>
                              </a:cxn>
                              <a:cxn ang="T113">
                                <a:pos x="T38" y="T39"/>
                              </a:cxn>
                              <a:cxn ang="T114">
                                <a:pos x="T40" y="T41"/>
                              </a:cxn>
                              <a:cxn ang="T115">
                                <a:pos x="T42" y="T43"/>
                              </a:cxn>
                              <a:cxn ang="T116">
                                <a:pos x="T44" y="T45"/>
                              </a:cxn>
                              <a:cxn ang="T117">
                                <a:pos x="T46" y="T47"/>
                              </a:cxn>
                              <a:cxn ang="T118">
                                <a:pos x="T48" y="T49"/>
                              </a:cxn>
                              <a:cxn ang="T119">
                                <a:pos x="T50" y="T51"/>
                              </a:cxn>
                              <a:cxn ang="T120">
                                <a:pos x="T52" y="T53"/>
                              </a:cxn>
                              <a:cxn ang="T121">
                                <a:pos x="T54" y="T55"/>
                              </a:cxn>
                              <a:cxn ang="T122">
                                <a:pos x="T56" y="T57"/>
                              </a:cxn>
                              <a:cxn ang="T123">
                                <a:pos x="T58" y="T59"/>
                              </a:cxn>
                              <a:cxn ang="T124">
                                <a:pos x="T60" y="T61"/>
                              </a:cxn>
                              <a:cxn ang="T125">
                                <a:pos x="T62" y="T63"/>
                              </a:cxn>
                              <a:cxn ang="T126">
                                <a:pos x="T64" y="T65"/>
                              </a:cxn>
                              <a:cxn ang="T127">
                                <a:pos x="T66" y="T67"/>
                              </a:cxn>
                              <a:cxn ang="T128">
                                <a:pos x="T68" y="T69"/>
                              </a:cxn>
                              <a:cxn ang="T129">
                                <a:pos x="T70" y="T71"/>
                              </a:cxn>
                              <a:cxn ang="T130">
                                <a:pos x="T72" y="T73"/>
                              </a:cxn>
                              <a:cxn ang="T131">
                                <a:pos x="T74" y="T75"/>
                              </a:cxn>
                              <a:cxn ang="T132">
                                <a:pos x="T76" y="T77"/>
                              </a:cxn>
                              <a:cxn ang="T133">
                                <a:pos x="T78" y="T79"/>
                              </a:cxn>
                              <a:cxn ang="T134">
                                <a:pos x="T80" y="T81"/>
                              </a:cxn>
                              <a:cxn ang="T135">
                                <a:pos x="T82" y="T83"/>
                              </a:cxn>
                              <a:cxn ang="T136">
                                <a:pos x="T84" y="T85"/>
                              </a:cxn>
                              <a:cxn ang="T137">
                                <a:pos x="T86" y="T87"/>
                              </a:cxn>
                              <a:cxn ang="T138">
                                <a:pos x="T88" y="T89"/>
                              </a:cxn>
                              <a:cxn ang="T139">
                                <a:pos x="T90" y="T91"/>
                              </a:cxn>
                              <a:cxn ang="T140">
                                <a:pos x="T92" y="T93"/>
                              </a:cxn>
                            </a:cxnLst>
                            <a:rect l="0" t="0" r="r" b="b"/>
                            <a:pathLst>
                              <a:path w="2458" h="1019">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lnTo>
                                  <a:pt x="2458" y="371"/>
                                </a:lnTo>
                                <a:close/>
                              </a:path>
                            </a:pathLst>
                          </a:custGeom>
                          <a:solidFill>
                            <a:srgbClr val="FFFFFF"/>
                          </a:solidFill>
                          <a:ln w="0">
                            <a:solidFill>
                              <a:srgbClr val="FFFFFF"/>
                            </a:solidFill>
                            <a:round/>
                            <a:headEnd/>
                            <a:tailEnd/>
                          </a:ln>
                        </wps:spPr>
                        <wps:bodyPr rot="0" vert="horz" wrap="square" lIns="91440" tIns="45720" rIns="91440" bIns="45720" anchor="t" anchorCtr="0" upright="1">
                          <a:noAutofit/>
                        </wps:bodyPr>
                      </wps:wsp>
                      <wps:wsp>
                        <wps:cNvPr id="14" name="Freeform 613"/>
                        <wps:cNvSpPr>
                          <a:spLocks/>
                        </wps:cNvSpPr>
                        <wps:spPr bwMode="auto">
                          <a:xfrm>
                            <a:off x="1489" y="701"/>
                            <a:ext cx="2458" cy="1019"/>
                          </a:xfrm>
                          <a:custGeom>
                            <a:avLst/>
                            <a:gdLst>
                              <a:gd name="T0" fmla="*/ 2449 w 2458"/>
                              <a:gd name="T1" fmla="*/ 368 h 1019"/>
                              <a:gd name="T2" fmla="*/ 2407 w 2458"/>
                              <a:gd name="T3" fmla="*/ 354 h 1019"/>
                              <a:gd name="T4" fmla="*/ 2348 w 2458"/>
                              <a:gd name="T5" fmla="*/ 332 h 1019"/>
                              <a:gd name="T6" fmla="*/ 2295 w 2458"/>
                              <a:gd name="T7" fmla="*/ 307 h 1019"/>
                              <a:gd name="T8" fmla="*/ 2261 w 2458"/>
                              <a:gd name="T9" fmla="*/ 273 h 1019"/>
                              <a:gd name="T10" fmla="*/ 2211 w 2458"/>
                              <a:gd name="T11" fmla="*/ 208 h 1019"/>
                              <a:gd name="T12" fmla="*/ 2152 w 2458"/>
                              <a:gd name="T13" fmla="*/ 132 h 1019"/>
                              <a:gd name="T14" fmla="*/ 2087 w 2458"/>
                              <a:gd name="T15" fmla="*/ 73 h 1019"/>
                              <a:gd name="T16" fmla="*/ 2003 w 2458"/>
                              <a:gd name="T17" fmla="*/ 42 h 1019"/>
                              <a:gd name="T18" fmla="*/ 1910 w 2458"/>
                              <a:gd name="T19" fmla="*/ 22 h 1019"/>
                              <a:gd name="T20" fmla="*/ 1814 w 2458"/>
                              <a:gd name="T21" fmla="*/ 3 h 1019"/>
                              <a:gd name="T22" fmla="*/ 1699 w 2458"/>
                              <a:gd name="T23" fmla="*/ 0 h 1019"/>
                              <a:gd name="T24" fmla="*/ 1593 w 2458"/>
                              <a:gd name="T25" fmla="*/ 22 h 1019"/>
                              <a:gd name="T26" fmla="*/ 1522 w 2458"/>
                              <a:gd name="T27" fmla="*/ 73 h 1019"/>
                              <a:gd name="T28" fmla="*/ 1452 w 2458"/>
                              <a:gd name="T29" fmla="*/ 157 h 1019"/>
                              <a:gd name="T30" fmla="*/ 1393 w 2458"/>
                              <a:gd name="T31" fmla="*/ 245 h 1019"/>
                              <a:gd name="T32" fmla="*/ 1340 w 2458"/>
                              <a:gd name="T33" fmla="*/ 309 h 1019"/>
                              <a:gd name="T34" fmla="*/ 1244 w 2458"/>
                              <a:gd name="T35" fmla="*/ 374 h 1019"/>
                              <a:gd name="T36" fmla="*/ 1135 w 2458"/>
                              <a:gd name="T37" fmla="*/ 436 h 1019"/>
                              <a:gd name="T38" fmla="*/ 1050 w 2458"/>
                              <a:gd name="T39" fmla="*/ 487 h 1019"/>
                              <a:gd name="T40" fmla="*/ 989 w 2458"/>
                              <a:gd name="T41" fmla="*/ 506 h 1019"/>
                              <a:gd name="T42" fmla="*/ 901 w 2458"/>
                              <a:gd name="T43" fmla="*/ 506 h 1019"/>
                              <a:gd name="T44" fmla="*/ 814 w 2458"/>
                              <a:gd name="T45" fmla="*/ 492 h 1019"/>
                              <a:gd name="T46" fmla="*/ 744 w 2458"/>
                              <a:gd name="T47" fmla="*/ 475 h 1019"/>
                              <a:gd name="T48" fmla="*/ 716 w 2458"/>
                              <a:gd name="T49" fmla="*/ 467 h 1019"/>
                              <a:gd name="T50" fmla="*/ 8 w 2458"/>
                              <a:gd name="T51" fmla="*/ 534 h 1019"/>
                              <a:gd name="T52" fmla="*/ 708 w 2458"/>
                              <a:gd name="T53" fmla="*/ 807 h 1019"/>
                              <a:gd name="T54" fmla="*/ 710 w 2458"/>
                              <a:gd name="T55" fmla="*/ 920 h 1019"/>
                              <a:gd name="T56" fmla="*/ 744 w 2458"/>
                              <a:gd name="T57" fmla="*/ 900 h 1019"/>
                              <a:gd name="T58" fmla="*/ 806 w 2458"/>
                              <a:gd name="T59" fmla="*/ 875 h 1019"/>
                              <a:gd name="T60" fmla="*/ 910 w 2458"/>
                              <a:gd name="T61" fmla="*/ 855 h 1019"/>
                              <a:gd name="T62" fmla="*/ 1056 w 2458"/>
                              <a:gd name="T63" fmla="*/ 838 h 1019"/>
                              <a:gd name="T64" fmla="*/ 1250 w 2458"/>
                              <a:gd name="T65" fmla="*/ 841 h 1019"/>
                              <a:gd name="T66" fmla="*/ 1483 w 2458"/>
                              <a:gd name="T67" fmla="*/ 867 h 1019"/>
                              <a:gd name="T68" fmla="*/ 1649 w 2458"/>
                              <a:gd name="T69" fmla="*/ 900 h 1019"/>
                              <a:gd name="T70" fmla="*/ 1828 w 2458"/>
                              <a:gd name="T71" fmla="*/ 962 h 1019"/>
                              <a:gd name="T72" fmla="*/ 1932 w 2458"/>
                              <a:gd name="T73" fmla="*/ 1007 h 1019"/>
                              <a:gd name="T74" fmla="*/ 2005 w 2458"/>
                              <a:gd name="T75" fmla="*/ 1019 h 1019"/>
                              <a:gd name="T76" fmla="*/ 2064 w 2458"/>
                              <a:gd name="T77" fmla="*/ 1002 h 1019"/>
                              <a:gd name="T78" fmla="*/ 2098 w 2458"/>
                              <a:gd name="T79" fmla="*/ 976 h 1019"/>
                              <a:gd name="T80" fmla="*/ 2121 w 2458"/>
                              <a:gd name="T81" fmla="*/ 954 h 1019"/>
                              <a:gd name="T82" fmla="*/ 2152 w 2458"/>
                              <a:gd name="T83" fmla="*/ 945 h 1019"/>
                              <a:gd name="T84" fmla="*/ 2202 w 2458"/>
                              <a:gd name="T85" fmla="*/ 962 h 1019"/>
                              <a:gd name="T86" fmla="*/ 2289 w 2458"/>
                              <a:gd name="T87" fmla="*/ 993 h 1019"/>
                              <a:gd name="T88" fmla="*/ 2376 w 2458"/>
                              <a:gd name="T89" fmla="*/ 1007 h 1019"/>
                              <a:gd name="T90" fmla="*/ 2438 w 2458"/>
                              <a:gd name="T91" fmla="*/ 1013 h 1019"/>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2458" h="1019">
                                <a:moveTo>
                                  <a:pt x="2458" y="371"/>
                                </a:moveTo>
                                <a:lnTo>
                                  <a:pt x="2449" y="368"/>
                                </a:lnTo>
                                <a:lnTo>
                                  <a:pt x="2432" y="363"/>
                                </a:lnTo>
                                <a:lnTo>
                                  <a:pt x="2407" y="354"/>
                                </a:lnTo>
                                <a:lnTo>
                                  <a:pt x="2379" y="343"/>
                                </a:lnTo>
                                <a:lnTo>
                                  <a:pt x="2348" y="332"/>
                                </a:lnTo>
                                <a:lnTo>
                                  <a:pt x="2320" y="318"/>
                                </a:lnTo>
                                <a:lnTo>
                                  <a:pt x="2295" y="307"/>
                                </a:lnTo>
                                <a:lnTo>
                                  <a:pt x="2281" y="292"/>
                                </a:lnTo>
                                <a:lnTo>
                                  <a:pt x="2261" y="273"/>
                                </a:lnTo>
                                <a:lnTo>
                                  <a:pt x="2239" y="245"/>
                                </a:lnTo>
                                <a:lnTo>
                                  <a:pt x="2211" y="208"/>
                                </a:lnTo>
                                <a:lnTo>
                                  <a:pt x="2182" y="169"/>
                                </a:lnTo>
                                <a:lnTo>
                                  <a:pt x="2152" y="132"/>
                                </a:lnTo>
                                <a:lnTo>
                                  <a:pt x="2123" y="98"/>
                                </a:lnTo>
                                <a:lnTo>
                                  <a:pt x="2087" y="73"/>
                                </a:lnTo>
                                <a:lnTo>
                                  <a:pt x="2048" y="56"/>
                                </a:lnTo>
                                <a:lnTo>
                                  <a:pt x="2003" y="42"/>
                                </a:lnTo>
                                <a:lnTo>
                                  <a:pt x="1955" y="31"/>
                                </a:lnTo>
                                <a:lnTo>
                                  <a:pt x="1910" y="22"/>
                                </a:lnTo>
                                <a:lnTo>
                                  <a:pt x="1868" y="11"/>
                                </a:lnTo>
                                <a:lnTo>
                                  <a:pt x="1814" y="3"/>
                                </a:lnTo>
                                <a:lnTo>
                                  <a:pt x="1758" y="0"/>
                                </a:lnTo>
                                <a:lnTo>
                                  <a:pt x="1699" y="0"/>
                                </a:lnTo>
                                <a:lnTo>
                                  <a:pt x="1643" y="8"/>
                                </a:lnTo>
                                <a:lnTo>
                                  <a:pt x="1593" y="22"/>
                                </a:lnTo>
                                <a:lnTo>
                                  <a:pt x="1556" y="42"/>
                                </a:lnTo>
                                <a:lnTo>
                                  <a:pt x="1522" y="73"/>
                                </a:lnTo>
                                <a:lnTo>
                                  <a:pt x="1486" y="115"/>
                                </a:lnTo>
                                <a:lnTo>
                                  <a:pt x="1452" y="157"/>
                                </a:lnTo>
                                <a:lnTo>
                                  <a:pt x="1421" y="202"/>
                                </a:lnTo>
                                <a:lnTo>
                                  <a:pt x="1393" y="245"/>
                                </a:lnTo>
                                <a:lnTo>
                                  <a:pt x="1371" y="278"/>
                                </a:lnTo>
                                <a:lnTo>
                                  <a:pt x="1340" y="309"/>
                                </a:lnTo>
                                <a:lnTo>
                                  <a:pt x="1298" y="340"/>
                                </a:lnTo>
                                <a:lnTo>
                                  <a:pt x="1244" y="374"/>
                                </a:lnTo>
                                <a:lnTo>
                                  <a:pt x="1191" y="405"/>
                                </a:lnTo>
                                <a:lnTo>
                                  <a:pt x="1135" y="436"/>
                                </a:lnTo>
                                <a:lnTo>
                                  <a:pt x="1087" y="464"/>
                                </a:lnTo>
                                <a:lnTo>
                                  <a:pt x="1050" y="487"/>
                                </a:lnTo>
                                <a:lnTo>
                                  <a:pt x="1025" y="501"/>
                                </a:lnTo>
                                <a:lnTo>
                                  <a:pt x="989" y="506"/>
                                </a:lnTo>
                                <a:lnTo>
                                  <a:pt x="946" y="509"/>
                                </a:lnTo>
                                <a:lnTo>
                                  <a:pt x="901" y="506"/>
                                </a:lnTo>
                                <a:lnTo>
                                  <a:pt x="857" y="498"/>
                                </a:lnTo>
                                <a:lnTo>
                                  <a:pt x="814" y="492"/>
                                </a:lnTo>
                                <a:lnTo>
                                  <a:pt x="775" y="484"/>
                                </a:lnTo>
                                <a:lnTo>
                                  <a:pt x="744" y="475"/>
                                </a:lnTo>
                                <a:lnTo>
                                  <a:pt x="725" y="470"/>
                                </a:lnTo>
                                <a:lnTo>
                                  <a:pt x="716" y="467"/>
                                </a:lnTo>
                                <a:lnTo>
                                  <a:pt x="716" y="537"/>
                                </a:lnTo>
                                <a:lnTo>
                                  <a:pt x="8" y="534"/>
                                </a:lnTo>
                                <a:lnTo>
                                  <a:pt x="0" y="810"/>
                                </a:lnTo>
                                <a:lnTo>
                                  <a:pt x="708" y="807"/>
                                </a:lnTo>
                                <a:lnTo>
                                  <a:pt x="708" y="923"/>
                                </a:lnTo>
                                <a:lnTo>
                                  <a:pt x="710" y="920"/>
                                </a:lnTo>
                                <a:lnTo>
                                  <a:pt x="725" y="912"/>
                                </a:lnTo>
                                <a:lnTo>
                                  <a:pt x="744" y="900"/>
                                </a:lnTo>
                                <a:lnTo>
                                  <a:pt x="772" y="889"/>
                                </a:lnTo>
                                <a:lnTo>
                                  <a:pt x="806" y="875"/>
                                </a:lnTo>
                                <a:lnTo>
                                  <a:pt x="851" y="864"/>
                                </a:lnTo>
                                <a:lnTo>
                                  <a:pt x="910" y="855"/>
                                </a:lnTo>
                                <a:lnTo>
                                  <a:pt x="980" y="844"/>
                                </a:lnTo>
                                <a:lnTo>
                                  <a:pt x="1056" y="838"/>
                                </a:lnTo>
                                <a:lnTo>
                                  <a:pt x="1129" y="838"/>
                                </a:lnTo>
                                <a:lnTo>
                                  <a:pt x="1250" y="841"/>
                                </a:lnTo>
                                <a:lnTo>
                                  <a:pt x="1371" y="850"/>
                                </a:lnTo>
                                <a:lnTo>
                                  <a:pt x="1483" y="867"/>
                                </a:lnTo>
                                <a:lnTo>
                                  <a:pt x="1564" y="881"/>
                                </a:lnTo>
                                <a:lnTo>
                                  <a:pt x="1649" y="900"/>
                                </a:lnTo>
                                <a:lnTo>
                                  <a:pt x="1736" y="926"/>
                                </a:lnTo>
                                <a:lnTo>
                                  <a:pt x="1828" y="962"/>
                                </a:lnTo>
                                <a:lnTo>
                                  <a:pt x="1885" y="988"/>
                                </a:lnTo>
                                <a:lnTo>
                                  <a:pt x="1932" y="1007"/>
                                </a:lnTo>
                                <a:lnTo>
                                  <a:pt x="1972" y="1016"/>
                                </a:lnTo>
                                <a:lnTo>
                                  <a:pt x="2005" y="1019"/>
                                </a:lnTo>
                                <a:lnTo>
                                  <a:pt x="2034" y="1013"/>
                                </a:lnTo>
                                <a:lnTo>
                                  <a:pt x="2064" y="1002"/>
                                </a:lnTo>
                                <a:lnTo>
                                  <a:pt x="2081" y="990"/>
                                </a:lnTo>
                                <a:lnTo>
                                  <a:pt x="2098" y="976"/>
                                </a:lnTo>
                                <a:lnTo>
                                  <a:pt x="2109" y="965"/>
                                </a:lnTo>
                                <a:lnTo>
                                  <a:pt x="2121" y="954"/>
                                </a:lnTo>
                                <a:lnTo>
                                  <a:pt x="2135" y="945"/>
                                </a:lnTo>
                                <a:lnTo>
                                  <a:pt x="2152" y="945"/>
                                </a:lnTo>
                                <a:lnTo>
                                  <a:pt x="2171" y="951"/>
                                </a:lnTo>
                                <a:lnTo>
                                  <a:pt x="2202" y="962"/>
                                </a:lnTo>
                                <a:lnTo>
                                  <a:pt x="2241" y="982"/>
                                </a:lnTo>
                                <a:lnTo>
                                  <a:pt x="2289" y="993"/>
                                </a:lnTo>
                                <a:lnTo>
                                  <a:pt x="2334" y="1002"/>
                                </a:lnTo>
                                <a:lnTo>
                                  <a:pt x="2376" y="1007"/>
                                </a:lnTo>
                                <a:lnTo>
                                  <a:pt x="2413" y="1010"/>
                                </a:lnTo>
                                <a:lnTo>
                                  <a:pt x="2438" y="1013"/>
                                </a:lnTo>
                                <a:lnTo>
                                  <a:pt x="2446" y="1013"/>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614"/>
                        <wps:cNvSpPr>
                          <a:spLocks/>
                        </wps:cNvSpPr>
                        <wps:spPr bwMode="auto">
                          <a:xfrm>
                            <a:off x="601" y="898"/>
                            <a:ext cx="924" cy="912"/>
                          </a:xfrm>
                          <a:custGeom>
                            <a:avLst/>
                            <a:gdLst>
                              <a:gd name="T0" fmla="*/ 461 w 924"/>
                              <a:gd name="T1" fmla="*/ 912 h 912"/>
                              <a:gd name="T2" fmla="*/ 545 w 924"/>
                              <a:gd name="T3" fmla="*/ 906 h 912"/>
                              <a:gd name="T4" fmla="*/ 624 w 924"/>
                              <a:gd name="T5" fmla="*/ 883 h 912"/>
                              <a:gd name="T6" fmla="*/ 694 w 924"/>
                              <a:gd name="T7" fmla="*/ 850 h 912"/>
                              <a:gd name="T8" fmla="*/ 759 w 924"/>
                              <a:gd name="T9" fmla="*/ 805 h 912"/>
                              <a:gd name="T10" fmla="*/ 815 w 924"/>
                              <a:gd name="T11" fmla="*/ 751 h 912"/>
                              <a:gd name="T12" fmla="*/ 863 w 924"/>
                              <a:gd name="T13" fmla="*/ 686 h 912"/>
                              <a:gd name="T14" fmla="*/ 896 w 924"/>
                              <a:gd name="T15" fmla="*/ 616 h 912"/>
                              <a:gd name="T16" fmla="*/ 916 w 924"/>
                              <a:gd name="T17" fmla="*/ 537 h 912"/>
                              <a:gd name="T18" fmla="*/ 924 w 924"/>
                              <a:gd name="T19" fmla="*/ 456 h 912"/>
                              <a:gd name="T20" fmla="*/ 916 w 924"/>
                              <a:gd name="T21" fmla="*/ 374 h 912"/>
                              <a:gd name="T22" fmla="*/ 896 w 924"/>
                              <a:gd name="T23" fmla="*/ 295 h 912"/>
                              <a:gd name="T24" fmla="*/ 863 w 924"/>
                              <a:gd name="T25" fmla="*/ 225 h 912"/>
                              <a:gd name="T26" fmla="*/ 815 w 924"/>
                              <a:gd name="T27" fmla="*/ 163 h 912"/>
                              <a:gd name="T28" fmla="*/ 759 w 924"/>
                              <a:gd name="T29" fmla="*/ 107 h 912"/>
                              <a:gd name="T30" fmla="*/ 694 w 924"/>
                              <a:gd name="T31" fmla="*/ 62 h 912"/>
                              <a:gd name="T32" fmla="*/ 624 w 924"/>
                              <a:gd name="T33" fmla="*/ 28 h 912"/>
                              <a:gd name="T34" fmla="*/ 545 w 924"/>
                              <a:gd name="T35" fmla="*/ 5 h 912"/>
                              <a:gd name="T36" fmla="*/ 461 w 924"/>
                              <a:gd name="T37" fmla="*/ 0 h 912"/>
                              <a:gd name="T38" fmla="*/ 379 w 924"/>
                              <a:gd name="T39" fmla="*/ 5 h 912"/>
                              <a:gd name="T40" fmla="*/ 301 w 924"/>
                              <a:gd name="T41" fmla="*/ 28 h 912"/>
                              <a:gd name="T42" fmla="*/ 228 w 924"/>
                              <a:gd name="T43" fmla="*/ 62 h 912"/>
                              <a:gd name="T44" fmla="*/ 163 w 924"/>
                              <a:gd name="T45" fmla="*/ 107 h 912"/>
                              <a:gd name="T46" fmla="*/ 110 w 924"/>
                              <a:gd name="T47" fmla="*/ 163 h 912"/>
                              <a:gd name="T48" fmla="*/ 62 w 924"/>
                              <a:gd name="T49" fmla="*/ 225 h 912"/>
                              <a:gd name="T50" fmla="*/ 28 w 924"/>
                              <a:gd name="T51" fmla="*/ 295 h 912"/>
                              <a:gd name="T52" fmla="*/ 9 w 924"/>
                              <a:gd name="T53" fmla="*/ 374 h 912"/>
                              <a:gd name="T54" fmla="*/ 0 w 924"/>
                              <a:gd name="T55" fmla="*/ 456 h 912"/>
                              <a:gd name="T56" fmla="*/ 9 w 924"/>
                              <a:gd name="T57" fmla="*/ 537 h 912"/>
                              <a:gd name="T58" fmla="*/ 28 w 924"/>
                              <a:gd name="T59" fmla="*/ 616 h 912"/>
                              <a:gd name="T60" fmla="*/ 62 w 924"/>
                              <a:gd name="T61" fmla="*/ 686 h 912"/>
                              <a:gd name="T62" fmla="*/ 110 w 924"/>
                              <a:gd name="T63" fmla="*/ 751 h 912"/>
                              <a:gd name="T64" fmla="*/ 163 w 924"/>
                              <a:gd name="T65" fmla="*/ 805 h 912"/>
                              <a:gd name="T66" fmla="*/ 228 w 924"/>
                              <a:gd name="T67" fmla="*/ 850 h 912"/>
                              <a:gd name="T68" fmla="*/ 301 w 924"/>
                              <a:gd name="T69" fmla="*/ 883 h 912"/>
                              <a:gd name="T70" fmla="*/ 379 w 924"/>
                              <a:gd name="T71" fmla="*/ 906 h 912"/>
                              <a:gd name="T72" fmla="*/ 461 w 924"/>
                              <a:gd name="T73" fmla="*/ 912 h 9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924" h="912">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close/>
                              </a:path>
                            </a:pathLst>
                          </a:custGeom>
                          <a:solidFill>
                            <a:srgbClr val="FFFFFF"/>
                          </a:solidFill>
                          <a:ln w="0">
                            <a:solidFill>
                              <a:srgbClr val="FFFFFF"/>
                            </a:solidFill>
                            <a:round/>
                            <a:headEnd/>
                            <a:tailEnd/>
                          </a:ln>
                        </wps:spPr>
                        <wps:bodyPr rot="0" vert="horz" wrap="square" lIns="91440" tIns="45720" rIns="91440" bIns="45720" anchor="t" anchorCtr="0" upright="1">
                          <a:noAutofit/>
                        </wps:bodyPr>
                      </wps:wsp>
                      <wps:wsp>
                        <wps:cNvPr id="16" name="Freeform 615"/>
                        <wps:cNvSpPr>
                          <a:spLocks/>
                        </wps:cNvSpPr>
                        <wps:spPr bwMode="auto">
                          <a:xfrm>
                            <a:off x="601" y="898"/>
                            <a:ext cx="924" cy="912"/>
                          </a:xfrm>
                          <a:custGeom>
                            <a:avLst/>
                            <a:gdLst>
                              <a:gd name="T0" fmla="*/ 461 w 924"/>
                              <a:gd name="T1" fmla="*/ 912 h 912"/>
                              <a:gd name="T2" fmla="*/ 545 w 924"/>
                              <a:gd name="T3" fmla="*/ 906 h 912"/>
                              <a:gd name="T4" fmla="*/ 624 w 924"/>
                              <a:gd name="T5" fmla="*/ 883 h 912"/>
                              <a:gd name="T6" fmla="*/ 694 w 924"/>
                              <a:gd name="T7" fmla="*/ 850 h 912"/>
                              <a:gd name="T8" fmla="*/ 759 w 924"/>
                              <a:gd name="T9" fmla="*/ 805 h 912"/>
                              <a:gd name="T10" fmla="*/ 815 w 924"/>
                              <a:gd name="T11" fmla="*/ 751 h 912"/>
                              <a:gd name="T12" fmla="*/ 863 w 924"/>
                              <a:gd name="T13" fmla="*/ 686 h 912"/>
                              <a:gd name="T14" fmla="*/ 896 w 924"/>
                              <a:gd name="T15" fmla="*/ 616 h 912"/>
                              <a:gd name="T16" fmla="*/ 916 w 924"/>
                              <a:gd name="T17" fmla="*/ 537 h 912"/>
                              <a:gd name="T18" fmla="*/ 924 w 924"/>
                              <a:gd name="T19" fmla="*/ 456 h 912"/>
                              <a:gd name="T20" fmla="*/ 916 w 924"/>
                              <a:gd name="T21" fmla="*/ 374 h 912"/>
                              <a:gd name="T22" fmla="*/ 896 w 924"/>
                              <a:gd name="T23" fmla="*/ 295 h 912"/>
                              <a:gd name="T24" fmla="*/ 863 w 924"/>
                              <a:gd name="T25" fmla="*/ 225 h 912"/>
                              <a:gd name="T26" fmla="*/ 815 w 924"/>
                              <a:gd name="T27" fmla="*/ 163 h 912"/>
                              <a:gd name="T28" fmla="*/ 759 w 924"/>
                              <a:gd name="T29" fmla="*/ 107 h 912"/>
                              <a:gd name="T30" fmla="*/ 694 w 924"/>
                              <a:gd name="T31" fmla="*/ 62 h 912"/>
                              <a:gd name="T32" fmla="*/ 624 w 924"/>
                              <a:gd name="T33" fmla="*/ 28 h 912"/>
                              <a:gd name="T34" fmla="*/ 545 w 924"/>
                              <a:gd name="T35" fmla="*/ 5 h 912"/>
                              <a:gd name="T36" fmla="*/ 461 w 924"/>
                              <a:gd name="T37" fmla="*/ 0 h 912"/>
                              <a:gd name="T38" fmla="*/ 379 w 924"/>
                              <a:gd name="T39" fmla="*/ 5 h 912"/>
                              <a:gd name="T40" fmla="*/ 301 w 924"/>
                              <a:gd name="T41" fmla="*/ 28 h 912"/>
                              <a:gd name="T42" fmla="*/ 228 w 924"/>
                              <a:gd name="T43" fmla="*/ 62 h 912"/>
                              <a:gd name="T44" fmla="*/ 163 w 924"/>
                              <a:gd name="T45" fmla="*/ 107 h 912"/>
                              <a:gd name="T46" fmla="*/ 110 w 924"/>
                              <a:gd name="T47" fmla="*/ 163 h 912"/>
                              <a:gd name="T48" fmla="*/ 62 w 924"/>
                              <a:gd name="T49" fmla="*/ 225 h 912"/>
                              <a:gd name="T50" fmla="*/ 28 w 924"/>
                              <a:gd name="T51" fmla="*/ 295 h 912"/>
                              <a:gd name="T52" fmla="*/ 9 w 924"/>
                              <a:gd name="T53" fmla="*/ 374 h 912"/>
                              <a:gd name="T54" fmla="*/ 0 w 924"/>
                              <a:gd name="T55" fmla="*/ 456 h 912"/>
                              <a:gd name="T56" fmla="*/ 9 w 924"/>
                              <a:gd name="T57" fmla="*/ 537 h 912"/>
                              <a:gd name="T58" fmla="*/ 28 w 924"/>
                              <a:gd name="T59" fmla="*/ 616 h 912"/>
                              <a:gd name="T60" fmla="*/ 62 w 924"/>
                              <a:gd name="T61" fmla="*/ 686 h 912"/>
                              <a:gd name="T62" fmla="*/ 110 w 924"/>
                              <a:gd name="T63" fmla="*/ 751 h 912"/>
                              <a:gd name="T64" fmla="*/ 163 w 924"/>
                              <a:gd name="T65" fmla="*/ 805 h 912"/>
                              <a:gd name="T66" fmla="*/ 228 w 924"/>
                              <a:gd name="T67" fmla="*/ 850 h 912"/>
                              <a:gd name="T68" fmla="*/ 301 w 924"/>
                              <a:gd name="T69" fmla="*/ 883 h 912"/>
                              <a:gd name="T70" fmla="*/ 379 w 924"/>
                              <a:gd name="T71" fmla="*/ 906 h 912"/>
                              <a:gd name="T72" fmla="*/ 461 w 924"/>
                              <a:gd name="T73" fmla="*/ 912 h 91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924" h="912">
                                <a:moveTo>
                                  <a:pt x="461" y="912"/>
                                </a:moveTo>
                                <a:lnTo>
                                  <a:pt x="545" y="906"/>
                                </a:lnTo>
                                <a:lnTo>
                                  <a:pt x="624" y="883"/>
                                </a:lnTo>
                                <a:lnTo>
                                  <a:pt x="694" y="850"/>
                                </a:lnTo>
                                <a:lnTo>
                                  <a:pt x="759" y="805"/>
                                </a:lnTo>
                                <a:lnTo>
                                  <a:pt x="815" y="751"/>
                                </a:lnTo>
                                <a:lnTo>
                                  <a:pt x="863" y="686"/>
                                </a:lnTo>
                                <a:lnTo>
                                  <a:pt x="896" y="616"/>
                                </a:lnTo>
                                <a:lnTo>
                                  <a:pt x="916" y="537"/>
                                </a:lnTo>
                                <a:lnTo>
                                  <a:pt x="924" y="456"/>
                                </a:lnTo>
                                <a:lnTo>
                                  <a:pt x="916" y="374"/>
                                </a:lnTo>
                                <a:lnTo>
                                  <a:pt x="896" y="295"/>
                                </a:lnTo>
                                <a:lnTo>
                                  <a:pt x="863" y="225"/>
                                </a:lnTo>
                                <a:lnTo>
                                  <a:pt x="815" y="163"/>
                                </a:lnTo>
                                <a:lnTo>
                                  <a:pt x="759" y="107"/>
                                </a:lnTo>
                                <a:lnTo>
                                  <a:pt x="694" y="62"/>
                                </a:lnTo>
                                <a:lnTo>
                                  <a:pt x="624" y="28"/>
                                </a:lnTo>
                                <a:lnTo>
                                  <a:pt x="545" y="5"/>
                                </a:lnTo>
                                <a:lnTo>
                                  <a:pt x="461" y="0"/>
                                </a:lnTo>
                                <a:lnTo>
                                  <a:pt x="379" y="5"/>
                                </a:lnTo>
                                <a:lnTo>
                                  <a:pt x="301" y="28"/>
                                </a:lnTo>
                                <a:lnTo>
                                  <a:pt x="228" y="62"/>
                                </a:lnTo>
                                <a:lnTo>
                                  <a:pt x="163" y="107"/>
                                </a:lnTo>
                                <a:lnTo>
                                  <a:pt x="110" y="163"/>
                                </a:lnTo>
                                <a:lnTo>
                                  <a:pt x="62" y="225"/>
                                </a:lnTo>
                                <a:lnTo>
                                  <a:pt x="28" y="295"/>
                                </a:lnTo>
                                <a:lnTo>
                                  <a:pt x="9" y="374"/>
                                </a:lnTo>
                                <a:lnTo>
                                  <a:pt x="0" y="456"/>
                                </a:lnTo>
                                <a:lnTo>
                                  <a:pt x="9" y="537"/>
                                </a:lnTo>
                                <a:lnTo>
                                  <a:pt x="28" y="616"/>
                                </a:lnTo>
                                <a:lnTo>
                                  <a:pt x="62" y="686"/>
                                </a:lnTo>
                                <a:lnTo>
                                  <a:pt x="110" y="751"/>
                                </a:lnTo>
                                <a:lnTo>
                                  <a:pt x="163" y="805"/>
                                </a:lnTo>
                                <a:lnTo>
                                  <a:pt x="228" y="850"/>
                                </a:lnTo>
                                <a:lnTo>
                                  <a:pt x="301" y="883"/>
                                </a:lnTo>
                                <a:lnTo>
                                  <a:pt x="379" y="906"/>
                                </a:lnTo>
                                <a:lnTo>
                                  <a:pt x="461" y="912"/>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616"/>
                        <wps:cNvSpPr>
                          <a:spLocks/>
                        </wps:cNvSpPr>
                        <wps:spPr bwMode="auto">
                          <a:xfrm>
                            <a:off x="1747" y="1947"/>
                            <a:ext cx="90" cy="88"/>
                          </a:xfrm>
                          <a:custGeom>
                            <a:avLst/>
                            <a:gdLst>
                              <a:gd name="T0" fmla="*/ 45 w 90"/>
                              <a:gd name="T1" fmla="*/ 88 h 88"/>
                              <a:gd name="T2" fmla="*/ 56 w 90"/>
                              <a:gd name="T3" fmla="*/ 85 h 88"/>
                              <a:gd name="T4" fmla="*/ 68 w 90"/>
                              <a:gd name="T5" fmla="*/ 82 h 88"/>
                              <a:gd name="T6" fmla="*/ 76 w 90"/>
                              <a:gd name="T7" fmla="*/ 74 h 88"/>
                              <a:gd name="T8" fmla="*/ 84 w 90"/>
                              <a:gd name="T9" fmla="*/ 65 h 88"/>
                              <a:gd name="T10" fmla="*/ 87 w 90"/>
                              <a:gd name="T11" fmla="*/ 57 h 88"/>
                              <a:gd name="T12" fmla="*/ 90 w 90"/>
                              <a:gd name="T13" fmla="*/ 43 h 88"/>
                              <a:gd name="T14" fmla="*/ 87 w 90"/>
                              <a:gd name="T15" fmla="*/ 31 h 88"/>
                              <a:gd name="T16" fmla="*/ 84 w 90"/>
                              <a:gd name="T17" fmla="*/ 23 h 88"/>
                              <a:gd name="T18" fmla="*/ 76 w 90"/>
                              <a:gd name="T19" fmla="*/ 12 h 88"/>
                              <a:gd name="T20" fmla="*/ 68 w 90"/>
                              <a:gd name="T21" fmla="*/ 6 h 88"/>
                              <a:gd name="T22" fmla="*/ 56 w 90"/>
                              <a:gd name="T23" fmla="*/ 0 h 88"/>
                              <a:gd name="T24" fmla="*/ 45 w 90"/>
                              <a:gd name="T25" fmla="*/ 0 h 88"/>
                              <a:gd name="T26" fmla="*/ 34 w 90"/>
                              <a:gd name="T27" fmla="*/ 0 h 88"/>
                              <a:gd name="T28" fmla="*/ 23 w 90"/>
                              <a:gd name="T29" fmla="*/ 6 h 88"/>
                              <a:gd name="T30" fmla="*/ 14 w 90"/>
                              <a:gd name="T31" fmla="*/ 12 h 88"/>
                              <a:gd name="T32" fmla="*/ 9 w 90"/>
                              <a:gd name="T33" fmla="*/ 23 h 88"/>
                              <a:gd name="T34" fmla="*/ 3 w 90"/>
                              <a:gd name="T35" fmla="*/ 31 h 88"/>
                              <a:gd name="T36" fmla="*/ 0 w 90"/>
                              <a:gd name="T37" fmla="*/ 43 h 88"/>
                              <a:gd name="T38" fmla="*/ 3 w 90"/>
                              <a:gd name="T39" fmla="*/ 57 h 88"/>
                              <a:gd name="T40" fmla="*/ 9 w 90"/>
                              <a:gd name="T41" fmla="*/ 65 h 88"/>
                              <a:gd name="T42" fmla="*/ 14 w 90"/>
                              <a:gd name="T43" fmla="*/ 74 h 88"/>
                              <a:gd name="T44" fmla="*/ 23 w 90"/>
                              <a:gd name="T45" fmla="*/ 82 h 88"/>
                              <a:gd name="T46" fmla="*/ 34 w 90"/>
                              <a:gd name="T47" fmla="*/ 85 h 88"/>
                              <a:gd name="T48" fmla="*/ 45 w 90"/>
                              <a:gd name="T49" fmla="*/ 88 h 88"/>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8">
                                <a:moveTo>
                                  <a:pt x="45" y="88"/>
                                </a:moveTo>
                                <a:lnTo>
                                  <a:pt x="56" y="85"/>
                                </a:lnTo>
                                <a:lnTo>
                                  <a:pt x="68" y="82"/>
                                </a:lnTo>
                                <a:lnTo>
                                  <a:pt x="76" y="74"/>
                                </a:lnTo>
                                <a:lnTo>
                                  <a:pt x="84" y="65"/>
                                </a:lnTo>
                                <a:lnTo>
                                  <a:pt x="87" y="57"/>
                                </a:lnTo>
                                <a:lnTo>
                                  <a:pt x="90" y="43"/>
                                </a:lnTo>
                                <a:lnTo>
                                  <a:pt x="87" y="31"/>
                                </a:lnTo>
                                <a:lnTo>
                                  <a:pt x="84" y="23"/>
                                </a:lnTo>
                                <a:lnTo>
                                  <a:pt x="76" y="12"/>
                                </a:lnTo>
                                <a:lnTo>
                                  <a:pt x="68" y="6"/>
                                </a:lnTo>
                                <a:lnTo>
                                  <a:pt x="56" y="0"/>
                                </a:lnTo>
                                <a:lnTo>
                                  <a:pt x="45" y="0"/>
                                </a:lnTo>
                                <a:lnTo>
                                  <a:pt x="34" y="0"/>
                                </a:lnTo>
                                <a:lnTo>
                                  <a:pt x="23" y="6"/>
                                </a:lnTo>
                                <a:lnTo>
                                  <a:pt x="14" y="12"/>
                                </a:lnTo>
                                <a:lnTo>
                                  <a:pt x="9" y="23"/>
                                </a:lnTo>
                                <a:lnTo>
                                  <a:pt x="3" y="31"/>
                                </a:lnTo>
                                <a:lnTo>
                                  <a:pt x="0" y="43"/>
                                </a:lnTo>
                                <a:lnTo>
                                  <a:pt x="3" y="57"/>
                                </a:lnTo>
                                <a:lnTo>
                                  <a:pt x="9" y="65"/>
                                </a:lnTo>
                                <a:lnTo>
                                  <a:pt x="14" y="74"/>
                                </a:lnTo>
                                <a:lnTo>
                                  <a:pt x="23" y="82"/>
                                </a:lnTo>
                                <a:lnTo>
                                  <a:pt x="34" y="85"/>
                                </a:lnTo>
                                <a:lnTo>
                                  <a:pt x="45" y="8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617"/>
                        <wps:cNvSpPr>
                          <a:spLocks/>
                        </wps:cNvSpPr>
                        <wps:spPr bwMode="auto">
                          <a:xfrm>
                            <a:off x="1750" y="1742"/>
                            <a:ext cx="90" cy="90"/>
                          </a:xfrm>
                          <a:custGeom>
                            <a:avLst/>
                            <a:gdLst>
                              <a:gd name="T0" fmla="*/ 45 w 90"/>
                              <a:gd name="T1" fmla="*/ 90 h 90"/>
                              <a:gd name="T2" fmla="*/ 56 w 90"/>
                              <a:gd name="T3" fmla="*/ 87 h 90"/>
                              <a:gd name="T4" fmla="*/ 67 w 90"/>
                              <a:gd name="T5" fmla="*/ 82 h 90"/>
                              <a:gd name="T6" fmla="*/ 76 w 90"/>
                              <a:gd name="T7" fmla="*/ 76 h 90"/>
                              <a:gd name="T8" fmla="*/ 84 w 90"/>
                              <a:gd name="T9" fmla="*/ 68 h 90"/>
                              <a:gd name="T10" fmla="*/ 87 w 90"/>
                              <a:gd name="T11" fmla="*/ 56 h 90"/>
                              <a:gd name="T12" fmla="*/ 90 w 90"/>
                              <a:gd name="T13" fmla="*/ 45 h 90"/>
                              <a:gd name="T14" fmla="*/ 87 w 90"/>
                              <a:gd name="T15" fmla="*/ 34 h 90"/>
                              <a:gd name="T16" fmla="*/ 84 w 90"/>
                              <a:gd name="T17" fmla="*/ 23 h 90"/>
                              <a:gd name="T18" fmla="*/ 76 w 90"/>
                              <a:gd name="T19" fmla="*/ 14 h 90"/>
                              <a:gd name="T20" fmla="*/ 67 w 90"/>
                              <a:gd name="T21" fmla="*/ 8 h 90"/>
                              <a:gd name="T22" fmla="*/ 56 w 90"/>
                              <a:gd name="T23" fmla="*/ 3 h 90"/>
                              <a:gd name="T24" fmla="*/ 45 w 90"/>
                              <a:gd name="T25" fmla="*/ 0 h 90"/>
                              <a:gd name="T26" fmla="*/ 34 w 90"/>
                              <a:gd name="T27" fmla="*/ 3 h 90"/>
                              <a:gd name="T28" fmla="*/ 23 w 90"/>
                              <a:gd name="T29" fmla="*/ 8 h 90"/>
                              <a:gd name="T30" fmla="*/ 14 w 90"/>
                              <a:gd name="T31" fmla="*/ 14 h 90"/>
                              <a:gd name="T32" fmla="*/ 8 w 90"/>
                              <a:gd name="T33" fmla="*/ 23 h 90"/>
                              <a:gd name="T34" fmla="*/ 3 w 90"/>
                              <a:gd name="T35" fmla="*/ 34 h 90"/>
                              <a:gd name="T36" fmla="*/ 0 w 90"/>
                              <a:gd name="T37" fmla="*/ 45 h 90"/>
                              <a:gd name="T38" fmla="*/ 3 w 90"/>
                              <a:gd name="T39" fmla="*/ 56 h 90"/>
                              <a:gd name="T40" fmla="*/ 8 w 90"/>
                              <a:gd name="T41" fmla="*/ 68 h 90"/>
                              <a:gd name="T42" fmla="*/ 14 w 90"/>
                              <a:gd name="T43" fmla="*/ 76 h 90"/>
                              <a:gd name="T44" fmla="*/ 23 w 90"/>
                              <a:gd name="T45" fmla="*/ 82 h 90"/>
                              <a:gd name="T46" fmla="*/ 34 w 90"/>
                              <a:gd name="T47" fmla="*/ 87 h 90"/>
                              <a:gd name="T48" fmla="*/ 45 w 90"/>
                              <a:gd name="T49" fmla="*/ 90 h 9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90">
                                <a:moveTo>
                                  <a:pt x="45" y="90"/>
                                </a:moveTo>
                                <a:lnTo>
                                  <a:pt x="56" y="87"/>
                                </a:lnTo>
                                <a:lnTo>
                                  <a:pt x="67" y="82"/>
                                </a:lnTo>
                                <a:lnTo>
                                  <a:pt x="76" y="76"/>
                                </a:lnTo>
                                <a:lnTo>
                                  <a:pt x="84" y="68"/>
                                </a:lnTo>
                                <a:lnTo>
                                  <a:pt x="87" y="56"/>
                                </a:lnTo>
                                <a:lnTo>
                                  <a:pt x="90" y="45"/>
                                </a:lnTo>
                                <a:lnTo>
                                  <a:pt x="87" y="34"/>
                                </a:lnTo>
                                <a:lnTo>
                                  <a:pt x="84" y="23"/>
                                </a:lnTo>
                                <a:lnTo>
                                  <a:pt x="76" y="14"/>
                                </a:lnTo>
                                <a:lnTo>
                                  <a:pt x="67" y="8"/>
                                </a:lnTo>
                                <a:lnTo>
                                  <a:pt x="56" y="3"/>
                                </a:lnTo>
                                <a:lnTo>
                                  <a:pt x="45" y="0"/>
                                </a:lnTo>
                                <a:lnTo>
                                  <a:pt x="34" y="3"/>
                                </a:lnTo>
                                <a:lnTo>
                                  <a:pt x="23" y="8"/>
                                </a:lnTo>
                                <a:lnTo>
                                  <a:pt x="14" y="14"/>
                                </a:lnTo>
                                <a:lnTo>
                                  <a:pt x="8" y="23"/>
                                </a:lnTo>
                                <a:lnTo>
                                  <a:pt x="3" y="34"/>
                                </a:lnTo>
                                <a:lnTo>
                                  <a:pt x="0" y="45"/>
                                </a:lnTo>
                                <a:lnTo>
                                  <a:pt x="3" y="56"/>
                                </a:lnTo>
                                <a:lnTo>
                                  <a:pt x="8" y="68"/>
                                </a:lnTo>
                                <a:lnTo>
                                  <a:pt x="14" y="76"/>
                                </a:lnTo>
                                <a:lnTo>
                                  <a:pt x="23" y="82"/>
                                </a:lnTo>
                                <a:lnTo>
                                  <a:pt x="34" y="87"/>
                                </a:lnTo>
                                <a:lnTo>
                                  <a:pt x="45" y="9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618"/>
                        <wps:cNvSpPr>
                          <a:spLocks/>
                        </wps:cNvSpPr>
                        <wps:spPr bwMode="auto">
                          <a:xfrm>
                            <a:off x="1747" y="1846"/>
                            <a:ext cx="90" cy="87"/>
                          </a:xfrm>
                          <a:custGeom>
                            <a:avLst/>
                            <a:gdLst>
                              <a:gd name="T0" fmla="*/ 45 w 90"/>
                              <a:gd name="T1" fmla="*/ 87 h 87"/>
                              <a:gd name="T2" fmla="*/ 56 w 90"/>
                              <a:gd name="T3" fmla="*/ 85 h 87"/>
                              <a:gd name="T4" fmla="*/ 68 w 90"/>
                              <a:gd name="T5" fmla="*/ 82 h 87"/>
                              <a:gd name="T6" fmla="*/ 76 w 90"/>
                              <a:gd name="T7" fmla="*/ 73 h 87"/>
                              <a:gd name="T8" fmla="*/ 84 w 90"/>
                              <a:gd name="T9" fmla="*/ 65 h 87"/>
                              <a:gd name="T10" fmla="*/ 87 w 90"/>
                              <a:gd name="T11" fmla="*/ 54 h 87"/>
                              <a:gd name="T12" fmla="*/ 90 w 90"/>
                              <a:gd name="T13" fmla="*/ 42 h 87"/>
                              <a:gd name="T14" fmla="*/ 87 w 90"/>
                              <a:gd name="T15" fmla="*/ 31 h 87"/>
                              <a:gd name="T16" fmla="*/ 84 w 90"/>
                              <a:gd name="T17" fmla="*/ 20 h 87"/>
                              <a:gd name="T18" fmla="*/ 76 w 90"/>
                              <a:gd name="T19" fmla="*/ 11 h 87"/>
                              <a:gd name="T20" fmla="*/ 68 w 90"/>
                              <a:gd name="T21" fmla="*/ 6 h 87"/>
                              <a:gd name="T22" fmla="*/ 56 w 90"/>
                              <a:gd name="T23" fmla="*/ 0 h 87"/>
                              <a:gd name="T24" fmla="*/ 45 w 90"/>
                              <a:gd name="T25" fmla="*/ 0 h 87"/>
                              <a:gd name="T26" fmla="*/ 34 w 90"/>
                              <a:gd name="T27" fmla="*/ 0 h 87"/>
                              <a:gd name="T28" fmla="*/ 23 w 90"/>
                              <a:gd name="T29" fmla="*/ 6 h 87"/>
                              <a:gd name="T30" fmla="*/ 14 w 90"/>
                              <a:gd name="T31" fmla="*/ 11 h 87"/>
                              <a:gd name="T32" fmla="*/ 9 w 90"/>
                              <a:gd name="T33" fmla="*/ 20 h 87"/>
                              <a:gd name="T34" fmla="*/ 3 w 90"/>
                              <a:gd name="T35" fmla="*/ 31 h 87"/>
                              <a:gd name="T36" fmla="*/ 0 w 90"/>
                              <a:gd name="T37" fmla="*/ 42 h 87"/>
                              <a:gd name="T38" fmla="*/ 3 w 90"/>
                              <a:gd name="T39" fmla="*/ 54 h 87"/>
                              <a:gd name="T40" fmla="*/ 9 w 90"/>
                              <a:gd name="T41" fmla="*/ 65 h 87"/>
                              <a:gd name="T42" fmla="*/ 14 w 90"/>
                              <a:gd name="T43" fmla="*/ 73 h 87"/>
                              <a:gd name="T44" fmla="*/ 23 w 90"/>
                              <a:gd name="T45" fmla="*/ 82 h 87"/>
                              <a:gd name="T46" fmla="*/ 34 w 90"/>
                              <a:gd name="T47" fmla="*/ 85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5"/>
                                </a:lnTo>
                                <a:lnTo>
                                  <a:pt x="68" y="82"/>
                                </a:lnTo>
                                <a:lnTo>
                                  <a:pt x="76" y="73"/>
                                </a:lnTo>
                                <a:lnTo>
                                  <a:pt x="84" y="65"/>
                                </a:lnTo>
                                <a:lnTo>
                                  <a:pt x="87" y="54"/>
                                </a:lnTo>
                                <a:lnTo>
                                  <a:pt x="90" y="42"/>
                                </a:lnTo>
                                <a:lnTo>
                                  <a:pt x="87" y="31"/>
                                </a:lnTo>
                                <a:lnTo>
                                  <a:pt x="84" y="20"/>
                                </a:lnTo>
                                <a:lnTo>
                                  <a:pt x="76" y="11"/>
                                </a:lnTo>
                                <a:lnTo>
                                  <a:pt x="68" y="6"/>
                                </a:lnTo>
                                <a:lnTo>
                                  <a:pt x="56" y="0"/>
                                </a:lnTo>
                                <a:lnTo>
                                  <a:pt x="45" y="0"/>
                                </a:lnTo>
                                <a:lnTo>
                                  <a:pt x="34" y="0"/>
                                </a:lnTo>
                                <a:lnTo>
                                  <a:pt x="23" y="6"/>
                                </a:lnTo>
                                <a:lnTo>
                                  <a:pt x="14" y="11"/>
                                </a:lnTo>
                                <a:lnTo>
                                  <a:pt x="9" y="20"/>
                                </a:lnTo>
                                <a:lnTo>
                                  <a:pt x="3" y="31"/>
                                </a:lnTo>
                                <a:lnTo>
                                  <a:pt x="0" y="42"/>
                                </a:lnTo>
                                <a:lnTo>
                                  <a:pt x="3" y="54"/>
                                </a:lnTo>
                                <a:lnTo>
                                  <a:pt x="9" y="65"/>
                                </a:lnTo>
                                <a:lnTo>
                                  <a:pt x="14" y="73"/>
                                </a:lnTo>
                                <a:lnTo>
                                  <a:pt x="23" y="82"/>
                                </a:lnTo>
                                <a:lnTo>
                                  <a:pt x="34" y="85"/>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619"/>
                        <wps:cNvSpPr>
                          <a:spLocks/>
                        </wps:cNvSpPr>
                        <wps:spPr bwMode="auto">
                          <a:xfrm>
                            <a:off x="1750" y="2049"/>
                            <a:ext cx="90" cy="87"/>
                          </a:xfrm>
                          <a:custGeom>
                            <a:avLst/>
                            <a:gdLst>
                              <a:gd name="T0" fmla="*/ 45 w 90"/>
                              <a:gd name="T1" fmla="*/ 87 h 87"/>
                              <a:gd name="T2" fmla="*/ 56 w 90"/>
                              <a:gd name="T3" fmla="*/ 87 h 87"/>
                              <a:gd name="T4" fmla="*/ 67 w 90"/>
                              <a:gd name="T5" fmla="*/ 81 h 87"/>
                              <a:gd name="T6" fmla="*/ 76 w 90"/>
                              <a:gd name="T7" fmla="*/ 76 h 87"/>
                              <a:gd name="T8" fmla="*/ 84 w 90"/>
                              <a:gd name="T9" fmla="*/ 67 h 87"/>
                              <a:gd name="T10" fmla="*/ 87 w 90"/>
                              <a:gd name="T11" fmla="*/ 56 h 87"/>
                              <a:gd name="T12" fmla="*/ 90 w 90"/>
                              <a:gd name="T13" fmla="*/ 45 h 87"/>
                              <a:gd name="T14" fmla="*/ 87 w 90"/>
                              <a:gd name="T15" fmla="*/ 34 h 87"/>
                              <a:gd name="T16" fmla="*/ 84 w 90"/>
                              <a:gd name="T17" fmla="*/ 22 h 87"/>
                              <a:gd name="T18" fmla="*/ 76 w 90"/>
                              <a:gd name="T19" fmla="*/ 14 h 87"/>
                              <a:gd name="T20" fmla="*/ 67 w 90"/>
                              <a:gd name="T21" fmla="*/ 5 h 87"/>
                              <a:gd name="T22" fmla="*/ 56 w 90"/>
                              <a:gd name="T23" fmla="*/ 3 h 87"/>
                              <a:gd name="T24" fmla="*/ 45 w 90"/>
                              <a:gd name="T25" fmla="*/ 0 h 87"/>
                              <a:gd name="T26" fmla="*/ 34 w 90"/>
                              <a:gd name="T27" fmla="*/ 3 h 87"/>
                              <a:gd name="T28" fmla="*/ 23 w 90"/>
                              <a:gd name="T29" fmla="*/ 5 h 87"/>
                              <a:gd name="T30" fmla="*/ 14 w 90"/>
                              <a:gd name="T31" fmla="*/ 14 h 87"/>
                              <a:gd name="T32" fmla="*/ 8 w 90"/>
                              <a:gd name="T33" fmla="*/ 22 h 87"/>
                              <a:gd name="T34" fmla="*/ 3 w 90"/>
                              <a:gd name="T35" fmla="*/ 34 h 87"/>
                              <a:gd name="T36" fmla="*/ 0 w 90"/>
                              <a:gd name="T37" fmla="*/ 45 h 87"/>
                              <a:gd name="T38" fmla="*/ 3 w 90"/>
                              <a:gd name="T39" fmla="*/ 56 h 87"/>
                              <a:gd name="T40" fmla="*/ 8 w 90"/>
                              <a:gd name="T41" fmla="*/ 67 h 87"/>
                              <a:gd name="T42" fmla="*/ 14 w 90"/>
                              <a:gd name="T43" fmla="*/ 76 h 87"/>
                              <a:gd name="T44" fmla="*/ 23 w 90"/>
                              <a:gd name="T45" fmla="*/ 81 h 87"/>
                              <a:gd name="T46" fmla="*/ 34 w 90"/>
                              <a:gd name="T47" fmla="*/ 87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7"/>
                                </a:lnTo>
                                <a:lnTo>
                                  <a:pt x="67" y="81"/>
                                </a:lnTo>
                                <a:lnTo>
                                  <a:pt x="76" y="76"/>
                                </a:lnTo>
                                <a:lnTo>
                                  <a:pt x="84" y="67"/>
                                </a:lnTo>
                                <a:lnTo>
                                  <a:pt x="87" y="56"/>
                                </a:lnTo>
                                <a:lnTo>
                                  <a:pt x="90" y="45"/>
                                </a:lnTo>
                                <a:lnTo>
                                  <a:pt x="87" y="34"/>
                                </a:lnTo>
                                <a:lnTo>
                                  <a:pt x="84" y="22"/>
                                </a:lnTo>
                                <a:lnTo>
                                  <a:pt x="76" y="14"/>
                                </a:lnTo>
                                <a:lnTo>
                                  <a:pt x="67" y="5"/>
                                </a:lnTo>
                                <a:lnTo>
                                  <a:pt x="56" y="3"/>
                                </a:lnTo>
                                <a:lnTo>
                                  <a:pt x="45" y="0"/>
                                </a:lnTo>
                                <a:lnTo>
                                  <a:pt x="34" y="3"/>
                                </a:lnTo>
                                <a:lnTo>
                                  <a:pt x="23" y="5"/>
                                </a:lnTo>
                                <a:lnTo>
                                  <a:pt x="14" y="14"/>
                                </a:lnTo>
                                <a:lnTo>
                                  <a:pt x="8" y="22"/>
                                </a:lnTo>
                                <a:lnTo>
                                  <a:pt x="3" y="34"/>
                                </a:lnTo>
                                <a:lnTo>
                                  <a:pt x="0" y="45"/>
                                </a:lnTo>
                                <a:lnTo>
                                  <a:pt x="3" y="56"/>
                                </a:lnTo>
                                <a:lnTo>
                                  <a:pt x="8" y="67"/>
                                </a:lnTo>
                                <a:lnTo>
                                  <a:pt x="14" y="76"/>
                                </a:lnTo>
                                <a:lnTo>
                                  <a:pt x="23" y="81"/>
                                </a:lnTo>
                                <a:lnTo>
                                  <a:pt x="34" y="87"/>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Line 620"/>
                        <wps:cNvCnPr>
                          <a:cxnSpLocks/>
                        </wps:cNvCnPr>
                        <wps:spPr bwMode="auto">
                          <a:xfrm flipH="1">
                            <a:off x="1567" y="2246"/>
                            <a:ext cx="748"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2" name="Line 621"/>
                        <wps:cNvCnPr>
                          <a:cxnSpLocks/>
                        </wps:cNvCnPr>
                        <wps:spPr bwMode="auto">
                          <a:xfrm flipV="1">
                            <a:off x="2185" y="2249"/>
                            <a:ext cx="127" cy="123"/>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3" name="Line 622"/>
                        <wps:cNvCnPr>
                          <a:cxnSpLocks/>
                        </wps:cNvCnPr>
                        <wps:spPr bwMode="auto">
                          <a:xfrm flipV="1">
                            <a:off x="2118"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4" name="Line 623"/>
                        <wps:cNvCnPr>
                          <a:cxnSpLocks/>
                        </wps:cNvCnPr>
                        <wps:spPr bwMode="auto">
                          <a:xfrm flipV="1">
                            <a:off x="2053" y="2246"/>
                            <a:ext cx="130"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5" name="Line 624"/>
                        <wps:cNvCnPr>
                          <a:cxnSpLocks/>
                        </wps:cNvCnPr>
                        <wps:spPr bwMode="auto">
                          <a:xfrm flipV="1">
                            <a:off x="1992"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6" name="Line 625"/>
                        <wps:cNvCnPr>
                          <a:cxnSpLocks/>
                        </wps:cNvCnPr>
                        <wps:spPr bwMode="auto">
                          <a:xfrm flipV="1">
                            <a:off x="1933"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7" name="Line 626"/>
                        <wps:cNvCnPr>
                          <a:cxnSpLocks/>
                        </wps:cNvCnPr>
                        <wps:spPr bwMode="auto">
                          <a:xfrm flipV="1">
                            <a:off x="1874"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8" name="Line 627"/>
                        <wps:cNvCnPr>
                          <a:cxnSpLocks/>
                        </wps:cNvCnPr>
                        <wps:spPr bwMode="auto">
                          <a:xfrm flipV="1">
                            <a:off x="1812"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29" name="Line 628"/>
                        <wps:cNvCnPr>
                          <a:cxnSpLocks/>
                        </wps:cNvCnPr>
                        <wps:spPr bwMode="auto">
                          <a:xfrm flipV="1">
                            <a:off x="1747"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0" name="Line 629"/>
                        <wps:cNvCnPr>
                          <a:cxnSpLocks/>
                        </wps:cNvCnPr>
                        <wps:spPr bwMode="auto">
                          <a:xfrm flipV="1">
                            <a:off x="1677" y="2246"/>
                            <a:ext cx="129"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1" name="Line 630"/>
                        <wps:cNvCnPr>
                          <a:cxnSpLocks/>
                        </wps:cNvCnPr>
                        <wps:spPr bwMode="auto">
                          <a:xfrm flipV="1">
                            <a:off x="1612" y="2246"/>
                            <a:ext cx="130"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2" name="Line 631"/>
                        <wps:cNvCnPr>
                          <a:cxnSpLocks/>
                        </wps:cNvCnPr>
                        <wps:spPr bwMode="auto">
                          <a:xfrm flipV="1">
                            <a:off x="1551" y="2246"/>
                            <a:ext cx="126" cy="12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3" name="Line 632"/>
                        <wps:cNvCnPr>
                          <a:cxnSpLocks/>
                        </wps:cNvCnPr>
                        <wps:spPr bwMode="auto">
                          <a:xfrm flipV="1">
                            <a:off x="1492" y="2246"/>
                            <a:ext cx="129" cy="12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4" name="Line 633"/>
                        <wps:cNvCnPr>
                          <a:cxnSpLocks/>
                        </wps:cNvCnPr>
                        <wps:spPr bwMode="auto">
                          <a:xfrm flipV="1">
                            <a:off x="1438" y="2246"/>
                            <a:ext cx="127" cy="12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634"/>
                        <wps:cNvSpPr>
                          <a:spLocks/>
                        </wps:cNvSpPr>
                        <wps:spPr bwMode="auto">
                          <a:xfrm>
                            <a:off x="1747" y="796"/>
                            <a:ext cx="87" cy="88"/>
                          </a:xfrm>
                          <a:custGeom>
                            <a:avLst/>
                            <a:gdLst>
                              <a:gd name="T0" fmla="*/ 42 w 87"/>
                              <a:gd name="T1" fmla="*/ 88 h 88"/>
                              <a:gd name="T2" fmla="*/ 56 w 87"/>
                              <a:gd name="T3" fmla="*/ 85 h 88"/>
                              <a:gd name="T4" fmla="*/ 65 w 87"/>
                              <a:gd name="T5" fmla="*/ 82 h 88"/>
                              <a:gd name="T6" fmla="*/ 76 w 87"/>
                              <a:gd name="T7" fmla="*/ 74 h 88"/>
                              <a:gd name="T8" fmla="*/ 82 w 87"/>
                              <a:gd name="T9" fmla="*/ 65 h 88"/>
                              <a:gd name="T10" fmla="*/ 87 w 87"/>
                              <a:gd name="T11" fmla="*/ 54 h 88"/>
                              <a:gd name="T12" fmla="*/ 87 w 87"/>
                              <a:gd name="T13" fmla="*/ 43 h 88"/>
                              <a:gd name="T14" fmla="*/ 87 w 87"/>
                              <a:gd name="T15" fmla="*/ 31 h 88"/>
                              <a:gd name="T16" fmla="*/ 82 w 87"/>
                              <a:gd name="T17" fmla="*/ 20 h 88"/>
                              <a:gd name="T18" fmla="*/ 76 w 87"/>
                              <a:gd name="T19" fmla="*/ 12 h 88"/>
                              <a:gd name="T20" fmla="*/ 65 w 87"/>
                              <a:gd name="T21" fmla="*/ 6 h 88"/>
                              <a:gd name="T22" fmla="*/ 56 w 87"/>
                              <a:gd name="T23" fmla="*/ 0 h 88"/>
                              <a:gd name="T24" fmla="*/ 42 w 87"/>
                              <a:gd name="T25" fmla="*/ 0 h 88"/>
                              <a:gd name="T26" fmla="*/ 31 w 87"/>
                              <a:gd name="T27" fmla="*/ 0 h 88"/>
                              <a:gd name="T28" fmla="*/ 20 w 87"/>
                              <a:gd name="T29" fmla="*/ 6 h 88"/>
                              <a:gd name="T30" fmla="*/ 11 w 87"/>
                              <a:gd name="T31" fmla="*/ 12 h 88"/>
                              <a:gd name="T32" fmla="*/ 6 w 87"/>
                              <a:gd name="T33" fmla="*/ 20 h 88"/>
                              <a:gd name="T34" fmla="*/ 0 w 87"/>
                              <a:gd name="T35" fmla="*/ 31 h 88"/>
                              <a:gd name="T36" fmla="*/ 0 w 87"/>
                              <a:gd name="T37" fmla="*/ 43 h 88"/>
                              <a:gd name="T38" fmla="*/ 0 w 87"/>
                              <a:gd name="T39" fmla="*/ 54 h 88"/>
                              <a:gd name="T40" fmla="*/ 6 w 87"/>
                              <a:gd name="T41" fmla="*/ 65 h 88"/>
                              <a:gd name="T42" fmla="*/ 11 w 87"/>
                              <a:gd name="T43" fmla="*/ 74 h 88"/>
                              <a:gd name="T44" fmla="*/ 20 w 87"/>
                              <a:gd name="T45" fmla="*/ 82 h 88"/>
                              <a:gd name="T46" fmla="*/ 31 w 87"/>
                              <a:gd name="T47" fmla="*/ 85 h 88"/>
                              <a:gd name="T48" fmla="*/ 42 w 87"/>
                              <a:gd name="T49" fmla="*/ 88 h 88"/>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87" h="88">
                                <a:moveTo>
                                  <a:pt x="42" y="88"/>
                                </a:moveTo>
                                <a:lnTo>
                                  <a:pt x="56" y="85"/>
                                </a:lnTo>
                                <a:lnTo>
                                  <a:pt x="65" y="82"/>
                                </a:lnTo>
                                <a:lnTo>
                                  <a:pt x="76" y="74"/>
                                </a:lnTo>
                                <a:lnTo>
                                  <a:pt x="82" y="65"/>
                                </a:lnTo>
                                <a:lnTo>
                                  <a:pt x="87" y="54"/>
                                </a:lnTo>
                                <a:lnTo>
                                  <a:pt x="87" y="43"/>
                                </a:lnTo>
                                <a:lnTo>
                                  <a:pt x="87" y="31"/>
                                </a:lnTo>
                                <a:lnTo>
                                  <a:pt x="82" y="20"/>
                                </a:lnTo>
                                <a:lnTo>
                                  <a:pt x="76" y="12"/>
                                </a:lnTo>
                                <a:lnTo>
                                  <a:pt x="65" y="6"/>
                                </a:lnTo>
                                <a:lnTo>
                                  <a:pt x="56" y="0"/>
                                </a:lnTo>
                                <a:lnTo>
                                  <a:pt x="42" y="0"/>
                                </a:lnTo>
                                <a:lnTo>
                                  <a:pt x="31" y="0"/>
                                </a:lnTo>
                                <a:lnTo>
                                  <a:pt x="20" y="6"/>
                                </a:lnTo>
                                <a:lnTo>
                                  <a:pt x="11" y="12"/>
                                </a:lnTo>
                                <a:lnTo>
                                  <a:pt x="6" y="20"/>
                                </a:lnTo>
                                <a:lnTo>
                                  <a:pt x="0" y="31"/>
                                </a:lnTo>
                                <a:lnTo>
                                  <a:pt x="0" y="43"/>
                                </a:lnTo>
                                <a:lnTo>
                                  <a:pt x="0" y="54"/>
                                </a:lnTo>
                                <a:lnTo>
                                  <a:pt x="6" y="65"/>
                                </a:lnTo>
                                <a:lnTo>
                                  <a:pt x="11" y="74"/>
                                </a:lnTo>
                                <a:lnTo>
                                  <a:pt x="20" y="82"/>
                                </a:lnTo>
                                <a:lnTo>
                                  <a:pt x="31" y="85"/>
                                </a:lnTo>
                                <a:lnTo>
                                  <a:pt x="42" y="8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635"/>
                        <wps:cNvCnPr>
                          <a:cxnSpLocks/>
                        </wps:cNvCnPr>
                        <wps:spPr bwMode="auto">
                          <a:xfrm>
                            <a:off x="1497" y="504"/>
                            <a:ext cx="747"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7" name="Line 636"/>
                        <wps:cNvCnPr>
                          <a:cxnSpLocks/>
                        </wps:cNvCnPr>
                        <wps:spPr bwMode="auto">
                          <a:xfrm flipH="1">
                            <a:off x="1500"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8" name="Line 637"/>
                        <wps:cNvCnPr>
                          <a:cxnSpLocks/>
                        </wps:cNvCnPr>
                        <wps:spPr bwMode="auto">
                          <a:xfrm flipH="1">
                            <a:off x="1565"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39" name="Line 638"/>
                        <wps:cNvCnPr>
                          <a:cxnSpLocks/>
                        </wps:cNvCnPr>
                        <wps:spPr bwMode="auto">
                          <a:xfrm flipH="1">
                            <a:off x="1629"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0" name="Line 639"/>
                        <wps:cNvCnPr>
                          <a:cxnSpLocks/>
                        </wps:cNvCnPr>
                        <wps:spPr bwMode="auto">
                          <a:xfrm flipH="1">
                            <a:off x="1691"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1" name="Line 640"/>
                        <wps:cNvCnPr>
                          <a:cxnSpLocks/>
                        </wps:cNvCnPr>
                        <wps:spPr bwMode="auto">
                          <a:xfrm flipH="1">
                            <a:off x="1750"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2" name="Line 641"/>
                        <wps:cNvCnPr>
                          <a:cxnSpLocks/>
                        </wps:cNvCnPr>
                        <wps:spPr bwMode="auto">
                          <a:xfrm flipH="1">
                            <a:off x="1809"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3" name="Line 642"/>
                        <wps:cNvCnPr>
                          <a:cxnSpLocks/>
                        </wps:cNvCnPr>
                        <wps:spPr bwMode="auto">
                          <a:xfrm flipH="1">
                            <a:off x="1871"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4" name="Line 643"/>
                        <wps:cNvCnPr>
                          <a:cxnSpLocks/>
                        </wps:cNvCnPr>
                        <wps:spPr bwMode="auto">
                          <a:xfrm flipH="1">
                            <a:off x="1935" y="377"/>
                            <a:ext cx="130"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5" name="Line 644"/>
                        <wps:cNvCnPr>
                          <a:cxnSpLocks/>
                        </wps:cNvCnPr>
                        <wps:spPr bwMode="auto">
                          <a:xfrm flipH="1">
                            <a:off x="2006"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6" name="Line 645"/>
                        <wps:cNvCnPr>
                          <a:cxnSpLocks/>
                        </wps:cNvCnPr>
                        <wps:spPr bwMode="auto">
                          <a:xfrm flipH="1">
                            <a:off x="2070"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7" name="Line 646"/>
                        <wps:cNvCnPr>
                          <a:cxnSpLocks/>
                        </wps:cNvCnPr>
                        <wps:spPr bwMode="auto">
                          <a:xfrm flipH="1">
                            <a:off x="2135" y="377"/>
                            <a:ext cx="126"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8" name="Line 647"/>
                        <wps:cNvCnPr>
                          <a:cxnSpLocks/>
                        </wps:cNvCnPr>
                        <wps:spPr bwMode="auto">
                          <a:xfrm flipH="1">
                            <a:off x="2191" y="377"/>
                            <a:ext cx="129"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49" name="Line 648"/>
                        <wps:cNvCnPr>
                          <a:cxnSpLocks/>
                        </wps:cNvCnPr>
                        <wps:spPr bwMode="auto">
                          <a:xfrm flipH="1">
                            <a:off x="2247" y="377"/>
                            <a:ext cx="127"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649"/>
                        <wps:cNvSpPr>
                          <a:spLocks/>
                        </wps:cNvSpPr>
                        <wps:spPr bwMode="auto">
                          <a:xfrm>
                            <a:off x="1747" y="591"/>
                            <a:ext cx="90" cy="87"/>
                          </a:xfrm>
                          <a:custGeom>
                            <a:avLst/>
                            <a:gdLst>
                              <a:gd name="T0" fmla="*/ 45 w 90"/>
                              <a:gd name="T1" fmla="*/ 87 h 87"/>
                              <a:gd name="T2" fmla="*/ 56 w 90"/>
                              <a:gd name="T3" fmla="*/ 87 h 87"/>
                              <a:gd name="T4" fmla="*/ 68 w 90"/>
                              <a:gd name="T5" fmla="*/ 82 h 87"/>
                              <a:gd name="T6" fmla="*/ 76 w 90"/>
                              <a:gd name="T7" fmla="*/ 76 h 87"/>
                              <a:gd name="T8" fmla="*/ 84 w 90"/>
                              <a:gd name="T9" fmla="*/ 68 h 87"/>
                              <a:gd name="T10" fmla="*/ 87 w 90"/>
                              <a:gd name="T11" fmla="*/ 56 h 87"/>
                              <a:gd name="T12" fmla="*/ 90 w 90"/>
                              <a:gd name="T13" fmla="*/ 45 h 87"/>
                              <a:gd name="T14" fmla="*/ 87 w 90"/>
                              <a:gd name="T15" fmla="*/ 34 h 87"/>
                              <a:gd name="T16" fmla="*/ 84 w 90"/>
                              <a:gd name="T17" fmla="*/ 23 h 87"/>
                              <a:gd name="T18" fmla="*/ 76 w 90"/>
                              <a:gd name="T19" fmla="*/ 14 h 87"/>
                              <a:gd name="T20" fmla="*/ 68 w 90"/>
                              <a:gd name="T21" fmla="*/ 6 h 87"/>
                              <a:gd name="T22" fmla="*/ 56 w 90"/>
                              <a:gd name="T23" fmla="*/ 3 h 87"/>
                              <a:gd name="T24" fmla="*/ 45 w 90"/>
                              <a:gd name="T25" fmla="*/ 0 h 87"/>
                              <a:gd name="T26" fmla="*/ 34 w 90"/>
                              <a:gd name="T27" fmla="*/ 3 h 87"/>
                              <a:gd name="T28" fmla="*/ 23 w 90"/>
                              <a:gd name="T29" fmla="*/ 6 h 87"/>
                              <a:gd name="T30" fmla="*/ 14 w 90"/>
                              <a:gd name="T31" fmla="*/ 14 h 87"/>
                              <a:gd name="T32" fmla="*/ 9 w 90"/>
                              <a:gd name="T33" fmla="*/ 23 h 87"/>
                              <a:gd name="T34" fmla="*/ 3 w 90"/>
                              <a:gd name="T35" fmla="*/ 34 h 87"/>
                              <a:gd name="T36" fmla="*/ 0 w 90"/>
                              <a:gd name="T37" fmla="*/ 45 h 87"/>
                              <a:gd name="T38" fmla="*/ 3 w 90"/>
                              <a:gd name="T39" fmla="*/ 56 h 87"/>
                              <a:gd name="T40" fmla="*/ 9 w 90"/>
                              <a:gd name="T41" fmla="*/ 68 h 87"/>
                              <a:gd name="T42" fmla="*/ 14 w 90"/>
                              <a:gd name="T43" fmla="*/ 76 h 87"/>
                              <a:gd name="T44" fmla="*/ 23 w 90"/>
                              <a:gd name="T45" fmla="*/ 82 h 87"/>
                              <a:gd name="T46" fmla="*/ 34 w 90"/>
                              <a:gd name="T47" fmla="*/ 87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7"/>
                                </a:lnTo>
                                <a:lnTo>
                                  <a:pt x="68" y="82"/>
                                </a:lnTo>
                                <a:lnTo>
                                  <a:pt x="76" y="76"/>
                                </a:lnTo>
                                <a:lnTo>
                                  <a:pt x="84" y="68"/>
                                </a:lnTo>
                                <a:lnTo>
                                  <a:pt x="87" y="56"/>
                                </a:lnTo>
                                <a:lnTo>
                                  <a:pt x="90" y="45"/>
                                </a:lnTo>
                                <a:lnTo>
                                  <a:pt x="87" y="34"/>
                                </a:lnTo>
                                <a:lnTo>
                                  <a:pt x="84" y="23"/>
                                </a:lnTo>
                                <a:lnTo>
                                  <a:pt x="76" y="14"/>
                                </a:lnTo>
                                <a:lnTo>
                                  <a:pt x="68" y="6"/>
                                </a:lnTo>
                                <a:lnTo>
                                  <a:pt x="56" y="3"/>
                                </a:lnTo>
                                <a:lnTo>
                                  <a:pt x="45" y="0"/>
                                </a:lnTo>
                                <a:lnTo>
                                  <a:pt x="34" y="3"/>
                                </a:lnTo>
                                <a:lnTo>
                                  <a:pt x="23" y="6"/>
                                </a:lnTo>
                                <a:lnTo>
                                  <a:pt x="14" y="14"/>
                                </a:lnTo>
                                <a:lnTo>
                                  <a:pt x="9" y="23"/>
                                </a:lnTo>
                                <a:lnTo>
                                  <a:pt x="3" y="34"/>
                                </a:lnTo>
                                <a:lnTo>
                                  <a:pt x="0" y="45"/>
                                </a:lnTo>
                                <a:lnTo>
                                  <a:pt x="3" y="56"/>
                                </a:lnTo>
                                <a:lnTo>
                                  <a:pt x="9" y="68"/>
                                </a:lnTo>
                                <a:lnTo>
                                  <a:pt x="14" y="76"/>
                                </a:lnTo>
                                <a:lnTo>
                                  <a:pt x="23" y="82"/>
                                </a:lnTo>
                                <a:lnTo>
                                  <a:pt x="34" y="87"/>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650"/>
                        <wps:cNvSpPr>
                          <a:spLocks/>
                        </wps:cNvSpPr>
                        <wps:spPr bwMode="auto">
                          <a:xfrm>
                            <a:off x="1747" y="692"/>
                            <a:ext cx="87" cy="90"/>
                          </a:xfrm>
                          <a:custGeom>
                            <a:avLst/>
                            <a:gdLst>
                              <a:gd name="T0" fmla="*/ 42 w 87"/>
                              <a:gd name="T1" fmla="*/ 90 h 90"/>
                              <a:gd name="T2" fmla="*/ 56 w 87"/>
                              <a:gd name="T3" fmla="*/ 88 h 90"/>
                              <a:gd name="T4" fmla="*/ 65 w 87"/>
                              <a:gd name="T5" fmla="*/ 82 h 90"/>
                              <a:gd name="T6" fmla="*/ 76 w 87"/>
                              <a:gd name="T7" fmla="*/ 76 h 90"/>
                              <a:gd name="T8" fmla="*/ 82 w 87"/>
                              <a:gd name="T9" fmla="*/ 68 h 90"/>
                              <a:gd name="T10" fmla="*/ 87 w 87"/>
                              <a:gd name="T11" fmla="*/ 57 h 90"/>
                              <a:gd name="T12" fmla="*/ 87 w 87"/>
                              <a:gd name="T13" fmla="*/ 45 h 90"/>
                              <a:gd name="T14" fmla="*/ 87 w 87"/>
                              <a:gd name="T15" fmla="*/ 34 h 90"/>
                              <a:gd name="T16" fmla="*/ 82 w 87"/>
                              <a:gd name="T17" fmla="*/ 23 h 90"/>
                              <a:gd name="T18" fmla="*/ 76 w 87"/>
                              <a:gd name="T19" fmla="*/ 14 h 90"/>
                              <a:gd name="T20" fmla="*/ 65 w 87"/>
                              <a:gd name="T21" fmla="*/ 9 h 90"/>
                              <a:gd name="T22" fmla="*/ 56 w 87"/>
                              <a:gd name="T23" fmla="*/ 3 h 90"/>
                              <a:gd name="T24" fmla="*/ 42 w 87"/>
                              <a:gd name="T25" fmla="*/ 0 h 90"/>
                              <a:gd name="T26" fmla="*/ 31 w 87"/>
                              <a:gd name="T27" fmla="*/ 3 h 90"/>
                              <a:gd name="T28" fmla="*/ 20 w 87"/>
                              <a:gd name="T29" fmla="*/ 9 h 90"/>
                              <a:gd name="T30" fmla="*/ 11 w 87"/>
                              <a:gd name="T31" fmla="*/ 14 h 90"/>
                              <a:gd name="T32" fmla="*/ 6 w 87"/>
                              <a:gd name="T33" fmla="*/ 23 h 90"/>
                              <a:gd name="T34" fmla="*/ 0 w 87"/>
                              <a:gd name="T35" fmla="*/ 34 h 90"/>
                              <a:gd name="T36" fmla="*/ 0 w 87"/>
                              <a:gd name="T37" fmla="*/ 45 h 90"/>
                              <a:gd name="T38" fmla="*/ 0 w 87"/>
                              <a:gd name="T39" fmla="*/ 57 h 90"/>
                              <a:gd name="T40" fmla="*/ 6 w 87"/>
                              <a:gd name="T41" fmla="*/ 68 h 90"/>
                              <a:gd name="T42" fmla="*/ 11 w 87"/>
                              <a:gd name="T43" fmla="*/ 76 h 90"/>
                              <a:gd name="T44" fmla="*/ 20 w 87"/>
                              <a:gd name="T45" fmla="*/ 82 h 90"/>
                              <a:gd name="T46" fmla="*/ 31 w 87"/>
                              <a:gd name="T47" fmla="*/ 88 h 90"/>
                              <a:gd name="T48" fmla="*/ 42 w 87"/>
                              <a:gd name="T49" fmla="*/ 90 h 90"/>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87" h="90">
                                <a:moveTo>
                                  <a:pt x="42" y="90"/>
                                </a:moveTo>
                                <a:lnTo>
                                  <a:pt x="56" y="88"/>
                                </a:lnTo>
                                <a:lnTo>
                                  <a:pt x="65" y="82"/>
                                </a:lnTo>
                                <a:lnTo>
                                  <a:pt x="76" y="76"/>
                                </a:lnTo>
                                <a:lnTo>
                                  <a:pt x="82" y="68"/>
                                </a:lnTo>
                                <a:lnTo>
                                  <a:pt x="87" y="57"/>
                                </a:lnTo>
                                <a:lnTo>
                                  <a:pt x="87" y="45"/>
                                </a:lnTo>
                                <a:lnTo>
                                  <a:pt x="87" y="34"/>
                                </a:lnTo>
                                <a:lnTo>
                                  <a:pt x="82" y="23"/>
                                </a:lnTo>
                                <a:lnTo>
                                  <a:pt x="76" y="14"/>
                                </a:lnTo>
                                <a:lnTo>
                                  <a:pt x="65" y="9"/>
                                </a:lnTo>
                                <a:lnTo>
                                  <a:pt x="56" y="3"/>
                                </a:lnTo>
                                <a:lnTo>
                                  <a:pt x="42" y="0"/>
                                </a:lnTo>
                                <a:lnTo>
                                  <a:pt x="31" y="3"/>
                                </a:lnTo>
                                <a:lnTo>
                                  <a:pt x="20" y="9"/>
                                </a:lnTo>
                                <a:lnTo>
                                  <a:pt x="11" y="14"/>
                                </a:lnTo>
                                <a:lnTo>
                                  <a:pt x="6" y="23"/>
                                </a:lnTo>
                                <a:lnTo>
                                  <a:pt x="0" y="34"/>
                                </a:lnTo>
                                <a:lnTo>
                                  <a:pt x="0" y="45"/>
                                </a:lnTo>
                                <a:lnTo>
                                  <a:pt x="0" y="57"/>
                                </a:lnTo>
                                <a:lnTo>
                                  <a:pt x="6" y="68"/>
                                </a:lnTo>
                                <a:lnTo>
                                  <a:pt x="11" y="76"/>
                                </a:lnTo>
                                <a:lnTo>
                                  <a:pt x="20" y="82"/>
                                </a:lnTo>
                                <a:lnTo>
                                  <a:pt x="31" y="88"/>
                                </a:lnTo>
                                <a:lnTo>
                                  <a:pt x="42" y="9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651"/>
                        <wps:cNvSpPr>
                          <a:spLocks/>
                        </wps:cNvSpPr>
                        <wps:spPr bwMode="auto">
                          <a:xfrm>
                            <a:off x="1747" y="898"/>
                            <a:ext cx="90" cy="87"/>
                          </a:xfrm>
                          <a:custGeom>
                            <a:avLst/>
                            <a:gdLst>
                              <a:gd name="T0" fmla="*/ 45 w 90"/>
                              <a:gd name="T1" fmla="*/ 87 h 87"/>
                              <a:gd name="T2" fmla="*/ 56 w 90"/>
                              <a:gd name="T3" fmla="*/ 84 h 87"/>
                              <a:gd name="T4" fmla="*/ 68 w 90"/>
                              <a:gd name="T5" fmla="*/ 81 h 87"/>
                              <a:gd name="T6" fmla="*/ 76 w 90"/>
                              <a:gd name="T7" fmla="*/ 73 h 87"/>
                              <a:gd name="T8" fmla="*/ 84 w 90"/>
                              <a:gd name="T9" fmla="*/ 64 h 87"/>
                              <a:gd name="T10" fmla="*/ 87 w 90"/>
                              <a:gd name="T11" fmla="*/ 56 h 87"/>
                              <a:gd name="T12" fmla="*/ 90 w 90"/>
                              <a:gd name="T13" fmla="*/ 42 h 87"/>
                              <a:gd name="T14" fmla="*/ 87 w 90"/>
                              <a:gd name="T15" fmla="*/ 31 h 87"/>
                              <a:gd name="T16" fmla="*/ 84 w 90"/>
                              <a:gd name="T17" fmla="*/ 22 h 87"/>
                              <a:gd name="T18" fmla="*/ 76 w 90"/>
                              <a:gd name="T19" fmla="*/ 11 h 87"/>
                              <a:gd name="T20" fmla="*/ 68 w 90"/>
                              <a:gd name="T21" fmla="*/ 5 h 87"/>
                              <a:gd name="T22" fmla="*/ 56 w 90"/>
                              <a:gd name="T23" fmla="*/ 0 h 87"/>
                              <a:gd name="T24" fmla="*/ 45 w 90"/>
                              <a:gd name="T25" fmla="*/ 0 h 87"/>
                              <a:gd name="T26" fmla="*/ 34 w 90"/>
                              <a:gd name="T27" fmla="*/ 0 h 87"/>
                              <a:gd name="T28" fmla="*/ 23 w 90"/>
                              <a:gd name="T29" fmla="*/ 5 h 87"/>
                              <a:gd name="T30" fmla="*/ 14 w 90"/>
                              <a:gd name="T31" fmla="*/ 11 h 87"/>
                              <a:gd name="T32" fmla="*/ 9 w 90"/>
                              <a:gd name="T33" fmla="*/ 22 h 87"/>
                              <a:gd name="T34" fmla="*/ 3 w 90"/>
                              <a:gd name="T35" fmla="*/ 31 h 87"/>
                              <a:gd name="T36" fmla="*/ 0 w 90"/>
                              <a:gd name="T37" fmla="*/ 42 h 87"/>
                              <a:gd name="T38" fmla="*/ 3 w 90"/>
                              <a:gd name="T39" fmla="*/ 56 h 87"/>
                              <a:gd name="T40" fmla="*/ 9 w 90"/>
                              <a:gd name="T41" fmla="*/ 64 h 87"/>
                              <a:gd name="T42" fmla="*/ 14 w 90"/>
                              <a:gd name="T43" fmla="*/ 73 h 87"/>
                              <a:gd name="T44" fmla="*/ 23 w 90"/>
                              <a:gd name="T45" fmla="*/ 81 h 87"/>
                              <a:gd name="T46" fmla="*/ 34 w 90"/>
                              <a:gd name="T47" fmla="*/ 84 h 87"/>
                              <a:gd name="T48" fmla="*/ 45 w 90"/>
                              <a:gd name="T49" fmla="*/ 87 h 8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87">
                                <a:moveTo>
                                  <a:pt x="45" y="87"/>
                                </a:moveTo>
                                <a:lnTo>
                                  <a:pt x="56" y="84"/>
                                </a:lnTo>
                                <a:lnTo>
                                  <a:pt x="68" y="81"/>
                                </a:lnTo>
                                <a:lnTo>
                                  <a:pt x="76" y="73"/>
                                </a:lnTo>
                                <a:lnTo>
                                  <a:pt x="84" y="64"/>
                                </a:lnTo>
                                <a:lnTo>
                                  <a:pt x="87" y="56"/>
                                </a:lnTo>
                                <a:lnTo>
                                  <a:pt x="90" y="42"/>
                                </a:lnTo>
                                <a:lnTo>
                                  <a:pt x="87" y="31"/>
                                </a:lnTo>
                                <a:lnTo>
                                  <a:pt x="84" y="22"/>
                                </a:lnTo>
                                <a:lnTo>
                                  <a:pt x="76" y="11"/>
                                </a:lnTo>
                                <a:lnTo>
                                  <a:pt x="68" y="5"/>
                                </a:lnTo>
                                <a:lnTo>
                                  <a:pt x="56" y="0"/>
                                </a:lnTo>
                                <a:lnTo>
                                  <a:pt x="45" y="0"/>
                                </a:lnTo>
                                <a:lnTo>
                                  <a:pt x="34" y="0"/>
                                </a:lnTo>
                                <a:lnTo>
                                  <a:pt x="23" y="5"/>
                                </a:lnTo>
                                <a:lnTo>
                                  <a:pt x="14" y="11"/>
                                </a:lnTo>
                                <a:lnTo>
                                  <a:pt x="9" y="22"/>
                                </a:lnTo>
                                <a:lnTo>
                                  <a:pt x="3" y="31"/>
                                </a:lnTo>
                                <a:lnTo>
                                  <a:pt x="0" y="42"/>
                                </a:lnTo>
                                <a:lnTo>
                                  <a:pt x="3" y="56"/>
                                </a:lnTo>
                                <a:lnTo>
                                  <a:pt x="9" y="64"/>
                                </a:lnTo>
                                <a:lnTo>
                                  <a:pt x="14" y="73"/>
                                </a:lnTo>
                                <a:lnTo>
                                  <a:pt x="23" y="81"/>
                                </a:lnTo>
                                <a:lnTo>
                                  <a:pt x="34" y="84"/>
                                </a:lnTo>
                                <a:lnTo>
                                  <a:pt x="45"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652"/>
                        <wps:cNvSpPr>
                          <a:spLocks/>
                        </wps:cNvSpPr>
                        <wps:spPr bwMode="auto">
                          <a:xfrm>
                            <a:off x="1806" y="521"/>
                            <a:ext cx="174" cy="582"/>
                          </a:xfrm>
                          <a:prstGeom prst="rect">
                            <a:avLst/>
                          </a:prstGeom>
                          <a:solidFill>
                            <a:srgbClr val="E0E0E0"/>
                          </a:solidFill>
                          <a:ln w="0">
                            <a:solidFill>
                              <a:srgbClr val="E0E0E0"/>
                            </a:solidFill>
                            <a:miter lim="800000"/>
                            <a:headEnd/>
                            <a:tailEnd/>
                          </a:ln>
                        </wps:spPr>
                        <wps:bodyPr rot="0" vert="horz" wrap="square" lIns="91440" tIns="45720" rIns="91440" bIns="45720" anchor="t" anchorCtr="0" upright="1">
                          <a:noAutofit/>
                        </wps:bodyPr>
                      </wps:wsp>
                      <wps:wsp>
                        <wps:cNvPr id="54" name="Freeform 653"/>
                        <wps:cNvSpPr>
                          <a:spLocks/>
                        </wps:cNvSpPr>
                        <wps:spPr bwMode="auto">
                          <a:xfrm>
                            <a:off x="1921" y="715"/>
                            <a:ext cx="124" cy="84"/>
                          </a:xfrm>
                          <a:custGeom>
                            <a:avLst/>
                            <a:gdLst>
                              <a:gd name="T0" fmla="*/ 0 w 124"/>
                              <a:gd name="T1" fmla="*/ 84 h 84"/>
                              <a:gd name="T2" fmla="*/ 0 w 124"/>
                              <a:gd name="T3" fmla="*/ 0 h 84"/>
                              <a:gd name="T4" fmla="*/ 124 w 124"/>
                              <a:gd name="T5" fmla="*/ 0 h 84"/>
                              <a:gd name="T6" fmla="*/ 124 w 124"/>
                              <a:gd name="T7" fmla="*/ 84 h 8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4" h="84">
                                <a:moveTo>
                                  <a:pt x="0" y="84"/>
                                </a:moveTo>
                                <a:lnTo>
                                  <a:pt x="0" y="0"/>
                                </a:lnTo>
                                <a:lnTo>
                                  <a:pt x="124" y="0"/>
                                </a:lnTo>
                                <a:lnTo>
                                  <a:pt x="124" y="8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654"/>
                        <wps:cNvSpPr>
                          <a:spLocks/>
                        </wps:cNvSpPr>
                        <wps:spPr bwMode="auto">
                          <a:xfrm>
                            <a:off x="1938" y="740"/>
                            <a:ext cx="87" cy="54"/>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Line 655"/>
                        <wps:cNvCnPr>
                          <a:cxnSpLocks/>
                        </wps:cNvCnPr>
                        <wps:spPr bwMode="auto">
                          <a:xfrm>
                            <a:off x="1056" y="1897"/>
                            <a:ext cx="1" cy="18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7" name="Freeform 656"/>
                        <wps:cNvSpPr>
                          <a:spLocks/>
                        </wps:cNvSpPr>
                        <wps:spPr bwMode="auto">
                          <a:xfrm>
                            <a:off x="1022" y="1888"/>
                            <a:ext cx="65" cy="48"/>
                          </a:xfrm>
                          <a:custGeom>
                            <a:avLst/>
                            <a:gdLst>
                              <a:gd name="T0" fmla="*/ 0 w 65"/>
                              <a:gd name="T1" fmla="*/ 48 h 48"/>
                              <a:gd name="T2" fmla="*/ 34 w 65"/>
                              <a:gd name="T3" fmla="*/ 0 h 48"/>
                              <a:gd name="T4" fmla="*/ 65 w 65"/>
                              <a:gd name="T5" fmla="*/ 48 h 48"/>
                              <a:gd name="T6" fmla="*/ 0 60000 65536"/>
                              <a:gd name="T7" fmla="*/ 0 60000 65536"/>
                              <a:gd name="T8" fmla="*/ 0 60000 65536"/>
                            </a:gdLst>
                            <a:ahLst/>
                            <a:cxnLst>
                              <a:cxn ang="T6">
                                <a:pos x="T0" y="T1"/>
                              </a:cxn>
                              <a:cxn ang="T7">
                                <a:pos x="T2" y="T3"/>
                              </a:cxn>
                              <a:cxn ang="T8">
                                <a:pos x="T4" y="T5"/>
                              </a:cxn>
                            </a:cxnLst>
                            <a:rect l="0" t="0" r="r" b="b"/>
                            <a:pathLst>
                              <a:path w="65" h="48">
                                <a:moveTo>
                                  <a:pt x="0" y="48"/>
                                </a:moveTo>
                                <a:lnTo>
                                  <a:pt x="34" y="0"/>
                                </a:lnTo>
                                <a:lnTo>
                                  <a:pt x="65" y="4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Line 657"/>
                        <wps:cNvCnPr>
                          <a:cxnSpLocks/>
                        </wps:cNvCnPr>
                        <wps:spPr bwMode="auto">
                          <a:xfrm flipH="1" flipV="1">
                            <a:off x="1053" y="599"/>
                            <a:ext cx="3" cy="178"/>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59" name="Freeform 658"/>
                        <wps:cNvSpPr>
                          <a:spLocks/>
                        </wps:cNvSpPr>
                        <wps:spPr bwMode="auto">
                          <a:xfrm>
                            <a:off x="1022" y="737"/>
                            <a:ext cx="65" cy="51"/>
                          </a:xfrm>
                          <a:custGeom>
                            <a:avLst/>
                            <a:gdLst>
                              <a:gd name="T0" fmla="*/ 65 w 65"/>
                              <a:gd name="T1" fmla="*/ 0 h 51"/>
                              <a:gd name="T2" fmla="*/ 34 w 65"/>
                              <a:gd name="T3" fmla="*/ 51 h 51"/>
                              <a:gd name="T4" fmla="*/ 0 w 65"/>
                              <a:gd name="T5" fmla="*/ 0 h 51"/>
                              <a:gd name="T6" fmla="*/ 0 60000 65536"/>
                              <a:gd name="T7" fmla="*/ 0 60000 65536"/>
                              <a:gd name="T8" fmla="*/ 0 60000 65536"/>
                            </a:gdLst>
                            <a:ahLst/>
                            <a:cxnLst>
                              <a:cxn ang="T6">
                                <a:pos x="T0" y="T1"/>
                              </a:cxn>
                              <a:cxn ang="T7">
                                <a:pos x="T2" y="T3"/>
                              </a:cxn>
                              <a:cxn ang="T8">
                                <a:pos x="T4" y="T5"/>
                              </a:cxn>
                            </a:cxnLst>
                            <a:rect l="0" t="0" r="r" b="b"/>
                            <a:pathLst>
                              <a:path w="65" h="51">
                                <a:moveTo>
                                  <a:pt x="65" y="0"/>
                                </a:moveTo>
                                <a:lnTo>
                                  <a:pt x="34" y="51"/>
                                </a:lnTo>
                                <a:lnTo>
                                  <a:pt x="0" y="0"/>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Line 659"/>
                        <wps:cNvCnPr>
                          <a:cxnSpLocks/>
                        </wps:cNvCnPr>
                        <wps:spPr bwMode="auto">
                          <a:xfrm flipH="1" flipV="1">
                            <a:off x="421" y="850"/>
                            <a:ext cx="130" cy="12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1" name="Freeform 660"/>
                        <wps:cNvSpPr>
                          <a:spLocks/>
                        </wps:cNvSpPr>
                        <wps:spPr bwMode="auto">
                          <a:xfrm>
                            <a:off x="500" y="926"/>
                            <a:ext cx="59" cy="56"/>
                          </a:xfrm>
                          <a:custGeom>
                            <a:avLst/>
                            <a:gdLst>
                              <a:gd name="T0" fmla="*/ 45 w 59"/>
                              <a:gd name="T1" fmla="*/ 0 h 56"/>
                              <a:gd name="T2" fmla="*/ 59 w 59"/>
                              <a:gd name="T3" fmla="*/ 56 h 56"/>
                              <a:gd name="T4" fmla="*/ 0 w 59"/>
                              <a:gd name="T5" fmla="*/ 45 h 56"/>
                              <a:gd name="T6" fmla="*/ 0 60000 65536"/>
                              <a:gd name="T7" fmla="*/ 0 60000 65536"/>
                              <a:gd name="T8" fmla="*/ 0 60000 65536"/>
                            </a:gdLst>
                            <a:ahLst/>
                            <a:cxnLst>
                              <a:cxn ang="T6">
                                <a:pos x="T0" y="T1"/>
                              </a:cxn>
                              <a:cxn ang="T7">
                                <a:pos x="T2" y="T3"/>
                              </a:cxn>
                              <a:cxn ang="T8">
                                <a:pos x="T4" y="T5"/>
                              </a:cxn>
                            </a:cxnLst>
                            <a:rect l="0" t="0" r="r" b="b"/>
                            <a:pathLst>
                              <a:path w="59" h="56">
                                <a:moveTo>
                                  <a:pt x="45" y="0"/>
                                </a:moveTo>
                                <a:lnTo>
                                  <a:pt x="59" y="56"/>
                                </a:lnTo>
                                <a:lnTo>
                                  <a:pt x="0" y="45"/>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Line 661"/>
                        <wps:cNvCnPr>
                          <a:cxnSpLocks/>
                        </wps:cNvCnPr>
                        <wps:spPr bwMode="auto">
                          <a:xfrm flipH="1">
                            <a:off x="281" y="1365"/>
                            <a:ext cx="191" cy="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3" name="Freeform 662"/>
                        <wps:cNvSpPr>
                          <a:spLocks/>
                        </wps:cNvSpPr>
                        <wps:spPr bwMode="auto">
                          <a:xfrm>
                            <a:off x="421" y="1331"/>
                            <a:ext cx="51" cy="65"/>
                          </a:xfrm>
                          <a:custGeom>
                            <a:avLst/>
                            <a:gdLst>
                              <a:gd name="T0" fmla="*/ 3 w 51"/>
                              <a:gd name="T1" fmla="*/ 0 h 65"/>
                              <a:gd name="T2" fmla="*/ 51 w 51"/>
                              <a:gd name="T3" fmla="*/ 34 h 65"/>
                              <a:gd name="T4" fmla="*/ 0 w 51"/>
                              <a:gd name="T5" fmla="*/ 65 h 65"/>
                              <a:gd name="T6" fmla="*/ 0 60000 65536"/>
                              <a:gd name="T7" fmla="*/ 0 60000 65536"/>
                              <a:gd name="T8" fmla="*/ 0 60000 65536"/>
                            </a:gdLst>
                            <a:ahLst/>
                            <a:cxnLst>
                              <a:cxn ang="T6">
                                <a:pos x="T0" y="T1"/>
                              </a:cxn>
                              <a:cxn ang="T7">
                                <a:pos x="T2" y="T3"/>
                              </a:cxn>
                              <a:cxn ang="T8">
                                <a:pos x="T4" y="T5"/>
                              </a:cxn>
                            </a:cxnLst>
                            <a:rect l="0" t="0" r="r" b="b"/>
                            <a:pathLst>
                              <a:path w="51" h="65">
                                <a:moveTo>
                                  <a:pt x="3" y="0"/>
                                </a:moveTo>
                                <a:lnTo>
                                  <a:pt x="51" y="34"/>
                                </a:lnTo>
                                <a:lnTo>
                                  <a:pt x="0" y="65"/>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Line 663"/>
                        <wps:cNvCnPr>
                          <a:cxnSpLocks/>
                        </wps:cNvCnPr>
                        <wps:spPr bwMode="auto">
                          <a:xfrm flipH="1">
                            <a:off x="447" y="1776"/>
                            <a:ext cx="157" cy="9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65" name="Freeform 664"/>
                        <wps:cNvSpPr>
                          <a:spLocks/>
                        </wps:cNvSpPr>
                        <wps:spPr bwMode="auto">
                          <a:xfrm>
                            <a:off x="553" y="1767"/>
                            <a:ext cx="59" cy="57"/>
                          </a:xfrm>
                          <a:custGeom>
                            <a:avLst/>
                            <a:gdLst>
                              <a:gd name="T0" fmla="*/ 0 w 59"/>
                              <a:gd name="T1" fmla="*/ 0 h 57"/>
                              <a:gd name="T2" fmla="*/ 59 w 59"/>
                              <a:gd name="T3" fmla="*/ 3 h 57"/>
                              <a:gd name="T4" fmla="*/ 34 w 59"/>
                              <a:gd name="T5" fmla="*/ 57 h 57"/>
                              <a:gd name="T6" fmla="*/ 0 60000 65536"/>
                              <a:gd name="T7" fmla="*/ 0 60000 65536"/>
                              <a:gd name="T8" fmla="*/ 0 60000 65536"/>
                            </a:gdLst>
                            <a:ahLst/>
                            <a:cxnLst>
                              <a:cxn ang="T6">
                                <a:pos x="T0" y="T1"/>
                              </a:cxn>
                              <a:cxn ang="T7">
                                <a:pos x="T2" y="T3"/>
                              </a:cxn>
                              <a:cxn ang="T8">
                                <a:pos x="T4" y="T5"/>
                              </a:cxn>
                            </a:cxnLst>
                            <a:rect l="0" t="0" r="r" b="b"/>
                            <a:pathLst>
                              <a:path w="59" h="57">
                                <a:moveTo>
                                  <a:pt x="0" y="0"/>
                                </a:moveTo>
                                <a:lnTo>
                                  <a:pt x="59" y="3"/>
                                </a:lnTo>
                                <a:lnTo>
                                  <a:pt x="34" y="5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65"/>
                        <wps:cNvSpPr>
                          <a:spLocks/>
                        </wps:cNvSpPr>
                        <wps:spPr bwMode="auto">
                          <a:xfrm>
                            <a:off x="2657" y="1002"/>
                            <a:ext cx="1250" cy="456"/>
                          </a:xfrm>
                          <a:custGeom>
                            <a:avLst/>
                            <a:gdLst>
                              <a:gd name="T0" fmla="*/ 1141 w 1250"/>
                              <a:gd name="T1" fmla="*/ 430 h 456"/>
                              <a:gd name="T2" fmla="*/ 1250 w 1250"/>
                              <a:gd name="T3" fmla="*/ 293 h 456"/>
                              <a:gd name="T4" fmla="*/ 1239 w 1250"/>
                              <a:gd name="T5" fmla="*/ 276 h 456"/>
                              <a:gd name="T6" fmla="*/ 1200 w 1250"/>
                              <a:gd name="T7" fmla="*/ 239 h 456"/>
                              <a:gd name="T8" fmla="*/ 1130 w 1250"/>
                              <a:gd name="T9" fmla="*/ 211 h 456"/>
                              <a:gd name="T10" fmla="*/ 1031 w 1250"/>
                              <a:gd name="T11" fmla="*/ 172 h 456"/>
                              <a:gd name="T12" fmla="*/ 944 w 1250"/>
                              <a:gd name="T13" fmla="*/ 118 h 456"/>
                              <a:gd name="T14" fmla="*/ 871 w 1250"/>
                              <a:gd name="T15" fmla="*/ 76 h 456"/>
                              <a:gd name="T16" fmla="*/ 773 w 1250"/>
                              <a:gd name="T17" fmla="*/ 36 h 456"/>
                              <a:gd name="T18" fmla="*/ 680 w 1250"/>
                              <a:gd name="T19" fmla="*/ 8 h 456"/>
                              <a:gd name="T20" fmla="*/ 613 w 1250"/>
                              <a:gd name="T21" fmla="*/ 0 h 456"/>
                              <a:gd name="T22" fmla="*/ 514 w 1250"/>
                              <a:gd name="T23" fmla="*/ 3 h 456"/>
                              <a:gd name="T24" fmla="*/ 419 w 1250"/>
                              <a:gd name="T25" fmla="*/ 14 h 456"/>
                              <a:gd name="T26" fmla="*/ 326 w 1250"/>
                              <a:gd name="T27" fmla="*/ 48 h 456"/>
                              <a:gd name="T28" fmla="*/ 208 w 1250"/>
                              <a:gd name="T29" fmla="*/ 110 h 456"/>
                              <a:gd name="T30" fmla="*/ 146 w 1250"/>
                              <a:gd name="T31" fmla="*/ 141 h 456"/>
                              <a:gd name="T32" fmla="*/ 79 w 1250"/>
                              <a:gd name="T33" fmla="*/ 183 h 456"/>
                              <a:gd name="T34" fmla="*/ 23 w 1250"/>
                              <a:gd name="T35" fmla="*/ 219 h 456"/>
                              <a:gd name="T36" fmla="*/ 0 w 1250"/>
                              <a:gd name="T37" fmla="*/ 236 h 456"/>
                              <a:gd name="T38" fmla="*/ 200 w 1250"/>
                              <a:gd name="T39" fmla="*/ 166 h 456"/>
                              <a:gd name="T40" fmla="*/ 234 w 1250"/>
                              <a:gd name="T41" fmla="*/ 163 h 456"/>
                              <a:gd name="T42" fmla="*/ 307 w 1250"/>
                              <a:gd name="T43" fmla="*/ 149 h 456"/>
                              <a:gd name="T44" fmla="*/ 408 w 1250"/>
                              <a:gd name="T45" fmla="*/ 135 h 456"/>
                              <a:gd name="T46" fmla="*/ 503 w 1250"/>
                              <a:gd name="T47" fmla="*/ 138 h 456"/>
                              <a:gd name="T48" fmla="*/ 582 w 1250"/>
                              <a:gd name="T49" fmla="*/ 152 h 456"/>
                              <a:gd name="T50" fmla="*/ 683 w 1250"/>
                              <a:gd name="T51" fmla="*/ 186 h 456"/>
                              <a:gd name="T52" fmla="*/ 770 w 1250"/>
                              <a:gd name="T53" fmla="*/ 228 h 456"/>
                              <a:gd name="T54" fmla="*/ 815 w 1250"/>
                              <a:gd name="T55" fmla="*/ 259 h 456"/>
                              <a:gd name="T56" fmla="*/ 868 w 1250"/>
                              <a:gd name="T57" fmla="*/ 301 h 456"/>
                              <a:gd name="T58" fmla="*/ 936 w 1250"/>
                              <a:gd name="T59" fmla="*/ 352 h 456"/>
                              <a:gd name="T60" fmla="*/ 1003 w 1250"/>
                              <a:gd name="T61" fmla="*/ 402 h 456"/>
                              <a:gd name="T62" fmla="*/ 1051 w 1250"/>
                              <a:gd name="T63" fmla="*/ 442 h 456"/>
                              <a:gd name="T64" fmla="*/ 1073 w 1250"/>
                              <a:gd name="T65" fmla="*/ 456 h 4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250" h="456">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67" name="Freeform 666"/>
                        <wps:cNvSpPr>
                          <a:spLocks/>
                        </wps:cNvSpPr>
                        <wps:spPr bwMode="auto">
                          <a:xfrm>
                            <a:off x="2657" y="1002"/>
                            <a:ext cx="1250" cy="456"/>
                          </a:xfrm>
                          <a:custGeom>
                            <a:avLst/>
                            <a:gdLst>
                              <a:gd name="T0" fmla="*/ 1141 w 1250"/>
                              <a:gd name="T1" fmla="*/ 430 h 456"/>
                              <a:gd name="T2" fmla="*/ 1250 w 1250"/>
                              <a:gd name="T3" fmla="*/ 293 h 456"/>
                              <a:gd name="T4" fmla="*/ 1239 w 1250"/>
                              <a:gd name="T5" fmla="*/ 276 h 456"/>
                              <a:gd name="T6" fmla="*/ 1200 w 1250"/>
                              <a:gd name="T7" fmla="*/ 239 h 456"/>
                              <a:gd name="T8" fmla="*/ 1130 w 1250"/>
                              <a:gd name="T9" fmla="*/ 211 h 456"/>
                              <a:gd name="T10" fmla="*/ 1031 w 1250"/>
                              <a:gd name="T11" fmla="*/ 172 h 456"/>
                              <a:gd name="T12" fmla="*/ 944 w 1250"/>
                              <a:gd name="T13" fmla="*/ 118 h 456"/>
                              <a:gd name="T14" fmla="*/ 871 w 1250"/>
                              <a:gd name="T15" fmla="*/ 76 h 456"/>
                              <a:gd name="T16" fmla="*/ 773 w 1250"/>
                              <a:gd name="T17" fmla="*/ 36 h 456"/>
                              <a:gd name="T18" fmla="*/ 680 w 1250"/>
                              <a:gd name="T19" fmla="*/ 8 h 456"/>
                              <a:gd name="T20" fmla="*/ 613 w 1250"/>
                              <a:gd name="T21" fmla="*/ 0 h 456"/>
                              <a:gd name="T22" fmla="*/ 514 w 1250"/>
                              <a:gd name="T23" fmla="*/ 3 h 456"/>
                              <a:gd name="T24" fmla="*/ 419 w 1250"/>
                              <a:gd name="T25" fmla="*/ 14 h 456"/>
                              <a:gd name="T26" fmla="*/ 326 w 1250"/>
                              <a:gd name="T27" fmla="*/ 48 h 456"/>
                              <a:gd name="T28" fmla="*/ 208 w 1250"/>
                              <a:gd name="T29" fmla="*/ 110 h 456"/>
                              <a:gd name="T30" fmla="*/ 146 w 1250"/>
                              <a:gd name="T31" fmla="*/ 141 h 456"/>
                              <a:gd name="T32" fmla="*/ 79 w 1250"/>
                              <a:gd name="T33" fmla="*/ 183 h 456"/>
                              <a:gd name="T34" fmla="*/ 23 w 1250"/>
                              <a:gd name="T35" fmla="*/ 219 h 456"/>
                              <a:gd name="T36" fmla="*/ 0 w 1250"/>
                              <a:gd name="T37" fmla="*/ 236 h 456"/>
                              <a:gd name="T38" fmla="*/ 200 w 1250"/>
                              <a:gd name="T39" fmla="*/ 166 h 456"/>
                              <a:gd name="T40" fmla="*/ 234 w 1250"/>
                              <a:gd name="T41" fmla="*/ 163 h 456"/>
                              <a:gd name="T42" fmla="*/ 307 w 1250"/>
                              <a:gd name="T43" fmla="*/ 149 h 456"/>
                              <a:gd name="T44" fmla="*/ 408 w 1250"/>
                              <a:gd name="T45" fmla="*/ 135 h 456"/>
                              <a:gd name="T46" fmla="*/ 503 w 1250"/>
                              <a:gd name="T47" fmla="*/ 138 h 456"/>
                              <a:gd name="T48" fmla="*/ 582 w 1250"/>
                              <a:gd name="T49" fmla="*/ 152 h 456"/>
                              <a:gd name="T50" fmla="*/ 683 w 1250"/>
                              <a:gd name="T51" fmla="*/ 186 h 456"/>
                              <a:gd name="T52" fmla="*/ 770 w 1250"/>
                              <a:gd name="T53" fmla="*/ 228 h 456"/>
                              <a:gd name="T54" fmla="*/ 815 w 1250"/>
                              <a:gd name="T55" fmla="*/ 259 h 456"/>
                              <a:gd name="T56" fmla="*/ 868 w 1250"/>
                              <a:gd name="T57" fmla="*/ 301 h 456"/>
                              <a:gd name="T58" fmla="*/ 936 w 1250"/>
                              <a:gd name="T59" fmla="*/ 352 h 456"/>
                              <a:gd name="T60" fmla="*/ 1003 w 1250"/>
                              <a:gd name="T61" fmla="*/ 402 h 456"/>
                              <a:gd name="T62" fmla="*/ 1051 w 1250"/>
                              <a:gd name="T63" fmla="*/ 442 h 456"/>
                              <a:gd name="T64" fmla="*/ 1073 w 1250"/>
                              <a:gd name="T65" fmla="*/ 456 h 45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1250" h="456">
                                <a:moveTo>
                                  <a:pt x="1073" y="456"/>
                                </a:moveTo>
                                <a:lnTo>
                                  <a:pt x="1141" y="430"/>
                                </a:lnTo>
                                <a:lnTo>
                                  <a:pt x="1231" y="450"/>
                                </a:lnTo>
                                <a:lnTo>
                                  <a:pt x="1250" y="293"/>
                                </a:lnTo>
                                <a:lnTo>
                                  <a:pt x="1248" y="287"/>
                                </a:lnTo>
                                <a:lnTo>
                                  <a:pt x="1239" y="276"/>
                                </a:lnTo>
                                <a:lnTo>
                                  <a:pt x="1222" y="259"/>
                                </a:lnTo>
                                <a:lnTo>
                                  <a:pt x="1200" y="239"/>
                                </a:lnTo>
                                <a:lnTo>
                                  <a:pt x="1172" y="225"/>
                                </a:lnTo>
                                <a:lnTo>
                                  <a:pt x="1130" y="211"/>
                                </a:lnTo>
                                <a:lnTo>
                                  <a:pt x="1082" y="194"/>
                                </a:lnTo>
                                <a:lnTo>
                                  <a:pt x="1031" y="172"/>
                                </a:lnTo>
                                <a:lnTo>
                                  <a:pt x="984" y="146"/>
                                </a:lnTo>
                                <a:lnTo>
                                  <a:pt x="944" y="118"/>
                                </a:lnTo>
                                <a:lnTo>
                                  <a:pt x="913" y="98"/>
                                </a:lnTo>
                                <a:lnTo>
                                  <a:pt x="871" y="76"/>
                                </a:lnTo>
                                <a:lnTo>
                                  <a:pt x="823" y="56"/>
                                </a:lnTo>
                                <a:lnTo>
                                  <a:pt x="773" y="36"/>
                                </a:lnTo>
                                <a:lnTo>
                                  <a:pt x="722" y="22"/>
                                </a:lnTo>
                                <a:lnTo>
                                  <a:pt x="680" y="8"/>
                                </a:lnTo>
                                <a:lnTo>
                                  <a:pt x="649" y="3"/>
                                </a:lnTo>
                                <a:lnTo>
                                  <a:pt x="613" y="0"/>
                                </a:lnTo>
                                <a:lnTo>
                                  <a:pt x="568" y="0"/>
                                </a:lnTo>
                                <a:lnTo>
                                  <a:pt x="514" y="3"/>
                                </a:lnTo>
                                <a:lnTo>
                                  <a:pt x="464" y="6"/>
                                </a:lnTo>
                                <a:lnTo>
                                  <a:pt x="419" y="14"/>
                                </a:lnTo>
                                <a:lnTo>
                                  <a:pt x="385" y="22"/>
                                </a:lnTo>
                                <a:lnTo>
                                  <a:pt x="326" y="48"/>
                                </a:lnTo>
                                <a:lnTo>
                                  <a:pt x="267" y="79"/>
                                </a:lnTo>
                                <a:lnTo>
                                  <a:pt x="208" y="110"/>
                                </a:lnTo>
                                <a:lnTo>
                                  <a:pt x="180" y="124"/>
                                </a:lnTo>
                                <a:lnTo>
                                  <a:pt x="146" y="141"/>
                                </a:lnTo>
                                <a:lnTo>
                                  <a:pt x="113" y="163"/>
                                </a:lnTo>
                                <a:lnTo>
                                  <a:pt x="79" y="183"/>
                                </a:lnTo>
                                <a:lnTo>
                                  <a:pt x="48" y="203"/>
                                </a:lnTo>
                                <a:lnTo>
                                  <a:pt x="23" y="219"/>
                                </a:lnTo>
                                <a:lnTo>
                                  <a:pt x="6" y="231"/>
                                </a:lnTo>
                                <a:lnTo>
                                  <a:pt x="0" y="236"/>
                                </a:lnTo>
                                <a:lnTo>
                                  <a:pt x="197" y="166"/>
                                </a:lnTo>
                                <a:lnTo>
                                  <a:pt x="200" y="166"/>
                                </a:lnTo>
                                <a:lnTo>
                                  <a:pt x="214" y="166"/>
                                </a:lnTo>
                                <a:lnTo>
                                  <a:pt x="234" y="163"/>
                                </a:lnTo>
                                <a:lnTo>
                                  <a:pt x="264" y="157"/>
                                </a:lnTo>
                                <a:lnTo>
                                  <a:pt x="307" y="149"/>
                                </a:lnTo>
                                <a:lnTo>
                                  <a:pt x="360" y="138"/>
                                </a:lnTo>
                                <a:lnTo>
                                  <a:pt x="408" y="135"/>
                                </a:lnTo>
                                <a:lnTo>
                                  <a:pt x="453" y="138"/>
                                </a:lnTo>
                                <a:lnTo>
                                  <a:pt x="503" y="138"/>
                                </a:lnTo>
                                <a:lnTo>
                                  <a:pt x="537" y="143"/>
                                </a:lnTo>
                                <a:lnTo>
                                  <a:pt x="582" y="152"/>
                                </a:lnTo>
                                <a:lnTo>
                                  <a:pt x="632" y="169"/>
                                </a:lnTo>
                                <a:lnTo>
                                  <a:pt x="683" y="186"/>
                                </a:lnTo>
                                <a:lnTo>
                                  <a:pt x="728" y="208"/>
                                </a:lnTo>
                                <a:lnTo>
                                  <a:pt x="770" y="228"/>
                                </a:lnTo>
                                <a:lnTo>
                                  <a:pt x="798" y="245"/>
                                </a:lnTo>
                                <a:lnTo>
                                  <a:pt x="815" y="259"/>
                                </a:lnTo>
                                <a:lnTo>
                                  <a:pt x="837" y="279"/>
                                </a:lnTo>
                                <a:lnTo>
                                  <a:pt x="868" y="301"/>
                                </a:lnTo>
                                <a:lnTo>
                                  <a:pt x="902" y="326"/>
                                </a:lnTo>
                                <a:lnTo>
                                  <a:pt x="936" y="352"/>
                                </a:lnTo>
                                <a:lnTo>
                                  <a:pt x="969" y="377"/>
                                </a:lnTo>
                                <a:lnTo>
                                  <a:pt x="1003" y="402"/>
                                </a:lnTo>
                                <a:lnTo>
                                  <a:pt x="1028" y="425"/>
                                </a:lnTo>
                                <a:lnTo>
                                  <a:pt x="1051" y="442"/>
                                </a:lnTo>
                                <a:lnTo>
                                  <a:pt x="1068" y="453"/>
                                </a:lnTo>
                                <a:lnTo>
                                  <a:pt x="1073" y="456"/>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667"/>
                        <wps:cNvSpPr>
                          <a:spLocks/>
                        </wps:cNvSpPr>
                        <wps:spPr bwMode="auto">
                          <a:xfrm>
                            <a:off x="2284" y="1852"/>
                            <a:ext cx="275" cy="126"/>
                          </a:xfrm>
                          <a:custGeom>
                            <a:avLst/>
                            <a:gdLst>
                              <a:gd name="T0" fmla="*/ 0 w 275"/>
                              <a:gd name="T1" fmla="*/ 126 h 126"/>
                              <a:gd name="T2" fmla="*/ 90 w 275"/>
                              <a:gd name="T3" fmla="*/ 126 h 126"/>
                              <a:gd name="T4" fmla="*/ 90 w 275"/>
                              <a:gd name="T5" fmla="*/ 118 h 126"/>
                              <a:gd name="T6" fmla="*/ 92 w 275"/>
                              <a:gd name="T7" fmla="*/ 98 h 126"/>
                              <a:gd name="T8" fmla="*/ 95 w 275"/>
                              <a:gd name="T9" fmla="*/ 76 h 126"/>
                              <a:gd name="T10" fmla="*/ 98 w 275"/>
                              <a:gd name="T11" fmla="*/ 59 h 126"/>
                              <a:gd name="T12" fmla="*/ 104 w 275"/>
                              <a:gd name="T13" fmla="*/ 39 h 126"/>
                              <a:gd name="T14" fmla="*/ 112 w 275"/>
                              <a:gd name="T15" fmla="*/ 22 h 126"/>
                              <a:gd name="T16" fmla="*/ 126 w 275"/>
                              <a:gd name="T17" fmla="*/ 5 h 126"/>
                              <a:gd name="T18" fmla="*/ 146 w 275"/>
                              <a:gd name="T19" fmla="*/ 0 h 126"/>
                              <a:gd name="T20" fmla="*/ 149 w 275"/>
                              <a:gd name="T21" fmla="*/ 0 h 126"/>
                              <a:gd name="T22" fmla="*/ 151 w 275"/>
                              <a:gd name="T23" fmla="*/ 3 h 126"/>
                              <a:gd name="T24" fmla="*/ 157 w 275"/>
                              <a:gd name="T25" fmla="*/ 5 h 126"/>
                              <a:gd name="T26" fmla="*/ 163 w 275"/>
                              <a:gd name="T27" fmla="*/ 8 h 126"/>
                              <a:gd name="T28" fmla="*/ 168 w 275"/>
                              <a:gd name="T29" fmla="*/ 17 h 126"/>
                              <a:gd name="T30" fmla="*/ 177 w 275"/>
                              <a:gd name="T31" fmla="*/ 25 h 126"/>
                              <a:gd name="T32" fmla="*/ 180 w 275"/>
                              <a:gd name="T33" fmla="*/ 34 h 126"/>
                              <a:gd name="T34" fmla="*/ 188 w 275"/>
                              <a:gd name="T35" fmla="*/ 53 h 126"/>
                              <a:gd name="T36" fmla="*/ 191 w 275"/>
                              <a:gd name="T37" fmla="*/ 76 h 126"/>
                              <a:gd name="T38" fmla="*/ 194 w 275"/>
                              <a:gd name="T39" fmla="*/ 98 h 126"/>
                              <a:gd name="T40" fmla="*/ 196 w 275"/>
                              <a:gd name="T41" fmla="*/ 115 h 126"/>
                              <a:gd name="T42" fmla="*/ 196 w 275"/>
                              <a:gd name="T43" fmla="*/ 124 h 126"/>
                              <a:gd name="T44" fmla="*/ 275 w 275"/>
                              <a:gd name="T45" fmla="*/ 124 h 12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275" h="126">
                                <a:moveTo>
                                  <a:pt x="0" y="126"/>
                                </a:moveTo>
                                <a:lnTo>
                                  <a:pt x="90" y="126"/>
                                </a:lnTo>
                                <a:lnTo>
                                  <a:pt x="90" y="118"/>
                                </a:lnTo>
                                <a:lnTo>
                                  <a:pt x="92" y="98"/>
                                </a:lnTo>
                                <a:lnTo>
                                  <a:pt x="95" y="76"/>
                                </a:lnTo>
                                <a:lnTo>
                                  <a:pt x="98" y="59"/>
                                </a:lnTo>
                                <a:lnTo>
                                  <a:pt x="104" y="39"/>
                                </a:lnTo>
                                <a:lnTo>
                                  <a:pt x="112" y="22"/>
                                </a:lnTo>
                                <a:lnTo>
                                  <a:pt x="126" y="5"/>
                                </a:lnTo>
                                <a:lnTo>
                                  <a:pt x="146" y="0"/>
                                </a:lnTo>
                                <a:lnTo>
                                  <a:pt x="149" y="0"/>
                                </a:lnTo>
                                <a:lnTo>
                                  <a:pt x="151" y="3"/>
                                </a:lnTo>
                                <a:lnTo>
                                  <a:pt x="157" y="5"/>
                                </a:lnTo>
                                <a:lnTo>
                                  <a:pt x="163" y="8"/>
                                </a:lnTo>
                                <a:lnTo>
                                  <a:pt x="168" y="17"/>
                                </a:lnTo>
                                <a:lnTo>
                                  <a:pt x="177" y="25"/>
                                </a:lnTo>
                                <a:lnTo>
                                  <a:pt x="180" y="34"/>
                                </a:lnTo>
                                <a:lnTo>
                                  <a:pt x="188" y="53"/>
                                </a:lnTo>
                                <a:lnTo>
                                  <a:pt x="191" y="76"/>
                                </a:lnTo>
                                <a:lnTo>
                                  <a:pt x="194" y="98"/>
                                </a:lnTo>
                                <a:lnTo>
                                  <a:pt x="196" y="115"/>
                                </a:lnTo>
                                <a:lnTo>
                                  <a:pt x="196" y="124"/>
                                </a:lnTo>
                                <a:lnTo>
                                  <a:pt x="275" y="12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668"/>
                        <wps:cNvSpPr>
                          <a:spLocks/>
                        </wps:cNvSpPr>
                        <wps:spPr bwMode="auto">
                          <a:xfrm>
                            <a:off x="4017" y="1739"/>
                            <a:ext cx="388" cy="245"/>
                          </a:xfrm>
                          <a:custGeom>
                            <a:avLst/>
                            <a:gdLst>
                              <a:gd name="T0" fmla="*/ 42 w 388"/>
                              <a:gd name="T1" fmla="*/ 166 h 245"/>
                              <a:gd name="T2" fmla="*/ 87 w 388"/>
                              <a:gd name="T3" fmla="*/ 166 h 245"/>
                              <a:gd name="T4" fmla="*/ 93 w 388"/>
                              <a:gd name="T5" fmla="*/ 158 h 245"/>
                              <a:gd name="T6" fmla="*/ 95 w 388"/>
                              <a:gd name="T7" fmla="*/ 144 h 245"/>
                              <a:gd name="T8" fmla="*/ 98 w 388"/>
                              <a:gd name="T9" fmla="*/ 127 h 245"/>
                              <a:gd name="T10" fmla="*/ 109 w 388"/>
                              <a:gd name="T11" fmla="*/ 45 h 245"/>
                              <a:gd name="T12" fmla="*/ 112 w 388"/>
                              <a:gd name="T13" fmla="*/ 23 h 245"/>
                              <a:gd name="T14" fmla="*/ 118 w 388"/>
                              <a:gd name="T15" fmla="*/ 0 h 245"/>
                              <a:gd name="T16" fmla="*/ 124 w 388"/>
                              <a:gd name="T17" fmla="*/ 102 h 245"/>
                              <a:gd name="T18" fmla="*/ 129 w 388"/>
                              <a:gd name="T19" fmla="*/ 175 h 245"/>
                              <a:gd name="T20" fmla="*/ 140 w 388"/>
                              <a:gd name="T21" fmla="*/ 245 h 245"/>
                              <a:gd name="T22" fmla="*/ 146 w 388"/>
                              <a:gd name="T23" fmla="*/ 175 h 245"/>
                              <a:gd name="T24" fmla="*/ 157 w 388"/>
                              <a:gd name="T25" fmla="*/ 102 h 245"/>
                              <a:gd name="T26" fmla="*/ 166 w 388"/>
                              <a:gd name="T27" fmla="*/ 152 h 245"/>
                              <a:gd name="T28" fmla="*/ 188 w 388"/>
                              <a:gd name="T29" fmla="*/ 166 h 245"/>
                              <a:gd name="T30" fmla="*/ 197 w 388"/>
                              <a:gd name="T31" fmla="*/ 130 h 245"/>
                              <a:gd name="T32" fmla="*/ 199 w 388"/>
                              <a:gd name="T33" fmla="*/ 152 h 245"/>
                              <a:gd name="T34" fmla="*/ 211 w 388"/>
                              <a:gd name="T35" fmla="*/ 172 h 245"/>
                              <a:gd name="T36" fmla="*/ 211 w 388"/>
                              <a:gd name="T37" fmla="*/ 158 h 245"/>
                              <a:gd name="T38" fmla="*/ 216 w 388"/>
                              <a:gd name="T39" fmla="*/ 147 h 245"/>
                              <a:gd name="T40" fmla="*/ 222 w 388"/>
                              <a:gd name="T41" fmla="*/ 147 h 245"/>
                              <a:gd name="T42" fmla="*/ 227 w 388"/>
                              <a:gd name="T43" fmla="*/ 158 h 245"/>
                              <a:gd name="T44" fmla="*/ 239 w 388"/>
                              <a:gd name="T45" fmla="*/ 169 h 245"/>
                              <a:gd name="T46" fmla="*/ 250 w 388"/>
                              <a:gd name="T47" fmla="*/ 163 h 245"/>
                              <a:gd name="T48" fmla="*/ 258 w 388"/>
                              <a:gd name="T49" fmla="*/ 152 h 245"/>
                              <a:gd name="T50" fmla="*/ 261 w 388"/>
                              <a:gd name="T51" fmla="*/ 138 h 245"/>
                              <a:gd name="T52" fmla="*/ 275 w 388"/>
                              <a:gd name="T53" fmla="*/ 71 h 245"/>
                              <a:gd name="T54" fmla="*/ 289 w 388"/>
                              <a:gd name="T55" fmla="*/ 57 h 245"/>
                              <a:gd name="T56" fmla="*/ 295 w 388"/>
                              <a:gd name="T57" fmla="*/ 155 h 245"/>
                              <a:gd name="T58" fmla="*/ 303 w 388"/>
                              <a:gd name="T59" fmla="*/ 217 h 245"/>
                              <a:gd name="T60" fmla="*/ 309 w 388"/>
                              <a:gd name="T61" fmla="*/ 211 h 245"/>
                              <a:gd name="T62" fmla="*/ 309 w 388"/>
                              <a:gd name="T63" fmla="*/ 149 h 245"/>
                              <a:gd name="T64" fmla="*/ 317 w 388"/>
                              <a:gd name="T65" fmla="*/ 121 h 245"/>
                              <a:gd name="T66" fmla="*/ 329 w 388"/>
                              <a:gd name="T67" fmla="*/ 158 h 245"/>
                              <a:gd name="T68" fmla="*/ 334 w 388"/>
                              <a:gd name="T69" fmla="*/ 180 h 245"/>
                              <a:gd name="T70" fmla="*/ 345 w 388"/>
                              <a:gd name="T71" fmla="*/ 158 h 245"/>
                              <a:gd name="T72" fmla="*/ 351 w 388"/>
                              <a:gd name="T73" fmla="*/ 124 h 245"/>
                              <a:gd name="T74" fmla="*/ 354 w 388"/>
                              <a:gd name="T75" fmla="*/ 149 h 245"/>
                              <a:gd name="T76" fmla="*/ 357 w 388"/>
                              <a:gd name="T77" fmla="*/ 166 h 245"/>
                              <a:gd name="T78" fmla="*/ 359 w 388"/>
                              <a:gd name="T79" fmla="*/ 158 h 245"/>
                              <a:gd name="T80" fmla="*/ 368 w 388"/>
                              <a:gd name="T81" fmla="*/ 149 h 245"/>
                              <a:gd name="T82" fmla="*/ 371 w 388"/>
                              <a:gd name="T83" fmla="*/ 141 h 245"/>
                              <a:gd name="T84" fmla="*/ 376 w 388"/>
                              <a:gd name="T85" fmla="*/ 149 h 245"/>
                              <a:gd name="T86" fmla="*/ 379 w 388"/>
                              <a:gd name="T87" fmla="*/ 155 h 245"/>
                              <a:gd name="T88" fmla="*/ 388 w 388"/>
                              <a:gd name="T89" fmla="*/ 158 h 245"/>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0" t="0" r="r" b="b"/>
                            <a:pathLst>
                              <a:path w="388" h="245">
                                <a:moveTo>
                                  <a:pt x="0" y="166"/>
                                </a:moveTo>
                                <a:lnTo>
                                  <a:pt x="42" y="166"/>
                                </a:lnTo>
                                <a:lnTo>
                                  <a:pt x="81" y="166"/>
                                </a:lnTo>
                                <a:lnTo>
                                  <a:pt x="87" y="166"/>
                                </a:lnTo>
                                <a:lnTo>
                                  <a:pt x="90" y="163"/>
                                </a:lnTo>
                                <a:lnTo>
                                  <a:pt x="93" y="158"/>
                                </a:lnTo>
                                <a:lnTo>
                                  <a:pt x="95" y="152"/>
                                </a:lnTo>
                                <a:lnTo>
                                  <a:pt x="95" y="144"/>
                                </a:lnTo>
                                <a:lnTo>
                                  <a:pt x="95" y="135"/>
                                </a:lnTo>
                                <a:lnTo>
                                  <a:pt x="98" y="127"/>
                                </a:lnTo>
                                <a:lnTo>
                                  <a:pt x="101" y="87"/>
                                </a:lnTo>
                                <a:lnTo>
                                  <a:pt x="109" y="45"/>
                                </a:lnTo>
                                <a:lnTo>
                                  <a:pt x="109" y="34"/>
                                </a:lnTo>
                                <a:lnTo>
                                  <a:pt x="112" y="23"/>
                                </a:lnTo>
                                <a:lnTo>
                                  <a:pt x="115" y="11"/>
                                </a:lnTo>
                                <a:lnTo>
                                  <a:pt x="118" y="0"/>
                                </a:lnTo>
                                <a:lnTo>
                                  <a:pt x="121" y="51"/>
                                </a:lnTo>
                                <a:lnTo>
                                  <a:pt x="124" y="102"/>
                                </a:lnTo>
                                <a:lnTo>
                                  <a:pt x="126" y="144"/>
                                </a:lnTo>
                                <a:lnTo>
                                  <a:pt x="129" y="175"/>
                                </a:lnTo>
                                <a:lnTo>
                                  <a:pt x="135" y="206"/>
                                </a:lnTo>
                                <a:lnTo>
                                  <a:pt x="140" y="245"/>
                                </a:lnTo>
                                <a:lnTo>
                                  <a:pt x="143" y="206"/>
                                </a:lnTo>
                                <a:lnTo>
                                  <a:pt x="146" y="175"/>
                                </a:lnTo>
                                <a:lnTo>
                                  <a:pt x="152" y="141"/>
                                </a:lnTo>
                                <a:lnTo>
                                  <a:pt x="157" y="102"/>
                                </a:lnTo>
                                <a:lnTo>
                                  <a:pt x="157" y="127"/>
                                </a:lnTo>
                                <a:lnTo>
                                  <a:pt x="166" y="152"/>
                                </a:lnTo>
                                <a:lnTo>
                                  <a:pt x="177" y="180"/>
                                </a:lnTo>
                                <a:lnTo>
                                  <a:pt x="188" y="166"/>
                                </a:lnTo>
                                <a:lnTo>
                                  <a:pt x="191" y="149"/>
                                </a:lnTo>
                                <a:lnTo>
                                  <a:pt x="197" y="130"/>
                                </a:lnTo>
                                <a:lnTo>
                                  <a:pt x="197" y="141"/>
                                </a:lnTo>
                                <a:lnTo>
                                  <a:pt x="199" y="152"/>
                                </a:lnTo>
                                <a:lnTo>
                                  <a:pt x="205" y="163"/>
                                </a:lnTo>
                                <a:lnTo>
                                  <a:pt x="211" y="172"/>
                                </a:lnTo>
                                <a:lnTo>
                                  <a:pt x="208" y="166"/>
                                </a:lnTo>
                                <a:lnTo>
                                  <a:pt x="211" y="158"/>
                                </a:lnTo>
                                <a:lnTo>
                                  <a:pt x="213" y="152"/>
                                </a:lnTo>
                                <a:lnTo>
                                  <a:pt x="216" y="147"/>
                                </a:lnTo>
                                <a:lnTo>
                                  <a:pt x="219" y="141"/>
                                </a:lnTo>
                                <a:lnTo>
                                  <a:pt x="222" y="147"/>
                                </a:lnTo>
                                <a:lnTo>
                                  <a:pt x="225" y="152"/>
                                </a:lnTo>
                                <a:lnTo>
                                  <a:pt x="227" y="158"/>
                                </a:lnTo>
                                <a:lnTo>
                                  <a:pt x="233" y="163"/>
                                </a:lnTo>
                                <a:lnTo>
                                  <a:pt x="239" y="169"/>
                                </a:lnTo>
                                <a:lnTo>
                                  <a:pt x="244" y="169"/>
                                </a:lnTo>
                                <a:lnTo>
                                  <a:pt x="250" y="163"/>
                                </a:lnTo>
                                <a:lnTo>
                                  <a:pt x="256" y="158"/>
                                </a:lnTo>
                                <a:lnTo>
                                  <a:pt x="258" y="152"/>
                                </a:lnTo>
                                <a:lnTo>
                                  <a:pt x="261" y="144"/>
                                </a:lnTo>
                                <a:lnTo>
                                  <a:pt x="261" y="138"/>
                                </a:lnTo>
                                <a:lnTo>
                                  <a:pt x="261" y="135"/>
                                </a:lnTo>
                                <a:lnTo>
                                  <a:pt x="275" y="71"/>
                                </a:lnTo>
                                <a:lnTo>
                                  <a:pt x="284" y="6"/>
                                </a:lnTo>
                                <a:lnTo>
                                  <a:pt x="289" y="57"/>
                                </a:lnTo>
                                <a:lnTo>
                                  <a:pt x="292" y="107"/>
                                </a:lnTo>
                                <a:lnTo>
                                  <a:pt x="295" y="155"/>
                                </a:lnTo>
                                <a:lnTo>
                                  <a:pt x="298" y="192"/>
                                </a:lnTo>
                                <a:lnTo>
                                  <a:pt x="303" y="217"/>
                                </a:lnTo>
                                <a:lnTo>
                                  <a:pt x="306" y="245"/>
                                </a:lnTo>
                                <a:lnTo>
                                  <a:pt x="309" y="211"/>
                                </a:lnTo>
                                <a:lnTo>
                                  <a:pt x="309" y="183"/>
                                </a:lnTo>
                                <a:lnTo>
                                  <a:pt x="309" y="149"/>
                                </a:lnTo>
                                <a:lnTo>
                                  <a:pt x="315" y="113"/>
                                </a:lnTo>
                                <a:lnTo>
                                  <a:pt x="317" y="121"/>
                                </a:lnTo>
                                <a:lnTo>
                                  <a:pt x="323" y="138"/>
                                </a:lnTo>
                                <a:lnTo>
                                  <a:pt x="329" y="158"/>
                                </a:lnTo>
                                <a:lnTo>
                                  <a:pt x="334" y="172"/>
                                </a:lnTo>
                                <a:lnTo>
                                  <a:pt x="334" y="180"/>
                                </a:lnTo>
                                <a:lnTo>
                                  <a:pt x="343" y="175"/>
                                </a:lnTo>
                                <a:lnTo>
                                  <a:pt x="345" y="158"/>
                                </a:lnTo>
                                <a:lnTo>
                                  <a:pt x="348" y="141"/>
                                </a:lnTo>
                                <a:lnTo>
                                  <a:pt x="351" y="124"/>
                                </a:lnTo>
                                <a:lnTo>
                                  <a:pt x="354" y="138"/>
                                </a:lnTo>
                                <a:lnTo>
                                  <a:pt x="354" y="149"/>
                                </a:lnTo>
                                <a:lnTo>
                                  <a:pt x="357" y="158"/>
                                </a:lnTo>
                                <a:lnTo>
                                  <a:pt x="357" y="166"/>
                                </a:lnTo>
                                <a:lnTo>
                                  <a:pt x="359" y="161"/>
                                </a:lnTo>
                                <a:lnTo>
                                  <a:pt x="359" y="158"/>
                                </a:lnTo>
                                <a:lnTo>
                                  <a:pt x="365" y="155"/>
                                </a:lnTo>
                                <a:lnTo>
                                  <a:pt x="368" y="149"/>
                                </a:lnTo>
                                <a:lnTo>
                                  <a:pt x="371" y="147"/>
                                </a:lnTo>
                                <a:lnTo>
                                  <a:pt x="371" y="141"/>
                                </a:lnTo>
                                <a:lnTo>
                                  <a:pt x="374" y="144"/>
                                </a:lnTo>
                                <a:lnTo>
                                  <a:pt x="376" y="149"/>
                                </a:lnTo>
                                <a:lnTo>
                                  <a:pt x="376" y="152"/>
                                </a:lnTo>
                                <a:lnTo>
                                  <a:pt x="379" y="155"/>
                                </a:lnTo>
                                <a:lnTo>
                                  <a:pt x="382" y="158"/>
                                </a:lnTo>
                                <a:lnTo>
                                  <a:pt x="388" y="158"/>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669"/>
                        <wps:cNvSpPr>
                          <a:spLocks/>
                        </wps:cNvSpPr>
                        <wps:spPr bwMode="auto">
                          <a:xfrm>
                            <a:off x="3947" y="704"/>
                            <a:ext cx="1" cy="368"/>
                          </a:xfrm>
                          <a:custGeom>
                            <a:avLst/>
                            <a:gdLst>
                              <a:gd name="T0" fmla="*/ 0 w 1"/>
                              <a:gd name="T1" fmla="*/ 368 h 368"/>
                              <a:gd name="T2" fmla="*/ 0 w 1"/>
                              <a:gd name="T3" fmla="*/ 0 h 368"/>
                              <a:gd name="T4" fmla="*/ 0 w 1"/>
                              <a:gd name="T5" fmla="*/ 368 h 368"/>
                              <a:gd name="T6" fmla="*/ 0 60000 65536"/>
                              <a:gd name="T7" fmla="*/ 0 60000 65536"/>
                              <a:gd name="T8" fmla="*/ 0 60000 65536"/>
                            </a:gdLst>
                            <a:ahLst/>
                            <a:cxnLst>
                              <a:cxn ang="T6">
                                <a:pos x="T0" y="T1"/>
                              </a:cxn>
                              <a:cxn ang="T7">
                                <a:pos x="T2" y="T3"/>
                              </a:cxn>
                              <a:cxn ang="T8">
                                <a:pos x="T4" y="T5"/>
                              </a:cxn>
                            </a:cxnLst>
                            <a:rect l="0" t="0" r="r" b="b"/>
                            <a:pathLst>
                              <a:path w="1" h="368">
                                <a:moveTo>
                                  <a:pt x="0" y="368"/>
                                </a:moveTo>
                                <a:lnTo>
                                  <a:pt x="0" y="0"/>
                                </a:lnTo>
                                <a:lnTo>
                                  <a:pt x="0" y="368"/>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71" name="Line 670"/>
                        <wps:cNvCnPr>
                          <a:cxnSpLocks/>
                        </wps:cNvCnPr>
                        <wps:spPr bwMode="auto">
                          <a:xfrm flipV="1">
                            <a:off x="3947" y="704"/>
                            <a:ext cx="1" cy="368"/>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72" name="Freeform 671"/>
                        <wps:cNvSpPr>
                          <a:spLocks/>
                        </wps:cNvSpPr>
                        <wps:spPr bwMode="auto">
                          <a:xfrm>
                            <a:off x="3935" y="1714"/>
                            <a:ext cx="1" cy="388"/>
                          </a:xfrm>
                          <a:custGeom>
                            <a:avLst/>
                            <a:gdLst>
                              <a:gd name="T0" fmla="*/ 0 w 1"/>
                              <a:gd name="T1" fmla="*/ 0 h 388"/>
                              <a:gd name="T2" fmla="*/ 0 w 1"/>
                              <a:gd name="T3" fmla="*/ 388 h 388"/>
                              <a:gd name="T4" fmla="*/ 0 w 1"/>
                              <a:gd name="T5" fmla="*/ 0 h 388"/>
                              <a:gd name="T6" fmla="*/ 0 60000 65536"/>
                              <a:gd name="T7" fmla="*/ 0 60000 65536"/>
                              <a:gd name="T8" fmla="*/ 0 60000 65536"/>
                            </a:gdLst>
                            <a:ahLst/>
                            <a:cxnLst>
                              <a:cxn ang="T6">
                                <a:pos x="T0" y="T1"/>
                              </a:cxn>
                              <a:cxn ang="T7">
                                <a:pos x="T2" y="T3"/>
                              </a:cxn>
                              <a:cxn ang="T8">
                                <a:pos x="T4" y="T5"/>
                              </a:cxn>
                            </a:cxnLst>
                            <a:rect l="0" t="0" r="r" b="b"/>
                            <a:pathLst>
                              <a:path w="1" h="388">
                                <a:moveTo>
                                  <a:pt x="0" y="0"/>
                                </a:moveTo>
                                <a:lnTo>
                                  <a:pt x="0" y="388"/>
                                </a:lnTo>
                                <a:lnTo>
                                  <a:pt x="0" y="0"/>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73" name="Line 672"/>
                        <wps:cNvCnPr>
                          <a:cxnSpLocks/>
                        </wps:cNvCnPr>
                        <wps:spPr bwMode="auto">
                          <a:xfrm>
                            <a:off x="3935" y="1714"/>
                            <a:ext cx="1" cy="388"/>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74" name="Rectangle 673"/>
                        <wps:cNvSpPr>
                          <a:spLocks/>
                        </wps:cNvSpPr>
                        <wps:spPr bwMode="auto">
                          <a:xfrm>
                            <a:off x="1483" y="1244"/>
                            <a:ext cx="48" cy="259"/>
                          </a:xfrm>
                          <a:prstGeom prst="rect">
                            <a:avLst/>
                          </a:prstGeom>
                          <a:solidFill>
                            <a:srgbClr val="FFFFFF"/>
                          </a:solidFill>
                          <a:ln w="0">
                            <a:solidFill>
                              <a:srgbClr val="FFFFFF"/>
                            </a:solidFill>
                            <a:miter lim="800000"/>
                            <a:headEnd/>
                            <a:tailEnd/>
                          </a:ln>
                        </wps:spPr>
                        <wps:bodyPr rot="0" vert="horz" wrap="square" lIns="91440" tIns="45720" rIns="91440" bIns="45720" anchor="t" anchorCtr="0" upright="1">
                          <a:noAutofit/>
                        </wps:bodyPr>
                      </wps:wsp>
                      <wps:wsp>
                        <wps:cNvPr id="75" name="Freeform 674"/>
                        <wps:cNvSpPr>
                          <a:spLocks/>
                        </wps:cNvSpPr>
                        <wps:spPr bwMode="auto">
                          <a:xfrm>
                            <a:off x="933" y="1199"/>
                            <a:ext cx="25" cy="82"/>
                          </a:xfrm>
                          <a:custGeom>
                            <a:avLst/>
                            <a:gdLst>
                              <a:gd name="T0" fmla="*/ 16 w 25"/>
                              <a:gd name="T1" fmla="*/ 0 h 82"/>
                              <a:gd name="T2" fmla="*/ 16 w 25"/>
                              <a:gd name="T3" fmla="*/ 67 h 82"/>
                              <a:gd name="T4" fmla="*/ 16 w 25"/>
                              <a:gd name="T5" fmla="*/ 73 h 82"/>
                              <a:gd name="T6" fmla="*/ 16 w 25"/>
                              <a:gd name="T7" fmla="*/ 76 h 82"/>
                              <a:gd name="T8" fmla="*/ 19 w 25"/>
                              <a:gd name="T9" fmla="*/ 76 h 82"/>
                              <a:gd name="T10" fmla="*/ 19 w 25"/>
                              <a:gd name="T11" fmla="*/ 79 h 82"/>
                              <a:gd name="T12" fmla="*/ 22 w 25"/>
                              <a:gd name="T13" fmla="*/ 79 h 82"/>
                              <a:gd name="T14" fmla="*/ 25 w 25"/>
                              <a:gd name="T15" fmla="*/ 79 h 82"/>
                              <a:gd name="T16" fmla="*/ 25 w 25"/>
                              <a:gd name="T17" fmla="*/ 82 h 82"/>
                              <a:gd name="T18" fmla="*/ 0 w 25"/>
                              <a:gd name="T19" fmla="*/ 82 h 82"/>
                              <a:gd name="T20" fmla="*/ 0 w 25"/>
                              <a:gd name="T21" fmla="*/ 79 h 82"/>
                              <a:gd name="T22" fmla="*/ 2 w 25"/>
                              <a:gd name="T23" fmla="*/ 79 h 82"/>
                              <a:gd name="T24" fmla="*/ 5 w 25"/>
                              <a:gd name="T25" fmla="*/ 79 h 82"/>
                              <a:gd name="T26" fmla="*/ 5 w 25"/>
                              <a:gd name="T27" fmla="*/ 76 h 82"/>
                              <a:gd name="T28" fmla="*/ 5 w 25"/>
                              <a:gd name="T29" fmla="*/ 76 h 82"/>
                              <a:gd name="T30" fmla="*/ 8 w 25"/>
                              <a:gd name="T31" fmla="*/ 73 h 82"/>
                              <a:gd name="T32" fmla="*/ 8 w 25"/>
                              <a:gd name="T33" fmla="*/ 67 h 82"/>
                              <a:gd name="T34" fmla="*/ 8 w 25"/>
                              <a:gd name="T35" fmla="*/ 20 h 82"/>
                              <a:gd name="T36" fmla="*/ 8 w 25"/>
                              <a:gd name="T37" fmla="*/ 14 h 82"/>
                              <a:gd name="T38" fmla="*/ 8 w 25"/>
                              <a:gd name="T39" fmla="*/ 8 h 82"/>
                              <a:gd name="T40" fmla="*/ 5 w 25"/>
                              <a:gd name="T41" fmla="*/ 8 h 82"/>
                              <a:gd name="T42" fmla="*/ 5 w 25"/>
                              <a:gd name="T43" fmla="*/ 6 h 82"/>
                              <a:gd name="T44" fmla="*/ 5 w 25"/>
                              <a:gd name="T45" fmla="*/ 6 h 82"/>
                              <a:gd name="T46" fmla="*/ 2 w 25"/>
                              <a:gd name="T47" fmla="*/ 6 h 82"/>
                              <a:gd name="T48" fmla="*/ 2 w 25"/>
                              <a:gd name="T49" fmla="*/ 6 h 82"/>
                              <a:gd name="T50" fmla="*/ 0 w 25"/>
                              <a:gd name="T51" fmla="*/ 6 h 82"/>
                              <a:gd name="T52" fmla="*/ 0 w 25"/>
                              <a:gd name="T53" fmla="*/ 6 h 82"/>
                              <a:gd name="T54" fmla="*/ 14 w 25"/>
                              <a:gd name="T55" fmla="*/ 0 h 82"/>
                              <a:gd name="T56" fmla="*/ 16 w 25"/>
                              <a:gd name="T57" fmla="*/ 0 h 8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5" h="82">
                                <a:moveTo>
                                  <a:pt x="16" y="0"/>
                                </a:moveTo>
                                <a:lnTo>
                                  <a:pt x="16" y="67"/>
                                </a:lnTo>
                                <a:lnTo>
                                  <a:pt x="16" y="73"/>
                                </a:lnTo>
                                <a:lnTo>
                                  <a:pt x="16" y="76"/>
                                </a:lnTo>
                                <a:lnTo>
                                  <a:pt x="19" y="76"/>
                                </a:lnTo>
                                <a:lnTo>
                                  <a:pt x="19" y="79"/>
                                </a:lnTo>
                                <a:lnTo>
                                  <a:pt x="22" y="79"/>
                                </a:lnTo>
                                <a:lnTo>
                                  <a:pt x="25" y="79"/>
                                </a:lnTo>
                                <a:lnTo>
                                  <a:pt x="25" y="82"/>
                                </a:lnTo>
                                <a:lnTo>
                                  <a:pt x="0" y="82"/>
                                </a:lnTo>
                                <a:lnTo>
                                  <a:pt x="0" y="79"/>
                                </a:lnTo>
                                <a:lnTo>
                                  <a:pt x="2" y="79"/>
                                </a:lnTo>
                                <a:lnTo>
                                  <a:pt x="5" y="79"/>
                                </a:lnTo>
                                <a:lnTo>
                                  <a:pt x="5" y="76"/>
                                </a:lnTo>
                                <a:lnTo>
                                  <a:pt x="8" y="73"/>
                                </a:lnTo>
                                <a:lnTo>
                                  <a:pt x="8" y="67"/>
                                </a:lnTo>
                                <a:lnTo>
                                  <a:pt x="8" y="20"/>
                                </a:lnTo>
                                <a:lnTo>
                                  <a:pt x="8" y="14"/>
                                </a:lnTo>
                                <a:lnTo>
                                  <a:pt x="8" y="8"/>
                                </a:lnTo>
                                <a:lnTo>
                                  <a:pt x="5" y="8"/>
                                </a:lnTo>
                                <a:lnTo>
                                  <a:pt x="5" y="6"/>
                                </a:lnTo>
                                <a:lnTo>
                                  <a:pt x="2" y="6"/>
                                </a:lnTo>
                                <a:lnTo>
                                  <a:pt x="0" y="6"/>
                                </a:lnTo>
                                <a:lnTo>
                                  <a:pt x="14" y="0"/>
                                </a:lnTo>
                                <a:lnTo>
                                  <a:pt x="1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6" name="Freeform 675"/>
                        <wps:cNvSpPr>
                          <a:spLocks/>
                        </wps:cNvSpPr>
                        <wps:spPr bwMode="auto">
                          <a:xfrm>
                            <a:off x="964" y="1227"/>
                            <a:ext cx="56" cy="54"/>
                          </a:xfrm>
                          <a:custGeom>
                            <a:avLst/>
                            <a:gdLst>
                              <a:gd name="T0" fmla="*/ 47 w 56"/>
                              <a:gd name="T1" fmla="*/ 0 h 54"/>
                              <a:gd name="T2" fmla="*/ 47 w 56"/>
                              <a:gd name="T3" fmla="*/ 31 h 54"/>
                              <a:gd name="T4" fmla="*/ 47 w 56"/>
                              <a:gd name="T5" fmla="*/ 39 h 54"/>
                              <a:gd name="T6" fmla="*/ 47 w 56"/>
                              <a:gd name="T7" fmla="*/ 42 h 54"/>
                              <a:gd name="T8" fmla="*/ 47 w 56"/>
                              <a:gd name="T9" fmla="*/ 45 h 54"/>
                              <a:gd name="T10" fmla="*/ 50 w 56"/>
                              <a:gd name="T11" fmla="*/ 45 h 54"/>
                              <a:gd name="T12" fmla="*/ 50 w 56"/>
                              <a:gd name="T13" fmla="*/ 48 h 54"/>
                              <a:gd name="T14" fmla="*/ 50 w 56"/>
                              <a:gd name="T15" fmla="*/ 48 h 54"/>
                              <a:gd name="T16" fmla="*/ 53 w 56"/>
                              <a:gd name="T17" fmla="*/ 48 h 54"/>
                              <a:gd name="T18" fmla="*/ 53 w 56"/>
                              <a:gd name="T19" fmla="*/ 45 h 54"/>
                              <a:gd name="T20" fmla="*/ 56 w 56"/>
                              <a:gd name="T21" fmla="*/ 48 h 54"/>
                              <a:gd name="T22" fmla="*/ 39 w 56"/>
                              <a:gd name="T23" fmla="*/ 54 h 54"/>
                              <a:gd name="T24" fmla="*/ 39 w 56"/>
                              <a:gd name="T25" fmla="*/ 54 h 54"/>
                              <a:gd name="T26" fmla="*/ 39 w 56"/>
                              <a:gd name="T27" fmla="*/ 42 h 54"/>
                              <a:gd name="T28" fmla="*/ 30 w 56"/>
                              <a:gd name="T29" fmla="*/ 48 h 54"/>
                              <a:gd name="T30" fmla="*/ 28 w 56"/>
                              <a:gd name="T31" fmla="*/ 51 h 54"/>
                              <a:gd name="T32" fmla="*/ 22 w 56"/>
                              <a:gd name="T33" fmla="*/ 54 h 54"/>
                              <a:gd name="T34" fmla="*/ 19 w 56"/>
                              <a:gd name="T35" fmla="*/ 54 h 54"/>
                              <a:gd name="T36" fmla="*/ 16 w 56"/>
                              <a:gd name="T37" fmla="*/ 54 h 54"/>
                              <a:gd name="T38" fmla="*/ 11 w 56"/>
                              <a:gd name="T39" fmla="*/ 51 h 54"/>
                              <a:gd name="T40" fmla="*/ 8 w 56"/>
                              <a:gd name="T41" fmla="*/ 48 h 54"/>
                              <a:gd name="T42" fmla="*/ 8 w 56"/>
                              <a:gd name="T43" fmla="*/ 45 h 54"/>
                              <a:gd name="T44" fmla="*/ 5 w 56"/>
                              <a:gd name="T45" fmla="*/ 39 h 54"/>
                              <a:gd name="T46" fmla="*/ 5 w 56"/>
                              <a:gd name="T47" fmla="*/ 34 h 54"/>
                              <a:gd name="T48" fmla="*/ 5 w 56"/>
                              <a:gd name="T49" fmla="*/ 8 h 54"/>
                              <a:gd name="T50" fmla="*/ 5 w 56"/>
                              <a:gd name="T51" fmla="*/ 6 h 54"/>
                              <a:gd name="T52" fmla="*/ 5 w 56"/>
                              <a:gd name="T53" fmla="*/ 6 h 54"/>
                              <a:gd name="T54" fmla="*/ 5 w 56"/>
                              <a:gd name="T55" fmla="*/ 3 h 54"/>
                              <a:gd name="T56" fmla="*/ 2 w 56"/>
                              <a:gd name="T57" fmla="*/ 3 h 54"/>
                              <a:gd name="T58" fmla="*/ 2 w 56"/>
                              <a:gd name="T59" fmla="*/ 3 h 54"/>
                              <a:gd name="T60" fmla="*/ 0 w 56"/>
                              <a:gd name="T61" fmla="*/ 0 h 54"/>
                              <a:gd name="T62" fmla="*/ 0 w 56"/>
                              <a:gd name="T63" fmla="*/ 0 h 54"/>
                              <a:gd name="T64" fmla="*/ 16 w 56"/>
                              <a:gd name="T65" fmla="*/ 0 h 54"/>
                              <a:gd name="T66" fmla="*/ 16 w 56"/>
                              <a:gd name="T67" fmla="*/ 34 h 54"/>
                              <a:gd name="T68" fmla="*/ 16 w 56"/>
                              <a:gd name="T69" fmla="*/ 39 h 54"/>
                              <a:gd name="T70" fmla="*/ 19 w 56"/>
                              <a:gd name="T71" fmla="*/ 45 h 54"/>
                              <a:gd name="T72" fmla="*/ 22 w 56"/>
                              <a:gd name="T73" fmla="*/ 45 h 54"/>
                              <a:gd name="T74" fmla="*/ 25 w 56"/>
                              <a:gd name="T75" fmla="*/ 45 h 54"/>
                              <a:gd name="T76" fmla="*/ 28 w 56"/>
                              <a:gd name="T77" fmla="*/ 45 h 54"/>
                              <a:gd name="T78" fmla="*/ 30 w 56"/>
                              <a:gd name="T79" fmla="*/ 45 h 54"/>
                              <a:gd name="T80" fmla="*/ 33 w 56"/>
                              <a:gd name="T81" fmla="*/ 42 h 54"/>
                              <a:gd name="T82" fmla="*/ 39 w 56"/>
                              <a:gd name="T83" fmla="*/ 39 h 54"/>
                              <a:gd name="T84" fmla="*/ 39 w 56"/>
                              <a:gd name="T85" fmla="*/ 8 h 54"/>
                              <a:gd name="T86" fmla="*/ 36 w 56"/>
                              <a:gd name="T87" fmla="*/ 6 h 54"/>
                              <a:gd name="T88" fmla="*/ 36 w 56"/>
                              <a:gd name="T89" fmla="*/ 3 h 54"/>
                              <a:gd name="T90" fmla="*/ 33 w 56"/>
                              <a:gd name="T91" fmla="*/ 3 h 54"/>
                              <a:gd name="T92" fmla="*/ 30 w 56"/>
                              <a:gd name="T93" fmla="*/ 0 h 54"/>
                              <a:gd name="T94" fmla="*/ 30 w 56"/>
                              <a:gd name="T95" fmla="*/ 0 h 54"/>
                              <a:gd name="T96" fmla="*/ 47 w 56"/>
                              <a:gd name="T97" fmla="*/ 0 h 5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56" h="54">
                                <a:moveTo>
                                  <a:pt x="47" y="0"/>
                                </a:moveTo>
                                <a:lnTo>
                                  <a:pt x="47" y="31"/>
                                </a:lnTo>
                                <a:lnTo>
                                  <a:pt x="47" y="39"/>
                                </a:lnTo>
                                <a:lnTo>
                                  <a:pt x="47" y="42"/>
                                </a:lnTo>
                                <a:lnTo>
                                  <a:pt x="47" y="45"/>
                                </a:lnTo>
                                <a:lnTo>
                                  <a:pt x="50" y="45"/>
                                </a:lnTo>
                                <a:lnTo>
                                  <a:pt x="50" y="48"/>
                                </a:lnTo>
                                <a:lnTo>
                                  <a:pt x="53" y="48"/>
                                </a:lnTo>
                                <a:lnTo>
                                  <a:pt x="53" y="45"/>
                                </a:lnTo>
                                <a:lnTo>
                                  <a:pt x="56" y="48"/>
                                </a:lnTo>
                                <a:lnTo>
                                  <a:pt x="39" y="54"/>
                                </a:lnTo>
                                <a:lnTo>
                                  <a:pt x="39" y="42"/>
                                </a:lnTo>
                                <a:lnTo>
                                  <a:pt x="30" y="48"/>
                                </a:lnTo>
                                <a:lnTo>
                                  <a:pt x="28" y="51"/>
                                </a:lnTo>
                                <a:lnTo>
                                  <a:pt x="22" y="54"/>
                                </a:lnTo>
                                <a:lnTo>
                                  <a:pt x="19" y="54"/>
                                </a:lnTo>
                                <a:lnTo>
                                  <a:pt x="16" y="54"/>
                                </a:lnTo>
                                <a:lnTo>
                                  <a:pt x="11" y="51"/>
                                </a:lnTo>
                                <a:lnTo>
                                  <a:pt x="8" y="48"/>
                                </a:lnTo>
                                <a:lnTo>
                                  <a:pt x="8" y="45"/>
                                </a:lnTo>
                                <a:lnTo>
                                  <a:pt x="5" y="39"/>
                                </a:lnTo>
                                <a:lnTo>
                                  <a:pt x="5" y="34"/>
                                </a:lnTo>
                                <a:lnTo>
                                  <a:pt x="5" y="8"/>
                                </a:lnTo>
                                <a:lnTo>
                                  <a:pt x="5" y="6"/>
                                </a:lnTo>
                                <a:lnTo>
                                  <a:pt x="5" y="3"/>
                                </a:lnTo>
                                <a:lnTo>
                                  <a:pt x="2" y="3"/>
                                </a:lnTo>
                                <a:lnTo>
                                  <a:pt x="0" y="0"/>
                                </a:lnTo>
                                <a:lnTo>
                                  <a:pt x="16" y="0"/>
                                </a:lnTo>
                                <a:lnTo>
                                  <a:pt x="16" y="34"/>
                                </a:lnTo>
                                <a:lnTo>
                                  <a:pt x="16" y="39"/>
                                </a:lnTo>
                                <a:lnTo>
                                  <a:pt x="19" y="45"/>
                                </a:lnTo>
                                <a:lnTo>
                                  <a:pt x="22" y="45"/>
                                </a:lnTo>
                                <a:lnTo>
                                  <a:pt x="25" y="45"/>
                                </a:lnTo>
                                <a:lnTo>
                                  <a:pt x="28" y="45"/>
                                </a:lnTo>
                                <a:lnTo>
                                  <a:pt x="30" y="45"/>
                                </a:lnTo>
                                <a:lnTo>
                                  <a:pt x="33" y="42"/>
                                </a:lnTo>
                                <a:lnTo>
                                  <a:pt x="39" y="39"/>
                                </a:lnTo>
                                <a:lnTo>
                                  <a:pt x="39" y="8"/>
                                </a:lnTo>
                                <a:lnTo>
                                  <a:pt x="36" y="6"/>
                                </a:lnTo>
                                <a:lnTo>
                                  <a:pt x="36" y="3"/>
                                </a:lnTo>
                                <a:lnTo>
                                  <a:pt x="33" y="3"/>
                                </a:lnTo>
                                <a:lnTo>
                                  <a:pt x="30" y="0"/>
                                </a:lnTo>
                                <a:lnTo>
                                  <a:pt x="4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7" name="Freeform 676"/>
                        <wps:cNvSpPr>
                          <a:spLocks/>
                        </wps:cNvSpPr>
                        <wps:spPr bwMode="auto">
                          <a:xfrm>
                            <a:off x="1022" y="1227"/>
                            <a:ext cx="57" cy="54"/>
                          </a:xfrm>
                          <a:custGeom>
                            <a:avLst/>
                            <a:gdLst>
                              <a:gd name="T0" fmla="*/ 17 w 57"/>
                              <a:gd name="T1" fmla="*/ 11 h 54"/>
                              <a:gd name="T2" fmla="*/ 23 w 57"/>
                              <a:gd name="T3" fmla="*/ 3 h 54"/>
                              <a:gd name="T4" fmla="*/ 29 w 57"/>
                              <a:gd name="T5" fmla="*/ 0 h 54"/>
                              <a:gd name="T6" fmla="*/ 34 w 57"/>
                              <a:gd name="T7" fmla="*/ 0 h 54"/>
                              <a:gd name="T8" fmla="*/ 40 w 57"/>
                              <a:gd name="T9" fmla="*/ 0 h 54"/>
                              <a:gd name="T10" fmla="*/ 43 w 57"/>
                              <a:gd name="T11" fmla="*/ 0 h 54"/>
                              <a:gd name="T12" fmla="*/ 45 w 57"/>
                              <a:gd name="T13" fmla="*/ 3 h 54"/>
                              <a:gd name="T14" fmla="*/ 48 w 57"/>
                              <a:gd name="T15" fmla="*/ 8 h 54"/>
                              <a:gd name="T16" fmla="*/ 48 w 57"/>
                              <a:gd name="T17" fmla="*/ 11 h 54"/>
                              <a:gd name="T18" fmla="*/ 48 w 57"/>
                              <a:gd name="T19" fmla="*/ 17 h 54"/>
                              <a:gd name="T20" fmla="*/ 48 w 57"/>
                              <a:gd name="T21" fmla="*/ 39 h 54"/>
                              <a:gd name="T22" fmla="*/ 48 w 57"/>
                              <a:gd name="T23" fmla="*/ 45 h 54"/>
                              <a:gd name="T24" fmla="*/ 48 w 57"/>
                              <a:gd name="T25" fmla="*/ 48 h 54"/>
                              <a:gd name="T26" fmla="*/ 51 w 57"/>
                              <a:gd name="T27" fmla="*/ 48 h 54"/>
                              <a:gd name="T28" fmla="*/ 51 w 57"/>
                              <a:gd name="T29" fmla="*/ 51 h 54"/>
                              <a:gd name="T30" fmla="*/ 54 w 57"/>
                              <a:gd name="T31" fmla="*/ 51 h 54"/>
                              <a:gd name="T32" fmla="*/ 57 w 57"/>
                              <a:gd name="T33" fmla="*/ 51 h 54"/>
                              <a:gd name="T34" fmla="*/ 57 w 57"/>
                              <a:gd name="T35" fmla="*/ 54 h 54"/>
                              <a:gd name="T36" fmla="*/ 31 w 57"/>
                              <a:gd name="T37" fmla="*/ 54 h 54"/>
                              <a:gd name="T38" fmla="*/ 31 w 57"/>
                              <a:gd name="T39" fmla="*/ 51 h 54"/>
                              <a:gd name="T40" fmla="*/ 31 w 57"/>
                              <a:gd name="T41" fmla="*/ 51 h 54"/>
                              <a:gd name="T42" fmla="*/ 34 w 57"/>
                              <a:gd name="T43" fmla="*/ 51 h 54"/>
                              <a:gd name="T44" fmla="*/ 37 w 57"/>
                              <a:gd name="T45" fmla="*/ 51 h 54"/>
                              <a:gd name="T46" fmla="*/ 37 w 57"/>
                              <a:gd name="T47" fmla="*/ 48 h 54"/>
                              <a:gd name="T48" fmla="*/ 37 w 57"/>
                              <a:gd name="T49" fmla="*/ 45 h 54"/>
                              <a:gd name="T50" fmla="*/ 40 w 57"/>
                              <a:gd name="T51" fmla="*/ 45 h 54"/>
                              <a:gd name="T52" fmla="*/ 40 w 57"/>
                              <a:gd name="T53" fmla="*/ 39 h 54"/>
                              <a:gd name="T54" fmla="*/ 40 w 57"/>
                              <a:gd name="T55" fmla="*/ 20 h 54"/>
                              <a:gd name="T56" fmla="*/ 37 w 57"/>
                              <a:gd name="T57" fmla="*/ 14 h 54"/>
                              <a:gd name="T58" fmla="*/ 37 w 57"/>
                              <a:gd name="T59" fmla="*/ 8 h 54"/>
                              <a:gd name="T60" fmla="*/ 34 w 57"/>
                              <a:gd name="T61" fmla="*/ 6 h 54"/>
                              <a:gd name="T62" fmla="*/ 31 w 57"/>
                              <a:gd name="T63" fmla="*/ 6 h 54"/>
                              <a:gd name="T64" fmla="*/ 23 w 57"/>
                              <a:gd name="T65" fmla="*/ 8 h 54"/>
                              <a:gd name="T66" fmla="*/ 17 w 57"/>
                              <a:gd name="T67" fmla="*/ 14 h 54"/>
                              <a:gd name="T68" fmla="*/ 17 w 57"/>
                              <a:gd name="T69" fmla="*/ 39 h 54"/>
                              <a:gd name="T70" fmla="*/ 17 w 57"/>
                              <a:gd name="T71" fmla="*/ 45 h 54"/>
                              <a:gd name="T72" fmla="*/ 17 w 57"/>
                              <a:gd name="T73" fmla="*/ 48 h 54"/>
                              <a:gd name="T74" fmla="*/ 17 w 57"/>
                              <a:gd name="T75" fmla="*/ 48 h 54"/>
                              <a:gd name="T76" fmla="*/ 20 w 57"/>
                              <a:gd name="T77" fmla="*/ 51 h 54"/>
                              <a:gd name="T78" fmla="*/ 20 w 57"/>
                              <a:gd name="T79" fmla="*/ 51 h 54"/>
                              <a:gd name="T80" fmla="*/ 23 w 57"/>
                              <a:gd name="T81" fmla="*/ 51 h 54"/>
                              <a:gd name="T82" fmla="*/ 23 w 57"/>
                              <a:gd name="T83" fmla="*/ 54 h 54"/>
                              <a:gd name="T84" fmla="*/ 0 w 57"/>
                              <a:gd name="T85" fmla="*/ 54 h 54"/>
                              <a:gd name="T86" fmla="*/ 0 w 57"/>
                              <a:gd name="T87" fmla="*/ 51 h 54"/>
                              <a:gd name="T88" fmla="*/ 0 w 57"/>
                              <a:gd name="T89" fmla="*/ 51 h 54"/>
                              <a:gd name="T90" fmla="*/ 3 w 57"/>
                              <a:gd name="T91" fmla="*/ 51 h 54"/>
                              <a:gd name="T92" fmla="*/ 6 w 57"/>
                              <a:gd name="T93" fmla="*/ 48 h 54"/>
                              <a:gd name="T94" fmla="*/ 6 w 57"/>
                              <a:gd name="T95" fmla="*/ 45 h 54"/>
                              <a:gd name="T96" fmla="*/ 6 w 57"/>
                              <a:gd name="T97" fmla="*/ 39 h 54"/>
                              <a:gd name="T98" fmla="*/ 6 w 57"/>
                              <a:gd name="T99" fmla="*/ 20 h 54"/>
                              <a:gd name="T100" fmla="*/ 6 w 57"/>
                              <a:gd name="T101" fmla="*/ 14 h 54"/>
                              <a:gd name="T102" fmla="*/ 6 w 57"/>
                              <a:gd name="T103" fmla="*/ 8 h 54"/>
                              <a:gd name="T104" fmla="*/ 6 w 57"/>
                              <a:gd name="T105" fmla="*/ 8 h 54"/>
                              <a:gd name="T106" fmla="*/ 6 w 57"/>
                              <a:gd name="T107" fmla="*/ 6 h 54"/>
                              <a:gd name="T108" fmla="*/ 3 w 57"/>
                              <a:gd name="T109" fmla="*/ 6 h 54"/>
                              <a:gd name="T110" fmla="*/ 3 w 57"/>
                              <a:gd name="T111" fmla="*/ 6 h 54"/>
                              <a:gd name="T112" fmla="*/ 0 w 57"/>
                              <a:gd name="T113" fmla="*/ 6 h 54"/>
                              <a:gd name="T114" fmla="*/ 0 w 57"/>
                              <a:gd name="T115" fmla="*/ 6 h 54"/>
                              <a:gd name="T116" fmla="*/ 0 w 57"/>
                              <a:gd name="T117" fmla="*/ 6 h 54"/>
                              <a:gd name="T118" fmla="*/ 15 w 57"/>
                              <a:gd name="T119" fmla="*/ 0 h 54"/>
                              <a:gd name="T120" fmla="*/ 17 w 57"/>
                              <a:gd name="T121" fmla="*/ 0 h 54"/>
                              <a:gd name="T122" fmla="*/ 17 w 57"/>
                              <a:gd name="T123" fmla="*/ 11 h 5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7" h="54">
                                <a:moveTo>
                                  <a:pt x="17" y="11"/>
                                </a:moveTo>
                                <a:lnTo>
                                  <a:pt x="23" y="3"/>
                                </a:lnTo>
                                <a:lnTo>
                                  <a:pt x="29" y="0"/>
                                </a:lnTo>
                                <a:lnTo>
                                  <a:pt x="34" y="0"/>
                                </a:lnTo>
                                <a:lnTo>
                                  <a:pt x="40" y="0"/>
                                </a:lnTo>
                                <a:lnTo>
                                  <a:pt x="43" y="0"/>
                                </a:lnTo>
                                <a:lnTo>
                                  <a:pt x="45" y="3"/>
                                </a:lnTo>
                                <a:lnTo>
                                  <a:pt x="48" y="8"/>
                                </a:lnTo>
                                <a:lnTo>
                                  <a:pt x="48" y="11"/>
                                </a:lnTo>
                                <a:lnTo>
                                  <a:pt x="48" y="17"/>
                                </a:lnTo>
                                <a:lnTo>
                                  <a:pt x="48" y="39"/>
                                </a:lnTo>
                                <a:lnTo>
                                  <a:pt x="48" y="45"/>
                                </a:lnTo>
                                <a:lnTo>
                                  <a:pt x="48" y="48"/>
                                </a:lnTo>
                                <a:lnTo>
                                  <a:pt x="51" y="48"/>
                                </a:lnTo>
                                <a:lnTo>
                                  <a:pt x="51" y="51"/>
                                </a:lnTo>
                                <a:lnTo>
                                  <a:pt x="54" y="51"/>
                                </a:lnTo>
                                <a:lnTo>
                                  <a:pt x="57" y="51"/>
                                </a:lnTo>
                                <a:lnTo>
                                  <a:pt x="57" y="54"/>
                                </a:lnTo>
                                <a:lnTo>
                                  <a:pt x="31" y="54"/>
                                </a:lnTo>
                                <a:lnTo>
                                  <a:pt x="31" y="51"/>
                                </a:lnTo>
                                <a:lnTo>
                                  <a:pt x="34" y="51"/>
                                </a:lnTo>
                                <a:lnTo>
                                  <a:pt x="37" y="51"/>
                                </a:lnTo>
                                <a:lnTo>
                                  <a:pt x="37" y="48"/>
                                </a:lnTo>
                                <a:lnTo>
                                  <a:pt x="37" y="45"/>
                                </a:lnTo>
                                <a:lnTo>
                                  <a:pt x="40" y="45"/>
                                </a:lnTo>
                                <a:lnTo>
                                  <a:pt x="40" y="39"/>
                                </a:lnTo>
                                <a:lnTo>
                                  <a:pt x="40" y="20"/>
                                </a:lnTo>
                                <a:lnTo>
                                  <a:pt x="37" y="14"/>
                                </a:lnTo>
                                <a:lnTo>
                                  <a:pt x="37" y="8"/>
                                </a:lnTo>
                                <a:lnTo>
                                  <a:pt x="34" y="6"/>
                                </a:lnTo>
                                <a:lnTo>
                                  <a:pt x="31" y="6"/>
                                </a:lnTo>
                                <a:lnTo>
                                  <a:pt x="23" y="8"/>
                                </a:lnTo>
                                <a:lnTo>
                                  <a:pt x="17" y="14"/>
                                </a:lnTo>
                                <a:lnTo>
                                  <a:pt x="17" y="39"/>
                                </a:lnTo>
                                <a:lnTo>
                                  <a:pt x="17" y="45"/>
                                </a:lnTo>
                                <a:lnTo>
                                  <a:pt x="17" y="48"/>
                                </a:lnTo>
                                <a:lnTo>
                                  <a:pt x="20" y="51"/>
                                </a:lnTo>
                                <a:lnTo>
                                  <a:pt x="23" y="51"/>
                                </a:lnTo>
                                <a:lnTo>
                                  <a:pt x="23" y="54"/>
                                </a:lnTo>
                                <a:lnTo>
                                  <a:pt x="0" y="54"/>
                                </a:lnTo>
                                <a:lnTo>
                                  <a:pt x="0" y="51"/>
                                </a:lnTo>
                                <a:lnTo>
                                  <a:pt x="3" y="51"/>
                                </a:lnTo>
                                <a:lnTo>
                                  <a:pt x="6" y="48"/>
                                </a:lnTo>
                                <a:lnTo>
                                  <a:pt x="6" y="45"/>
                                </a:lnTo>
                                <a:lnTo>
                                  <a:pt x="6" y="39"/>
                                </a:lnTo>
                                <a:lnTo>
                                  <a:pt x="6" y="20"/>
                                </a:lnTo>
                                <a:lnTo>
                                  <a:pt x="6" y="14"/>
                                </a:lnTo>
                                <a:lnTo>
                                  <a:pt x="6" y="8"/>
                                </a:lnTo>
                                <a:lnTo>
                                  <a:pt x="6" y="6"/>
                                </a:lnTo>
                                <a:lnTo>
                                  <a:pt x="3" y="6"/>
                                </a:lnTo>
                                <a:lnTo>
                                  <a:pt x="0" y="6"/>
                                </a:lnTo>
                                <a:lnTo>
                                  <a:pt x="15" y="0"/>
                                </a:lnTo>
                                <a:lnTo>
                                  <a:pt x="17" y="0"/>
                                </a:lnTo>
                                <a:lnTo>
                                  <a:pt x="17" y="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8" name="Freeform 677"/>
                        <wps:cNvSpPr>
                          <a:spLocks/>
                        </wps:cNvSpPr>
                        <wps:spPr bwMode="auto">
                          <a:xfrm>
                            <a:off x="1081" y="1227"/>
                            <a:ext cx="54" cy="79"/>
                          </a:xfrm>
                          <a:custGeom>
                            <a:avLst/>
                            <a:gdLst>
                              <a:gd name="T0" fmla="*/ 12 w 54"/>
                              <a:gd name="T1" fmla="*/ 31 h 79"/>
                              <a:gd name="T2" fmla="*/ 6 w 54"/>
                              <a:gd name="T3" fmla="*/ 23 h 79"/>
                              <a:gd name="T4" fmla="*/ 6 w 54"/>
                              <a:gd name="T5" fmla="*/ 11 h 79"/>
                              <a:gd name="T6" fmla="*/ 17 w 54"/>
                              <a:gd name="T7" fmla="*/ 0 h 79"/>
                              <a:gd name="T8" fmla="*/ 34 w 54"/>
                              <a:gd name="T9" fmla="*/ 0 h 79"/>
                              <a:gd name="T10" fmla="*/ 51 w 54"/>
                              <a:gd name="T11" fmla="*/ 3 h 79"/>
                              <a:gd name="T12" fmla="*/ 54 w 54"/>
                              <a:gd name="T13" fmla="*/ 3 h 79"/>
                              <a:gd name="T14" fmla="*/ 54 w 54"/>
                              <a:gd name="T15" fmla="*/ 3 h 79"/>
                              <a:gd name="T16" fmla="*/ 54 w 54"/>
                              <a:gd name="T17" fmla="*/ 3 h 79"/>
                              <a:gd name="T18" fmla="*/ 54 w 54"/>
                              <a:gd name="T19" fmla="*/ 6 h 79"/>
                              <a:gd name="T20" fmla="*/ 54 w 54"/>
                              <a:gd name="T21" fmla="*/ 6 h 79"/>
                              <a:gd name="T22" fmla="*/ 51 w 54"/>
                              <a:gd name="T23" fmla="*/ 6 h 79"/>
                              <a:gd name="T24" fmla="*/ 45 w 54"/>
                              <a:gd name="T25" fmla="*/ 11 h 79"/>
                              <a:gd name="T26" fmla="*/ 45 w 54"/>
                              <a:gd name="T27" fmla="*/ 25 h 79"/>
                              <a:gd name="T28" fmla="*/ 34 w 54"/>
                              <a:gd name="T29" fmla="*/ 34 h 79"/>
                              <a:gd name="T30" fmla="*/ 23 w 54"/>
                              <a:gd name="T31" fmla="*/ 34 h 79"/>
                              <a:gd name="T32" fmla="*/ 15 w 54"/>
                              <a:gd name="T33" fmla="*/ 37 h 79"/>
                              <a:gd name="T34" fmla="*/ 12 w 54"/>
                              <a:gd name="T35" fmla="*/ 39 h 79"/>
                              <a:gd name="T36" fmla="*/ 12 w 54"/>
                              <a:gd name="T37" fmla="*/ 42 h 79"/>
                              <a:gd name="T38" fmla="*/ 15 w 54"/>
                              <a:gd name="T39" fmla="*/ 42 h 79"/>
                              <a:gd name="T40" fmla="*/ 20 w 54"/>
                              <a:gd name="T41" fmla="*/ 45 h 79"/>
                              <a:gd name="T42" fmla="*/ 34 w 54"/>
                              <a:gd name="T43" fmla="*/ 45 h 79"/>
                              <a:gd name="T44" fmla="*/ 45 w 54"/>
                              <a:gd name="T45" fmla="*/ 45 h 79"/>
                              <a:gd name="T46" fmla="*/ 51 w 54"/>
                              <a:gd name="T47" fmla="*/ 54 h 79"/>
                              <a:gd name="T48" fmla="*/ 51 w 54"/>
                              <a:gd name="T49" fmla="*/ 62 h 79"/>
                              <a:gd name="T50" fmla="*/ 40 w 54"/>
                              <a:gd name="T51" fmla="*/ 73 h 79"/>
                              <a:gd name="T52" fmla="*/ 23 w 54"/>
                              <a:gd name="T53" fmla="*/ 79 h 79"/>
                              <a:gd name="T54" fmla="*/ 6 w 54"/>
                              <a:gd name="T55" fmla="*/ 73 h 79"/>
                              <a:gd name="T56" fmla="*/ 0 w 54"/>
                              <a:gd name="T57" fmla="*/ 68 h 79"/>
                              <a:gd name="T58" fmla="*/ 3 w 54"/>
                              <a:gd name="T59" fmla="*/ 65 h 79"/>
                              <a:gd name="T60" fmla="*/ 6 w 54"/>
                              <a:gd name="T61" fmla="*/ 59 h 79"/>
                              <a:gd name="T62" fmla="*/ 12 w 54"/>
                              <a:gd name="T63" fmla="*/ 51 h 79"/>
                              <a:gd name="T64" fmla="*/ 6 w 54"/>
                              <a:gd name="T65" fmla="*/ 48 h 79"/>
                              <a:gd name="T66" fmla="*/ 6 w 54"/>
                              <a:gd name="T67" fmla="*/ 45 h 79"/>
                              <a:gd name="T68" fmla="*/ 6 w 54"/>
                              <a:gd name="T69" fmla="*/ 42 h 79"/>
                              <a:gd name="T70" fmla="*/ 15 w 54"/>
                              <a:gd name="T71" fmla="*/ 34 h 79"/>
                              <a:gd name="T72" fmla="*/ 20 w 54"/>
                              <a:gd name="T73" fmla="*/ 3 h 79"/>
                              <a:gd name="T74" fmla="*/ 15 w 54"/>
                              <a:gd name="T75" fmla="*/ 8 h 79"/>
                              <a:gd name="T76" fmla="*/ 17 w 54"/>
                              <a:gd name="T77" fmla="*/ 23 h 79"/>
                              <a:gd name="T78" fmla="*/ 23 w 54"/>
                              <a:gd name="T79" fmla="*/ 31 h 79"/>
                              <a:gd name="T80" fmla="*/ 31 w 54"/>
                              <a:gd name="T81" fmla="*/ 31 h 79"/>
                              <a:gd name="T82" fmla="*/ 37 w 54"/>
                              <a:gd name="T83" fmla="*/ 25 h 79"/>
                              <a:gd name="T84" fmla="*/ 37 w 54"/>
                              <a:gd name="T85" fmla="*/ 11 h 79"/>
                              <a:gd name="T86" fmla="*/ 29 w 54"/>
                              <a:gd name="T87" fmla="*/ 3 h 79"/>
                              <a:gd name="T88" fmla="*/ 15 w 54"/>
                              <a:gd name="T89" fmla="*/ 54 h 79"/>
                              <a:gd name="T90" fmla="*/ 12 w 54"/>
                              <a:gd name="T91" fmla="*/ 56 h 79"/>
                              <a:gd name="T92" fmla="*/ 9 w 54"/>
                              <a:gd name="T93" fmla="*/ 62 h 79"/>
                              <a:gd name="T94" fmla="*/ 12 w 54"/>
                              <a:gd name="T95" fmla="*/ 68 h 79"/>
                              <a:gd name="T96" fmla="*/ 29 w 54"/>
                              <a:gd name="T97" fmla="*/ 70 h 79"/>
                              <a:gd name="T98" fmla="*/ 45 w 54"/>
                              <a:gd name="T99" fmla="*/ 68 h 79"/>
                              <a:gd name="T100" fmla="*/ 48 w 54"/>
                              <a:gd name="T101" fmla="*/ 59 h 79"/>
                              <a:gd name="T102" fmla="*/ 45 w 54"/>
                              <a:gd name="T103" fmla="*/ 56 h 79"/>
                              <a:gd name="T104" fmla="*/ 34 w 54"/>
                              <a:gd name="T105" fmla="*/ 54 h 79"/>
                              <a:gd name="T106" fmla="*/ 15 w 54"/>
                              <a:gd name="T107" fmla="*/ 54 h 79"/>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54" h="79">
                                <a:moveTo>
                                  <a:pt x="15" y="34"/>
                                </a:moveTo>
                                <a:lnTo>
                                  <a:pt x="12" y="31"/>
                                </a:lnTo>
                                <a:lnTo>
                                  <a:pt x="9" y="28"/>
                                </a:lnTo>
                                <a:lnTo>
                                  <a:pt x="6" y="23"/>
                                </a:lnTo>
                                <a:lnTo>
                                  <a:pt x="6" y="17"/>
                                </a:lnTo>
                                <a:lnTo>
                                  <a:pt x="6" y="11"/>
                                </a:lnTo>
                                <a:lnTo>
                                  <a:pt x="12" y="6"/>
                                </a:lnTo>
                                <a:lnTo>
                                  <a:pt x="17" y="0"/>
                                </a:lnTo>
                                <a:lnTo>
                                  <a:pt x="26" y="0"/>
                                </a:lnTo>
                                <a:lnTo>
                                  <a:pt x="34" y="0"/>
                                </a:lnTo>
                                <a:lnTo>
                                  <a:pt x="40" y="3"/>
                                </a:lnTo>
                                <a:lnTo>
                                  <a:pt x="51" y="3"/>
                                </a:lnTo>
                                <a:lnTo>
                                  <a:pt x="54" y="3"/>
                                </a:lnTo>
                                <a:lnTo>
                                  <a:pt x="54" y="6"/>
                                </a:lnTo>
                                <a:lnTo>
                                  <a:pt x="51" y="6"/>
                                </a:lnTo>
                                <a:lnTo>
                                  <a:pt x="43" y="6"/>
                                </a:lnTo>
                                <a:lnTo>
                                  <a:pt x="45" y="11"/>
                                </a:lnTo>
                                <a:lnTo>
                                  <a:pt x="48" y="17"/>
                                </a:lnTo>
                                <a:lnTo>
                                  <a:pt x="45" y="25"/>
                                </a:lnTo>
                                <a:lnTo>
                                  <a:pt x="43" y="31"/>
                                </a:lnTo>
                                <a:lnTo>
                                  <a:pt x="34" y="34"/>
                                </a:lnTo>
                                <a:lnTo>
                                  <a:pt x="26" y="37"/>
                                </a:lnTo>
                                <a:lnTo>
                                  <a:pt x="23" y="34"/>
                                </a:lnTo>
                                <a:lnTo>
                                  <a:pt x="17" y="34"/>
                                </a:lnTo>
                                <a:lnTo>
                                  <a:pt x="15" y="37"/>
                                </a:lnTo>
                                <a:lnTo>
                                  <a:pt x="12" y="39"/>
                                </a:lnTo>
                                <a:lnTo>
                                  <a:pt x="12" y="42"/>
                                </a:lnTo>
                                <a:lnTo>
                                  <a:pt x="15" y="42"/>
                                </a:lnTo>
                                <a:lnTo>
                                  <a:pt x="17" y="45"/>
                                </a:lnTo>
                                <a:lnTo>
                                  <a:pt x="20" y="45"/>
                                </a:lnTo>
                                <a:lnTo>
                                  <a:pt x="26" y="45"/>
                                </a:lnTo>
                                <a:lnTo>
                                  <a:pt x="34" y="45"/>
                                </a:lnTo>
                                <a:lnTo>
                                  <a:pt x="43" y="45"/>
                                </a:lnTo>
                                <a:lnTo>
                                  <a:pt x="45" y="45"/>
                                </a:lnTo>
                                <a:lnTo>
                                  <a:pt x="51" y="48"/>
                                </a:lnTo>
                                <a:lnTo>
                                  <a:pt x="51" y="54"/>
                                </a:lnTo>
                                <a:lnTo>
                                  <a:pt x="54" y="56"/>
                                </a:lnTo>
                                <a:lnTo>
                                  <a:pt x="51" y="62"/>
                                </a:lnTo>
                                <a:lnTo>
                                  <a:pt x="48" y="70"/>
                                </a:lnTo>
                                <a:lnTo>
                                  <a:pt x="40" y="73"/>
                                </a:lnTo>
                                <a:lnTo>
                                  <a:pt x="34" y="76"/>
                                </a:lnTo>
                                <a:lnTo>
                                  <a:pt x="23" y="79"/>
                                </a:lnTo>
                                <a:lnTo>
                                  <a:pt x="15" y="76"/>
                                </a:lnTo>
                                <a:lnTo>
                                  <a:pt x="6" y="73"/>
                                </a:lnTo>
                                <a:lnTo>
                                  <a:pt x="3" y="70"/>
                                </a:lnTo>
                                <a:lnTo>
                                  <a:pt x="0" y="68"/>
                                </a:lnTo>
                                <a:lnTo>
                                  <a:pt x="0" y="65"/>
                                </a:lnTo>
                                <a:lnTo>
                                  <a:pt x="3" y="65"/>
                                </a:lnTo>
                                <a:lnTo>
                                  <a:pt x="3" y="62"/>
                                </a:lnTo>
                                <a:lnTo>
                                  <a:pt x="6" y="59"/>
                                </a:lnTo>
                                <a:lnTo>
                                  <a:pt x="9" y="56"/>
                                </a:lnTo>
                                <a:lnTo>
                                  <a:pt x="12" y="51"/>
                                </a:lnTo>
                                <a:lnTo>
                                  <a:pt x="9" y="51"/>
                                </a:lnTo>
                                <a:lnTo>
                                  <a:pt x="6" y="48"/>
                                </a:lnTo>
                                <a:lnTo>
                                  <a:pt x="6" y="45"/>
                                </a:lnTo>
                                <a:lnTo>
                                  <a:pt x="6" y="42"/>
                                </a:lnTo>
                                <a:lnTo>
                                  <a:pt x="9" y="37"/>
                                </a:lnTo>
                                <a:lnTo>
                                  <a:pt x="15" y="34"/>
                                </a:lnTo>
                                <a:close/>
                                <a:moveTo>
                                  <a:pt x="26" y="0"/>
                                </a:moveTo>
                                <a:lnTo>
                                  <a:pt x="20" y="3"/>
                                </a:lnTo>
                                <a:lnTo>
                                  <a:pt x="17" y="6"/>
                                </a:lnTo>
                                <a:lnTo>
                                  <a:pt x="15" y="8"/>
                                </a:lnTo>
                                <a:lnTo>
                                  <a:pt x="15" y="14"/>
                                </a:lnTo>
                                <a:lnTo>
                                  <a:pt x="17" y="23"/>
                                </a:lnTo>
                                <a:lnTo>
                                  <a:pt x="20" y="28"/>
                                </a:lnTo>
                                <a:lnTo>
                                  <a:pt x="23" y="31"/>
                                </a:lnTo>
                                <a:lnTo>
                                  <a:pt x="26" y="34"/>
                                </a:lnTo>
                                <a:lnTo>
                                  <a:pt x="31" y="31"/>
                                </a:lnTo>
                                <a:lnTo>
                                  <a:pt x="34" y="31"/>
                                </a:lnTo>
                                <a:lnTo>
                                  <a:pt x="37" y="25"/>
                                </a:lnTo>
                                <a:lnTo>
                                  <a:pt x="37" y="20"/>
                                </a:lnTo>
                                <a:lnTo>
                                  <a:pt x="37" y="11"/>
                                </a:lnTo>
                                <a:lnTo>
                                  <a:pt x="34" y="6"/>
                                </a:lnTo>
                                <a:lnTo>
                                  <a:pt x="29" y="3"/>
                                </a:lnTo>
                                <a:lnTo>
                                  <a:pt x="26" y="0"/>
                                </a:lnTo>
                                <a:close/>
                                <a:moveTo>
                                  <a:pt x="15" y="54"/>
                                </a:moveTo>
                                <a:lnTo>
                                  <a:pt x="12" y="56"/>
                                </a:lnTo>
                                <a:lnTo>
                                  <a:pt x="9" y="59"/>
                                </a:lnTo>
                                <a:lnTo>
                                  <a:pt x="9" y="62"/>
                                </a:lnTo>
                                <a:lnTo>
                                  <a:pt x="9" y="65"/>
                                </a:lnTo>
                                <a:lnTo>
                                  <a:pt x="12" y="68"/>
                                </a:lnTo>
                                <a:lnTo>
                                  <a:pt x="20" y="70"/>
                                </a:lnTo>
                                <a:lnTo>
                                  <a:pt x="29" y="70"/>
                                </a:lnTo>
                                <a:lnTo>
                                  <a:pt x="37" y="70"/>
                                </a:lnTo>
                                <a:lnTo>
                                  <a:pt x="45" y="68"/>
                                </a:lnTo>
                                <a:lnTo>
                                  <a:pt x="48" y="62"/>
                                </a:lnTo>
                                <a:lnTo>
                                  <a:pt x="48" y="59"/>
                                </a:lnTo>
                                <a:lnTo>
                                  <a:pt x="48" y="56"/>
                                </a:lnTo>
                                <a:lnTo>
                                  <a:pt x="45" y="56"/>
                                </a:lnTo>
                                <a:lnTo>
                                  <a:pt x="43" y="54"/>
                                </a:lnTo>
                                <a:lnTo>
                                  <a:pt x="34" y="54"/>
                                </a:lnTo>
                                <a:lnTo>
                                  <a:pt x="23" y="54"/>
                                </a:lnTo>
                                <a:lnTo>
                                  <a:pt x="15" y="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79" name="Freeform 678"/>
                        <wps:cNvSpPr>
                          <a:spLocks/>
                        </wps:cNvSpPr>
                        <wps:spPr bwMode="auto">
                          <a:xfrm>
                            <a:off x="1143" y="1227"/>
                            <a:ext cx="37" cy="54"/>
                          </a:xfrm>
                          <a:custGeom>
                            <a:avLst/>
                            <a:gdLst>
                              <a:gd name="T0" fmla="*/ 31 w 37"/>
                              <a:gd name="T1" fmla="*/ 0 h 54"/>
                              <a:gd name="T2" fmla="*/ 31 w 37"/>
                              <a:gd name="T3" fmla="*/ 17 h 54"/>
                              <a:gd name="T4" fmla="*/ 31 w 37"/>
                              <a:gd name="T5" fmla="*/ 17 h 54"/>
                              <a:gd name="T6" fmla="*/ 28 w 37"/>
                              <a:gd name="T7" fmla="*/ 11 h 54"/>
                              <a:gd name="T8" fmla="*/ 26 w 37"/>
                              <a:gd name="T9" fmla="*/ 6 h 54"/>
                              <a:gd name="T10" fmla="*/ 20 w 37"/>
                              <a:gd name="T11" fmla="*/ 3 h 54"/>
                              <a:gd name="T12" fmla="*/ 17 w 37"/>
                              <a:gd name="T13" fmla="*/ 3 h 54"/>
                              <a:gd name="T14" fmla="*/ 12 w 37"/>
                              <a:gd name="T15" fmla="*/ 3 h 54"/>
                              <a:gd name="T16" fmla="*/ 9 w 37"/>
                              <a:gd name="T17" fmla="*/ 6 h 54"/>
                              <a:gd name="T18" fmla="*/ 9 w 37"/>
                              <a:gd name="T19" fmla="*/ 6 h 54"/>
                              <a:gd name="T20" fmla="*/ 6 w 37"/>
                              <a:gd name="T21" fmla="*/ 8 h 54"/>
                              <a:gd name="T22" fmla="*/ 9 w 37"/>
                              <a:gd name="T23" fmla="*/ 11 h 54"/>
                              <a:gd name="T24" fmla="*/ 9 w 37"/>
                              <a:gd name="T25" fmla="*/ 14 h 54"/>
                              <a:gd name="T26" fmla="*/ 12 w 37"/>
                              <a:gd name="T27" fmla="*/ 17 h 54"/>
                              <a:gd name="T28" fmla="*/ 14 w 37"/>
                              <a:gd name="T29" fmla="*/ 20 h 54"/>
                              <a:gd name="T30" fmla="*/ 23 w 37"/>
                              <a:gd name="T31" fmla="*/ 23 h 54"/>
                              <a:gd name="T32" fmla="*/ 31 w 37"/>
                              <a:gd name="T33" fmla="*/ 28 h 54"/>
                              <a:gd name="T34" fmla="*/ 34 w 37"/>
                              <a:gd name="T35" fmla="*/ 31 h 54"/>
                              <a:gd name="T36" fmla="*/ 37 w 37"/>
                              <a:gd name="T37" fmla="*/ 37 h 54"/>
                              <a:gd name="T38" fmla="*/ 34 w 37"/>
                              <a:gd name="T39" fmla="*/ 45 h 54"/>
                              <a:gd name="T40" fmla="*/ 31 w 37"/>
                              <a:gd name="T41" fmla="*/ 48 h 54"/>
                              <a:gd name="T42" fmla="*/ 23 w 37"/>
                              <a:gd name="T43" fmla="*/ 54 h 54"/>
                              <a:gd name="T44" fmla="*/ 17 w 37"/>
                              <a:gd name="T45" fmla="*/ 54 h 54"/>
                              <a:gd name="T46" fmla="*/ 12 w 37"/>
                              <a:gd name="T47" fmla="*/ 54 h 54"/>
                              <a:gd name="T48" fmla="*/ 6 w 37"/>
                              <a:gd name="T49" fmla="*/ 51 h 54"/>
                              <a:gd name="T50" fmla="*/ 6 w 37"/>
                              <a:gd name="T51" fmla="*/ 51 h 54"/>
                              <a:gd name="T52" fmla="*/ 3 w 37"/>
                              <a:gd name="T53" fmla="*/ 51 h 54"/>
                              <a:gd name="T54" fmla="*/ 3 w 37"/>
                              <a:gd name="T55" fmla="*/ 51 h 54"/>
                              <a:gd name="T56" fmla="*/ 0 w 37"/>
                              <a:gd name="T57" fmla="*/ 54 h 54"/>
                              <a:gd name="T58" fmla="*/ 0 w 37"/>
                              <a:gd name="T59" fmla="*/ 54 h 54"/>
                              <a:gd name="T60" fmla="*/ 0 w 37"/>
                              <a:gd name="T61" fmla="*/ 37 h 54"/>
                              <a:gd name="T62" fmla="*/ 0 w 37"/>
                              <a:gd name="T63" fmla="*/ 37 h 54"/>
                              <a:gd name="T64" fmla="*/ 3 w 37"/>
                              <a:gd name="T65" fmla="*/ 42 h 54"/>
                              <a:gd name="T66" fmla="*/ 9 w 37"/>
                              <a:gd name="T67" fmla="*/ 45 h 54"/>
                              <a:gd name="T68" fmla="*/ 12 w 37"/>
                              <a:gd name="T69" fmla="*/ 48 h 54"/>
                              <a:gd name="T70" fmla="*/ 17 w 37"/>
                              <a:gd name="T71" fmla="*/ 51 h 54"/>
                              <a:gd name="T72" fmla="*/ 23 w 37"/>
                              <a:gd name="T73" fmla="*/ 48 h 54"/>
                              <a:gd name="T74" fmla="*/ 26 w 37"/>
                              <a:gd name="T75" fmla="*/ 48 h 54"/>
                              <a:gd name="T76" fmla="*/ 26 w 37"/>
                              <a:gd name="T77" fmla="*/ 45 h 54"/>
                              <a:gd name="T78" fmla="*/ 26 w 37"/>
                              <a:gd name="T79" fmla="*/ 42 h 54"/>
                              <a:gd name="T80" fmla="*/ 26 w 37"/>
                              <a:gd name="T81" fmla="*/ 39 h 54"/>
                              <a:gd name="T82" fmla="*/ 26 w 37"/>
                              <a:gd name="T83" fmla="*/ 37 h 54"/>
                              <a:gd name="T84" fmla="*/ 20 w 37"/>
                              <a:gd name="T85" fmla="*/ 34 h 54"/>
                              <a:gd name="T86" fmla="*/ 14 w 37"/>
                              <a:gd name="T87" fmla="*/ 28 h 54"/>
                              <a:gd name="T88" fmla="*/ 6 w 37"/>
                              <a:gd name="T89" fmla="*/ 25 h 54"/>
                              <a:gd name="T90" fmla="*/ 3 w 37"/>
                              <a:gd name="T91" fmla="*/ 23 h 54"/>
                              <a:gd name="T92" fmla="*/ 0 w 37"/>
                              <a:gd name="T93" fmla="*/ 17 h 54"/>
                              <a:gd name="T94" fmla="*/ 0 w 37"/>
                              <a:gd name="T95" fmla="*/ 14 h 54"/>
                              <a:gd name="T96" fmla="*/ 0 w 37"/>
                              <a:gd name="T97" fmla="*/ 8 h 54"/>
                              <a:gd name="T98" fmla="*/ 3 w 37"/>
                              <a:gd name="T99" fmla="*/ 3 h 54"/>
                              <a:gd name="T100" fmla="*/ 9 w 37"/>
                              <a:gd name="T101" fmla="*/ 0 h 54"/>
                              <a:gd name="T102" fmla="*/ 17 w 37"/>
                              <a:gd name="T103" fmla="*/ 0 h 54"/>
                              <a:gd name="T104" fmla="*/ 20 w 37"/>
                              <a:gd name="T105" fmla="*/ 0 h 54"/>
                              <a:gd name="T106" fmla="*/ 23 w 37"/>
                              <a:gd name="T107" fmla="*/ 0 h 54"/>
                              <a:gd name="T108" fmla="*/ 26 w 37"/>
                              <a:gd name="T109" fmla="*/ 0 h 54"/>
                              <a:gd name="T110" fmla="*/ 28 w 37"/>
                              <a:gd name="T111" fmla="*/ 0 h 54"/>
                              <a:gd name="T112" fmla="*/ 28 w 37"/>
                              <a:gd name="T113" fmla="*/ 0 h 54"/>
                              <a:gd name="T114" fmla="*/ 28 w 37"/>
                              <a:gd name="T115" fmla="*/ 0 h 54"/>
                              <a:gd name="T116" fmla="*/ 31 w 37"/>
                              <a:gd name="T117" fmla="*/ 0 h 54"/>
                              <a:gd name="T118" fmla="*/ 31 w 37"/>
                              <a:gd name="T119" fmla="*/ 0 h 54"/>
                              <a:gd name="T120" fmla="*/ 31 w 37"/>
                              <a:gd name="T121" fmla="*/ 0 h 5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7" h="54">
                                <a:moveTo>
                                  <a:pt x="31" y="0"/>
                                </a:moveTo>
                                <a:lnTo>
                                  <a:pt x="31" y="17"/>
                                </a:lnTo>
                                <a:lnTo>
                                  <a:pt x="28" y="11"/>
                                </a:lnTo>
                                <a:lnTo>
                                  <a:pt x="26" y="6"/>
                                </a:lnTo>
                                <a:lnTo>
                                  <a:pt x="20" y="3"/>
                                </a:lnTo>
                                <a:lnTo>
                                  <a:pt x="17" y="3"/>
                                </a:lnTo>
                                <a:lnTo>
                                  <a:pt x="12" y="3"/>
                                </a:lnTo>
                                <a:lnTo>
                                  <a:pt x="9" y="6"/>
                                </a:lnTo>
                                <a:lnTo>
                                  <a:pt x="6" y="8"/>
                                </a:lnTo>
                                <a:lnTo>
                                  <a:pt x="9" y="11"/>
                                </a:lnTo>
                                <a:lnTo>
                                  <a:pt x="9" y="14"/>
                                </a:lnTo>
                                <a:lnTo>
                                  <a:pt x="12" y="17"/>
                                </a:lnTo>
                                <a:lnTo>
                                  <a:pt x="14" y="20"/>
                                </a:lnTo>
                                <a:lnTo>
                                  <a:pt x="23" y="23"/>
                                </a:lnTo>
                                <a:lnTo>
                                  <a:pt x="31" y="28"/>
                                </a:lnTo>
                                <a:lnTo>
                                  <a:pt x="34" y="31"/>
                                </a:lnTo>
                                <a:lnTo>
                                  <a:pt x="37" y="37"/>
                                </a:lnTo>
                                <a:lnTo>
                                  <a:pt x="34" y="45"/>
                                </a:lnTo>
                                <a:lnTo>
                                  <a:pt x="31" y="48"/>
                                </a:lnTo>
                                <a:lnTo>
                                  <a:pt x="23" y="54"/>
                                </a:lnTo>
                                <a:lnTo>
                                  <a:pt x="17" y="54"/>
                                </a:lnTo>
                                <a:lnTo>
                                  <a:pt x="12" y="54"/>
                                </a:lnTo>
                                <a:lnTo>
                                  <a:pt x="6" y="51"/>
                                </a:lnTo>
                                <a:lnTo>
                                  <a:pt x="3" y="51"/>
                                </a:lnTo>
                                <a:lnTo>
                                  <a:pt x="0" y="54"/>
                                </a:lnTo>
                                <a:lnTo>
                                  <a:pt x="0" y="37"/>
                                </a:lnTo>
                                <a:lnTo>
                                  <a:pt x="3" y="42"/>
                                </a:lnTo>
                                <a:lnTo>
                                  <a:pt x="9" y="45"/>
                                </a:lnTo>
                                <a:lnTo>
                                  <a:pt x="12" y="48"/>
                                </a:lnTo>
                                <a:lnTo>
                                  <a:pt x="17" y="51"/>
                                </a:lnTo>
                                <a:lnTo>
                                  <a:pt x="23" y="48"/>
                                </a:lnTo>
                                <a:lnTo>
                                  <a:pt x="26" y="48"/>
                                </a:lnTo>
                                <a:lnTo>
                                  <a:pt x="26" y="45"/>
                                </a:lnTo>
                                <a:lnTo>
                                  <a:pt x="26" y="42"/>
                                </a:lnTo>
                                <a:lnTo>
                                  <a:pt x="26" y="39"/>
                                </a:lnTo>
                                <a:lnTo>
                                  <a:pt x="26" y="37"/>
                                </a:lnTo>
                                <a:lnTo>
                                  <a:pt x="20" y="34"/>
                                </a:lnTo>
                                <a:lnTo>
                                  <a:pt x="14" y="28"/>
                                </a:lnTo>
                                <a:lnTo>
                                  <a:pt x="6" y="25"/>
                                </a:lnTo>
                                <a:lnTo>
                                  <a:pt x="3" y="23"/>
                                </a:lnTo>
                                <a:lnTo>
                                  <a:pt x="0" y="17"/>
                                </a:lnTo>
                                <a:lnTo>
                                  <a:pt x="0" y="14"/>
                                </a:lnTo>
                                <a:lnTo>
                                  <a:pt x="0" y="8"/>
                                </a:lnTo>
                                <a:lnTo>
                                  <a:pt x="3" y="3"/>
                                </a:lnTo>
                                <a:lnTo>
                                  <a:pt x="9" y="0"/>
                                </a:lnTo>
                                <a:lnTo>
                                  <a:pt x="17" y="0"/>
                                </a:lnTo>
                                <a:lnTo>
                                  <a:pt x="20" y="0"/>
                                </a:lnTo>
                                <a:lnTo>
                                  <a:pt x="23" y="0"/>
                                </a:lnTo>
                                <a:lnTo>
                                  <a:pt x="26" y="0"/>
                                </a:lnTo>
                                <a:lnTo>
                                  <a:pt x="28" y="0"/>
                                </a:lnTo>
                                <a:lnTo>
                                  <a:pt x="31"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0" name="Freeform 679"/>
                        <wps:cNvSpPr>
                          <a:spLocks/>
                        </wps:cNvSpPr>
                        <wps:spPr bwMode="auto">
                          <a:xfrm>
                            <a:off x="1567" y="729"/>
                            <a:ext cx="88" cy="121"/>
                          </a:xfrm>
                          <a:custGeom>
                            <a:avLst/>
                            <a:gdLst>
                              <a:gd name="T0" fmla="*/ 26 w 88"/>
                              <a:gd name="T1" fmla="*/ 76 h 121"/>
                              <a:gd name="T2" fmla="*/ 54 w 88"/>
                              <a:gd name="T3" fmla="*/ 53 h 121"/>
                              <a:gd name="T4" fmla="*/ 57 w 88"/>
                              <a:gd name="T5" fmla="*/ 51 h 121"/>
                              <a:gd name="T6" fmla="*/ 57 w 88"/>
                              <a:gd name="T7" fmla="*/ 48 h 121"/>
                              <a:gd name="T8" fmla="*/ 54 w 88"/>
                              <a:gd name="T9" fmla="*/ 45 h 121"/>
                              <a:gd name="T10" fmla="*/ 51 w 88"/>
                              <a:gd name="T11" fmla="*/ 42 h 121"/>
                              <a:gd name="T12" fmla="*/ 82 w 88"/>
                              <a:gd name="T13" fmla="*/ 45 h 121"/>
                              <a:gd name="T14" fmla="*/ 71 w 88"/>
                              <a:gd name="T15" fmla="*/ 48 h 121"/>
                              <a:gd name="T16" fmla="*/ 62 w 88"/>
                              <a:gd name="T17" fmla="*/ 53 h 121"/>
                              <a:gd name="T18" fmla="*/ 62 w 88"/>
                              <a:gd name="T19" fmla="*/ 98 h 121"/>
                              <a:gd name="T20" fmla="*/ 71 w 88"/>
                              <a:gd name="T21" fmla="*/ 107 h 121"/>
                              <a:gd name="T22" fmla="*/ 76 w 88"/>
                              <a:gd name="T23" fmla="*/ 112 h 121"/>
                              <a:gd name="T24" fmla="*/ 82 w 88"/>
                              <a:gd name="T25" fmla="*/ 115 h 121"/>
                              <a:gd name="T26" fmla="*/ 88 w 88"/>
                              <a:gd name="T27" fmla="*/ 121 h 121"/>
                              <a:gd name="T28" fmla="*/ 51 w 88"/>
                              <a:gd name="T29" fmla="*/ 118 h 121"/>
                              <a:gd name="T30" fmla="*/ 54 w 88"/>
                              <a:gd name="T31" fmla="*/ 118 h 121"/>
                              <a:gd name="T32" fmla="*/ 57 w 88"/>
                              <a:gd name="T33" fmla="*/ 115 h 121"/>
                              <a:gd name="T34" fmla="*/ 51 w 88"/>
                              <a:gd name="T35" fmla="*/ 107 h 121"/>
                              <a:gd name="T36" fmla="*/ 26 w 88"/>
                              <a:gd name="T37" fmla="*/ 101 h 121"/>
                              <a:gd name="T38" fmla="*/ 29 w 88"/>
                              <a:gd name="T39" fmla="*/ 112 h 121"/>
                              <a:gd name="T40" fmla="*/ 31 w 88"/>
                              <a:gd name="T41" fmla="*/ 118 h 121"/>
                              <a:gd name="T42" fmla="*/ 37 w 88"/>
                              <a:gd name="T43" fmla="*/ 118 h 121"/>
                              <a:gd name="T44" fmla="*/ 0 w 88"/>
                              <a:gd name="T45" fmla="*/ 121 h 121"/>
                              <a:gd name="T46" fmla="*/ 6 w 88"/>
                              <a:gd name="T47" fmla="*/ 118 h 121"/>
                              <a:gd name="T48" fmla="*/ 12 w 88"/>
                              <a:gd name="T49" fmla="*/ 115 h 121"/>
                              <a:gd name="T50" fmla="*/ 12 w 88"/>
                              <a:gd name="T51" fmla="*/ 110 h 121"/>
                              <a:gd name="T52" fmla="*/ 12 w 88"/>
                              <a:gd name="T53" fmla="*/ 31 h 121"/>
                              <a:gd name="T54" fmla="*/ 12 w 88"/>
                              <a:gd name="T55" fmla="*/ 17 h 121"/>
                              <a:gd name="T56" fmla="*/ 12 w 88"/>
                              <a:gd name="T57" fmla="*/ 11 h 121"/>
                              <a:gd name="T58" fmla="*/ 9 w 88"/>
                              <a:gd name="T59" fmla="*/ 8 h 121"/>
                              <a:gd name="T60" fmla="*/ 6 w 88"/>
                              <a:gd name="T61" fmla="*/ 8 h 121"/>
                              <a:gd name="T62" fmla="*/ 0 w 88"/>
                              <a:gd name="T63" fmla="*/ 8 h 121"/>
                              <a:gd name="T64" fmla="*/ 26 w 88"/>
                              <a:gd name="T65" fmla="*/ 0 h 12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88" h="121">
                                <a:moveTo>
                                  <a:pt x="26" y="0"/>
                                </a:moveTo>
                                <a:lnTo>
                                  <a:pt x="26" y="76"/>
                                </a:lnTo>
                                <a:lnTo>
                                  <a:pt x="48" y="59"/>
                                </a:lnTo>
                                <a:lnTo>
                                  <a:pt x="54" y="53"/>
                                </a:lnTo>
                                <a:lnTo>
                                  <a:pt x="57" y="51"/>
                                </a:lnTo>
                                <a:lnTo>
                                  <a:pt x="57" y="48"/>
                                </a:lnTo>
                                <a:lnTo>
                                  <a:pt x="54" y="45"/>
                                </a:lnTo>
                                <a:lnTo>
                                  <a:pt x="51" y="45"/>
                                </a:lnTo>
                                <a:lnTo>
                                  <a:pt x="51" y="42"/>
                                </a:lnTo>
                                <a:lnTo>
                                  <a:pt x="82" y="42"/>
                                </a:lnTo>
                                <a:lnTo>
                                  <a:pt x="82" y="45"/>
                                </a:lnTo>
                                <a:lnTo>
                                  <a:pt x="76" y="45"/>
                                </a:lnTo>
                                <a:lnTo>
                                  <a:pt x="71" y="48"/>
                                </a:lnTo>
                                <a:lnTo>
                                  <a:pt x="68" y="51"/>
                                </a:lnTo>
                                <a:lnTo>
                                  <a:pt x="62" y="53"/>
                                </a:lnTo>
                                <a:lnTo>
                                  <a:pt x="40" y="70"/>
                                </a:lnTo>
                                <a:lnTo>
                                  <a:pt x="62" y="98"/>
                                </a:lnTo>
                                <a:lnTo>
                                  <a:pt x="68" y="104"/>
                                </a:lnTo>
                                <a:lnTo>
                                  <a:pt x="71" y="107"/>
                                </a:lnTo>
                                <a:lnTo>
                                  <a:pt x="73" y="110"/>
                                </a:lnTo>
                                <a:lnTo>
                                  <a:pt x="76" y="112"/>
                                </a:lnTo>
                                <a:lnTo>
                                  <a:pt x="79" y="115"/>
                                </a:lnTo>
                                <a:lnTo>
                                  <a:pt x="82" y="115"/>
                                </a:lnTo>
                                <a:lnTo>
                                  <a:pt x="88" y="115"/>
                                </a:lnTo>
                                <a:lnTo>
                                  <a:pt x="88" y="121"/>
                                </a:lnTo>
                                <a:lnTo>
                                  <a:pt x="51" y="121"/>
                                </a:lnTo>
                                <a:lnTo>
                                  <a:pt x="51" y="118"/>
                                </a:lnTo>
                                <a:lnTo>
                                  <a:pt x="54" y="118"/>
                                </a:lnTo>
                                <a:lnTo>
                                  <a:pt x="57" y="115"/>
                                </a:lnTo>
                                <a:lnTo>
                                  <a:pt x="54" y="112"/>
                                </a:lnTo>
                                <a:lnTo>
                                  <a:pt x="51" y="107"/>
                                </a:lnTo>
                                <a:lnTo>
                                  <a:pt x="26" y="76"/>
                                </a:lnTo>
                                <a:lnTo>
                                  <a:pt x="26" y="101"/>
                                </a:lnTo>
                                <a:lnTo>
                                  <a:pt x="29" y="110"/>
                                </a:lnTo>
                                <a:lnTo>
                                  <a:pt x="29" y="112"/>
                                </a:lnTo>
                                <a:lnTo>
                                  <a:pt x="29" y="115"/>
                                </a:lnTo>
                                <a:lnTo>
                                  <a:pt x="31" y="118"/>
                                </a:lnTo>
                                <a:lnTo>
                                  <a:pt x="34" y="118"/>
                                </a:lnTo>
                                <a:lnTo>
                                  <a:pt x="37" y="118"/>
                                </a:lnTo>
                                <a:lnTo>
                                  <a:pt x="37" y="121"/>
                                </a:lnTo>
                                <a:lnTo>
                                  <a:pt x="0" y="121"/>
                                </a:lnTo>
                                <a:lnTo>
                                  <a:pt x="0" y="118"/>
                                </a:lnTo>
                                <a:lnTo>
                                  <a:pt x="6" y="118"/>
                                </a:lnTo>
                                <a:lnTo>
                                  <a:pt x="9" y="115"/>
                                </a:lnTo>
                                <a:lnTo>
                                  <a:pt x="12" y="115"/>
                                </a:lnTo>
                                <a:lnTo>
                                  <a:pt x="12" y="112"/>
                                </a:lnTo>
                                <a:lnTo>
                                  <a:pt x="12" y="110"/>
                                </a:lnTo>
                                <a:lnTo>
                                  <a:pt x="12" y="101"/>
                                </a:lnTo>
                                <a:lnTo>
                                  <a:pt x="12" y="31"/>
                                </a:lnTo>
                                <a:lnTo>
                                  <a:pt x="12" y="22"/>
                                </a:lnTo>
                                <a:lnTo>
                                  <a:pt x="12" y="17"/>
                                </a:lnTo>
                                <a:lnTo>
                                  <a:pt x="12" y="14"/>
                                </a:lnTo>
                                <a:lnTo>
                                  <a:pt x="12" y="11"/>
                                </a:lnTo>
                                <a:lnTo>
                                  <a:pt x="9" y="8"/>
                                </a:lnTo>
                                <a:lnTo>
                                  <a:pt x="6" y="8"/>
                                </a:lnTo>
                                <a:lnTo>
                                  <a:pt x="3" y="11"/>
                                </a:lnTo>
                                <a:lnTo>
                                  <a:pt x="0" y="8"/>
                                </a:lnTo>
                                <a:lnTo>
                                  <a:pt x="23" y="0"/>
                                </a:lnTo>
                                <a:lnTo>
                                  <a:pt x="2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1" name="Freeform 680"/>
                        <wps:cNvSpPr>
                          <a:spLocks/>
                        </wps:cNvSpPr>
                        <wps:spPr bwMode="auto">
                          <a:xfrm>
                            <a:off x="1579" y="1109"/>
                            <a:ext cx="129" cy="79"/>
                          </a:xfrm>
                          <a:custGeom>
                            <a:avLst/>
                            <a:gdLst>
                              <a:gd name="T0" fmla="*/ 31 w 129"/>
                              <a:gd name="T1" fmla="*/ 14 h 79"/>
                              <a:gd name="T2" fmla="*/ 36 w 129"/>
                              <a:gd name="T3" fmla="*/ 8 h 79"/>
                              <a:gd name="T4" fmla="*/ 42 w 129"/>
                              <a:gd name="T5" fmla="*/ 3 h 79"/>
                              <a:gd name="T6" fmla="*/ 53 w 129"/>
                              <a:gd name="T7" fmla="*/ 0 h 79"/>
                              <a:gd name="T8" fmla="*/ 64 w 129"/>
                              <a:gd name="T9" fmla="*/ 5 h 79"/>
                              <a:gd name="T10" fmla="*/ 73 w 129"/>
                              <a:gd name="T11" fmla="*/ 17 h 79"/>
                              <a:gd name="T12" fmla="*/ 87 w 129"/>
                              <a:gd name="T13" fmla="*/ 5 h 79"/>
                              <a:gd name="T14" fmla="*/ 98 w 129"/>
                              <a:gd name="T15" fmla="*/ 0 h 79"/>
                              <a:gd name="T16" fmla="*/ 109 w 129"/>
                              <a:gd name="T17" fmla="*/ 3 h 79"/>
                              <a:gd name="T18" fmla="*/ 118 w 129"/>
                              <a:gd name="T19" fmla="*/ 14 h 79"/>
                              <a:gd name="T20" fmla="*/ 120 w 129"/>
                              <a:gd name="T21" fmla="*/ 28 h 79"/>
                              <a:gd name="T22" fmla="*/ 120 w 129"/>
                              <a:gd name="T23" fmla="*/ 67 h 79"/>
                              <a:gd name="T24" fmla="*/ 120 w 129"/>
                              <a:gd name="T25" fmla="*/ 76 h 79"/>
                              <a:gd name="T26" fmla="*/ 126 w 129"/>
                              <a:gd name="T27" fmla="*/ 79 h 79"/>
                              <a:gd name="T28" fmla="*/ 129 w 129"/>
                              <a:gd name="T29" fmla="*/ 79 h 79"/>
                              <a:gd name="T30" fmla="*/ 95 w 129"/>
                              <a:gd name="T31" fmla="*/ 79 h 79"/>
                              <a:gd name="T32" fmla="*/ 98 w 129"/>
                              <a:gd name="T33" fmla="*/ 79 h 79"/>
                              <a:gd name="T34" fmla="*/ 104 w 129"/>
                              <a:gd name="T35" fmla="*/ 73 h 79"/>
                              <a:gd name="T36" fmla="*/ 104 w 129"/>
                              <a:gd name="T37" fmla="*/ 67 h 79"/>
                              <a:gd name="T38" fmla="*/ 104 w 129"/>
                              <a:gd name="T39" fmla="*/ 31 h 79"/>
                              <a:gd name="T40" fmla="*/ 104 w 129"/>
                              <a:gd name="T41" fmla="*/ 17 h 79"/>
                              <a:gd name="T42" fmla="*/ 92 w 129"/>
                              <a:gd name="T43" fmla="*/ 11 h 79"/>
                              <a:gd name="T44" fmla="*/ 84 w 129"/>
                              <a:gd name="T45" fmla="*/ 14 h 79"/>
                              <a:gd name="T46" fmla="*/ 73 w 129"/>
                              <a:gd name="T47" fmla="*/ 22 h 79"/>
                              <a:gd name="T48" fmla="*/ 73 w 129"/>
                              <a:gd name="T49" fmla="*/ 25 h 79"/>
                              <a:gd name="T50" fmla="*/ 73 w 129"/>
                              <a:gd name="T51" fmla="*/ 70 h 79"/>
                              <a:gd name="T52" fmla="*/ 73 w 129"/>
                              <a:gd name="T53" fmla="*/ 76 h 79"/>
                              <a:gd name="T54" fmla="*/ 78 w 129"/>
                              <a:gd name="T55" fmla="*/ 79 h 79"/>
                              <a:gd name="T56" fmla="*/ 84 w 129"/>
                              <a:gd name="T57" fmla="*/ 79 h 79"/>
                              <a:gd name="T58" fmla="*/ 47 w 129"/>
                              <a:gd name="T59" fmla="*/ 79 h 79"/>
                              <a:gd name="T60" fmla="*/ 53 w 129"/>
                              <a:gd name="T61" fmla="*/ 76 h 79"/>
                              <a:gd name="T62" fmla="*/ 56 w 129"/>
                              <a:gd name="T63" fmla="*/ 70 h 79"/>
                              <a:gd name="T64" fmla="*/ 59 w 129"/>
                              <a:gd name="T65" fmla="*/ 62 h 79"/>
                              <a:gd name="T66" fmla="*/ 56 w 129"/>
                              <a:gd name="T67" fmla="*/ 22 h 79"/>
                              <a:gd name="T68" fmla="*/ 50 w 129"/>
                              <a:gd name="T69" fmla="*/ 14 h 79"/>
                              <a:gd name="T70" fmla="*/ 39 w 129"/>
                              <a:gd name="T71" fmla="*/ 11 h 79"/>
                              <a:gd name="T72" fmla="*/ 31 w 129"/>
                              <a:gd name="T73" fmla="*/ 17 h 79"/>
                              <a:gd name="T74" fmla="*/ 25 w 129"/>
                              <a:gd name="T75" fmla="*/ 62 h 79"/>
                              <a:gd name="T76" fmla="*/ 25 w 129"/>
                              <a:gd name="T77" fmla="*/ 73 h 79"/>
                              <a:gd name="T78" fmla="*/ 28 w 129"/>
                              <a:gd name="T79" fmla="*/ 76 h 79"/>
                              <a:gd name="T80" fmla="*/ 36 w 129"/>
                              <a:gd name="T81" fmla="*/ 79 h 79"/>
                              <a:gd name="T82" fmla="*/ 0 w 129"/>
                              <a:gd name="T83" fmla="*/ 79 h 79"/>
                              <a:gd name="T84" fmla="*/ 2 w 129"/>
                              <a:gd name="T85" fmla="*/ 79 h 79"/>
                              <a:gd name="T86" fmla="*/ 8 w 129"/>
                              <a:gd name="T87" fmla="*/ 76 h 79"/>
                              <a:gd name="T88" fmla="*/ 11 w 129"/>
                              <a:gd name="T89" fmla="*/ 67 h 79"/>
                              <a:gd name="T90" fmla="*/ 11 w 129"/>
                              <a:gd name="T91" fmla="*/ 34 h 79"/>
                              <a:gd name="T92" fmla="*/ 11 w 129"/>
                              <a:gd name="T93" fmla="*/ 17 h 79"/>
                              <a:gd name="T94" fmla="*/ 8 w 129"/>
                              <a:gd name="T95" fmla="*/ 11 h 79"/>
                              <a:gd name="T96" fmla="*/ 5 w 129"/>
                              <a:gd name="T97" fmla="*/ 11 h 79"/>
                              <a:gd name="T98" fmla="*/ 0 w 129"/>
                              <a:gd name="T99" fmla="*/ 11 h 79"/>
                              <a:gd name="T100" fmla="*/ 22 w 129"/>
                              <a:gd name="T101" fmla="*/ 0 h 79"/>
                              <a:gd name="T102" fmla="*/ 25 w 129"/>
                              <a:gd name="T103" fmla="*/ 17 h 79"/>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29" h="79">
                                <a:moveTo>
                                  <a:pt x="25" y="17"/>
                                </a:moveTo>
                                <a:lnTo>
                                  <a:pt x="31" y="14"/>
                                </a:lnTo>
                                <a:lnTo>
                                  <a:pt x="33" y="8"/>
                                </a:lnTo>
                                <a:lnTo>
                                  <a:pt x="36" y="8"/>
                                </a:lnTo>
                                <a:lnTo>
                                  <a:pt x="39" y="5"/>
                                </a:lnTo>
                                <a:lnTo>
                                  <a:pt x="42" y="3"/>
                                </a:lnTo>
                                <a:lnTo>
                                  <a:pt x="47" y="3"/>
                                </a:lnTo>
                                <a:lnTo>
                                  <a:pt x="53" y="0"/>
                                </a:lnTo>
                                <a:lnTo>
                                  <a:pt x="59" y="3"/>
                                </a:lnTo>
                                <a:lnTo>
                                  <a:pt x="64" y="5"/>
                                </a:lnTo>
                                <a:lnTo>
                                  <a:pt x="70" y="11"/>
                                </a:lnTo>
                                <a:lnTo>
                                  <a:pt x="73" y="17"/>
                                </a:lnTo>
                                <a:lnTo>
                                  <a:pt x="78" y="8"/>
                                </a:lnTo>
                                <a:lnTo>
                                  <a:pt x="87" y="5"/>
                                </a:lnTo>
                                <a:lnTo>
                                  <a:pt x="92" y="3"/>
                                </a:lnTo>
                                <a:lnTo>
                                  <a:pt x="98" y="0"/>
                                </a:lnTo>
                                <a:lnTo>
                                  <a:pt x="104" y="3"/>
                                </a:lnTo>
                                <a:lnTo>
                                  <a:pt x="109" y="3"/>
                                </a:lnTo>
                                <a:lnTo>
                                  <a:pt x="115" y="8"/>
                                </a:lnTo>
                                <a:lnTo>
                                  <a:pt x="118" y="14"/>
                                </a:lnTo>
                                <a:lnTo>
                                  <a:pt x="118" y="20"/>
                                </a:lnTo>
                                <a:lnTo>
                                  <a:pt x="120" y="28"/>
                                </a:lnTo>
                                <a:lnTo>
                                  <a:pt x="120" y="62"/>
                                </a:lnTo>
                                <a:lnTo>
                                  <a:pt x="120" y="67"/>
                                </a:lnTo>
                                <a:lnTo>
                                  <a:pt x="120" y="73"/>
                                </a:lnTo>
                                <a:lnTo>
                                  <a:pt x="120" y="76"/>
                                </a:lnTo>
                                <a:lnTo>
                                  <a:pt x="123" y="76"/>
                                </a:lnTo>
                                <a:lnTo>
                                  <a:pt x="126" y="79"/>
                                </a:lnTo>
                                <a:lnTo>
                                  <a:pt x="129" y="79"/>
                                </a:lnTo>
                                <a:lnTo>
                                  <a:pt x="95" y="79"/>
                                </a:lnTo>
                                <a:lnTo>
                                  <a:pt x="98" y="79"/>
                                </a:lnTo>
                                <a:lnTo>
                                  <a:pt x="101" y="76"/>
                                </a:lnTo>
                                <a:lnTo>
                                  <a:pt x="104" y="73"/>
                                </a:lnTo>
                                <a:lnTo>
                                  <a:pt x="104" y="70"/>
                                </a:lnTo>
                                <a:lnTo>
                                  <a:pt x="104" y="67"/>
                                </a:lnTo>
                                <a:lnTo>
                                  <a:pt x="104" y="62"/>
                                </a:lnTo>
                                <a:lnTo>
                                  <a:pt x="104" y="31"/>
                                </a:lnTo>
                                <a:lnTo>
                                  <a:pt x="104" y="22"/>
                                </a:lnTo>
                                <a:lnTo>
                                  <a:pt x="104" y="17"/>
                                </a:lnTo>
                                <a:lnTo>
                                  <a:pt x="98" y="14"/>
                                </a:lnTo>
                                <a:lnTo>
                                  <a:pt x="92" y="11"/>
                                </a:lnTo>
                                <a:lnTo>
                                  <a:pt x="87" y="11"/>
                                </a:lnTo>
                                <a:lnTo>
                                  <a:pt x="84" y="14"/>
                                </a:lnTo>
                                <a:lnTo>
                                  <a:pt x="78" y="17"/>
                                </a:lnTo>
                                <a:lnTo>
                                  <a:pt x="73" y="22"/>
                                </a:lnTo>
                                <a:lnTo>
                                  <a:pt x="73" y="25"/>
                                </a:lnTo>
                                <a:lnTo>
                                  <a:pt x="73" y="62"/>
                                </a:lnTo>
                                <a:lnTo>
                                  <a:pt x="73" y="70"/>
                                </a:lnTo>
                                <a:lnTo>
                                  <a:pt x="73" y="73"/>
                                </a:lnTo>
                                <a:lnTo>
                                  <a:pt x="73" y="76"/>
                                </a:lnTo>
                                <a:lnTo>
                                  <a:pt x="76" y="76"/>
                                </a:lnTo>
                                <a:lnTo>
                                  <a:pt x="78" y="79"/>
                                </a:lnTo>
                                <a:lnTo>
                                  <a:pt x="84" y="79"/>
                                </a:lnTo>
                                <a:lnTo>
                                  <a:pt x="47" y="79"/>
                                </a:lnTo>
                                <a:lnTo>
                                  <a:pt x="50" y="79"/>
                                </a:lnTo>
                                <a:lnTo>
                                  <a:pt x="53" y="76"/>
                                </a:lnTo>
                                <a:lnTo>
                                  <a:pt x="56" y="73"/>
                                </a:lnTo>
                                <a:lnTo>
                                  <a:pt x="56" y="70"/>
                                </a:lnTo>
                                <a:lnTo>
                                  <a:pt x="59" y="67"/>
                                </a:lnTo>
                                <a:lnTo>
                                  <a:pt x="59" y="62"/>
                                </a:lnTo>
                                <a:lnTo>
                                  <a:pt x="59" y="31"/>
                                </a:lnTo>
                                <a:lnTo>
                                  <a:pt x="56" y="22"/>
                                </a:lnTo>
                                <a:lnTo>
                                  <a:pt x="56" y="17"/>
                                </a:lnTo>
                                <a:lnTo>
                                  <a:pt x="50" y="14"/>
                                </a:lnTo>
                                <a:lnTo>
                                  <a:pt x="45" y="11"/>
                                </a:lnTo>
                                <a:lnTo>
                                  <a:pt x="39" y="11"/>
                                </a:lnTo>
                                <a:lnTo>
                                  <a:pt x="36" y="14"/>
                                </a:lnTo>
                                <a:lnTo>
                                  <a:pt x="31" y="17"/>
                                </a:lnTo>
                                <a:lnTo>
                                  <a:pt x="25" y="22"/>
                                </a:lnTo>
                                <a:lnTo>
                                  <a:pt x="25" y="62"/>
                                </a:lnTo>
                                <a:lnTo>
                                  <a:pt x="25" y="70"/>
                                </a:lnTo>
                                <a:lnTo>
                                  <a:pt x="25" y="73"/>
                                </a:lnTo>
                                <a:lnTo>
                                  <a:pt x="28" y="76"/>
                                </a:lnTo>
                                <a:lnTo>
                                  <a:pt x="31" y="79"/>
                                </a:lnTo>
                                <a:lnTo>
                                  <a:pt x="36" y="79"/>
                                </a:lnTo>
                                <a:lnTo>
                                  <a:pt x="0" y="79"/>
                                </a:lnTo>
                                <a:lnTo>
                                  <a:pt x="2" y="79"/>
                                </a:lnTo>
                                <a:lnTo>
                                  <a:pt x="5" y="76"/>
                                </a:lnTo>
                                <a:lnTo>
                                  <a:pt x="8" y="76"/>
                                </a:lnTo>
                                <a:lnTo>
                                  <a:pt x="8" y="73"/>
                                </a:lnTo>
                                <a:lnTo>
                                  <a:pt x="11" y="67"/>
                                </a:lnTo>
                                <a:lnTo>
                                  <a:pt x="11" y="62"/>
                                </a:lnTo>
                                <a:lnTo>
                                  <a:pt x="11" y="34"/>
                                </a:lnTo>
                                <a:lnTo>
                                  <a:pt x="11" y="22"/>
                                </a:lnTo>
                                <a:lnTo>
                                  <a:pt x="11" y="17"/>
                                </a:lnTo>
                                <a:lnTo>
                                  <a:pt x="8" y="14"/>
                                </a:lnTo>
                                <a:lnTo>
                                  <a:pt x="8" y="11"/>
                                </a:lnTo>
                                <a:lnTo>
                                  <a:pt x="5" y="11"/>
                                </a:lnTo>
                                <a:lnTo>
                                  <a:pt x="2" y="11"/>
                                </a:lnTo>
                                <a:lnTo>
                                  <a:pt x="0" y="11"/>
                                </a:lnTo>
                                <a:lnTo>
                                  <a:pt x="22" y="0"/>
                                </a:lnTo>
                                <a:lnTo>
                                  <a:pt x="25" y="0"/>
                                </a:lnTo>
                                <a:lnTo>
                                  <a:pt x="25" y="17"/>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2" name="Freeform 681"/>
                        <wps:cNvSpPr>
                          <a:spLocks/>
                        </wps:cNvSpPr>
                        <wps:spPr bwMode="auto">
                          <a:xfrm>
                            <a:off x="2090" y="729"/>
                            <a:ext cx="79" cy="121"/>
                          </a:xfrm>
                          <a:custGeom>
                            <a:avLst/>
                            <a:gdLst>
                              <a:gd name="T0" fmla="*/ 25 w 79"/>
                              <a:gd name="T1" fmla="*/ 56 h 121"/>
                              <a:gd name="T2" fmla="*/ 34 w 79"/>
                              <a:gd name="T3" fmla="*/ 48 h 121"/>
                              <a:gd name="T4" fmla="*/ 42 w 79"/>
                              <a:gd name="T5" fmla="*/ 42 h 121"/>
                              <a:gd name="T6" fmla="*/ 50 w 79"/>
                              <a:gd name="T7" fmla="*/ 42 h 121"/>
                              <a:gd name="T8" fmla="*/ 56 w 79"/>
                              <a:gd name="T9" fmla="*/ 42 h 121"/>
                              <a:gd name="T10" fmla="*/ 65 w 79"/>
                              <a:gd name="T11" fmla="*/ 45 h 121"/>
                              <a:gd name="T12" fmla="*/ 70 w 79"/>
                              <a:gd name="T13" fmla="*/ 51 h 121"/>
                              <a:gd name="T14" fmla="*/ 76 w 79"/>
                              <a:gd name="T15" fmla="*/ 59 h 121"/>
                              <a:gd name="T16" fmla="*/ 79 w 79"/>
                              <a:gd name="T17" fmla="*/ 67 h 121"/>
                              <a:gd name="T18" fmla="*/ 79 w 79"/>
                              <a:gd name="T19" fmla="*/ 79 h 121"/>
                              <a:gd name="T20" fmla="*/ 79 w 79"/>
                              <a:gd name="T21" fmla="*/ 90 h 121"/>
                              <a:gd name="T22" fmla="*/ 73 w 79"/>
                              <a:gd name="T23" fmla="*/ 101 h 121"/>
                              <a:gd name="T24" fmla="*/ 65 w 79"/>
                              <a:gd name="T25" fmla="*/ 110 h 121"/>
                              <a:gd name="T26" fmla="*/ 56 w 79"/>
                              <a:gd name="T27" fmla="*/ 118 h 121"/>
                              <a:gd name="T28" fmla="*/ 48 w 79"/>
                              <a:gd name="T29" fmla="*/ 121 h 121"/>
                              <a:gd name="T30" fmla="*/ 39 w 79"/>
                              <a:gd name="T31" fmla="*/ 121 h 121"/>
                              <a:gd name="T32" fmla="*/ 31 w 79"/>
                              <a:gd name="T33" fmla="*/ 121 h 121"/>
                              <a:gd name="T34" fmla="*/ 25 w 79"/>
                              <a:gd name="T35" fmla="*/ 118 h 121"/>
                              <a:gd name="T36" fmla="*/ 17 w 79"/>
                              <a:gd name="T37" fmla="*/ 115 h 121"/>
                              <a:gd name="T38" fmla="*/ 11 w 79"/>
                              <a:gd name="T39" fmla="*/ 112 h 121"/>
                              <a:gd name="T40" fmla="*/ 11 w 79"/>
                              <a:gd name="T41" fmla="*/ 31 h 121"/>
                              <a:gd name="T42" fmla="*/ 11 w 79"/>
                              <a:gd name="T43" fmla="*/ 25 h 121"/>
                              <a:gd name="T44" fmla="*/ 11 w 79"/>
                              <a:gd name="T45" fmla="*/ 17 h 121"/>
                              <a:gd name="T46" fmla="*/ 11 w 79"/>
                              <a:gd name="T47" fmla="*/ 14 h 121"/>
                              <a:gd name="T48" fmla="*/ 8 w 79"/>
                              <a:gd name="T49" fmla="*/ 11 h 121"/>
                              <a:gd name="T50" fmla="*/ 8 w 79"/>
                              <a:gd name="T51" fmla="*/ 11 h 121"/>
                              <a:gd name="T52" fmla="*/ 8 w 79"/>
                              <a:gd name="T53" fmla="*/ 8 h 121"/>
                              <a:gd name="T54" fmla="*/ 6 w 79"/>
                              <a:gd name="T55" fmla="*/ 8 h 121"/>
                              <a:gd name="T56" fmla="*/ 3 w 79"/>
                              <a:gd name="T57" fmla="*/ 8 h 121"/>
                              <a:gd name="T58" fmla="*/ 0 w 79"/>
                              <a:gd name="T59" fmla="*/ 11 h 121"/>
                              <a:gd name="T60" fmla="*/ 0 w 79"/>
                              <a:gd name="T61" fmla="*/ 8 h 121"/>
                              <a:gd name="T62" fmla="*/ 22 w 79"/>
                              <a:gd name="T63" fmla="*/ 0 h 121"/>
                              <a:gd name="T64" fmla="*/ 25 w 79"/>
                              <a:gd name="T65" fmla="*/ 0 h 121"/>
                              <a:gd name="T66" fmla="*/ 25 w 79"/>
                              <a:gd name="T67" fmla="*/ 56 h 121"/>
                              <a:gd name="T68" fmla="*/ 25 w 79"/>
                              <a:gd name="T69" fmla="*/ 62 h 121"/>
                              <a:gd name="T70" fmla="*/ 25 w 79"/>
                              <a:gd name="T71" fmla="*/ 107 h 121"/>
                              <a:gd name="T72" fmla="*/ 28 w 79"/>
                              <a:gd name="T73" fmla="*/ 112 h 121"/>
                              <a:gd name="T74" fmla="*/ 34 w 79"/>
                              <a:gd name="T75" fmla="*/ 115 h 121"/>
                              <a:gd name="T76" fmla="*/ 39 w 79"/>
                              <a:gd name="T77" fmla="*/ 115 h 121"/>
                              <a:gd name="T78" fmla="*/ 45 w 79"/>
                              <a:gd name="T79" fmla="*/ 115 h 121"/>
                              <a:gd name="T80" fmla="*/ 50 w 79"/>
                              <a:gd name="T81" fmla="*/ 115 h 121"/>
                              <a:gd name="T82" fmla="*/ 59 w 79"/>
                              <a:gd name="T83" fmla="*/ 107 h 121"/>
                              <a:gd name="T84" fmla="*/ 62 w 79"/>
                              <a:gd name="T85" fmla="*/ 101 h 121"/>
                              <a:gd name="T86" fmla="*/ 65 w 79"/>
                              <a:gd name="T87" fmla="*/ 93 h 121"/>
                              <a:gd name="T88" fmla="*/ 65 w 79"/>
                              <a:gd name="T89" fmla="*/ 84 h 121"/>
                              <a:gd name="T90" fmla="*/ 65 w 79"/>
                              <a:gd name="T91" fmla="*/ 76 h 121"/>
                              <a:gd name="T92" fmla="*/ 62 w 79"/>
                              <a:gd name="T93" fmla="*/ 67 h 121"/>
                              <a:gd name="T94" fmla="*/ 59 w 79"/>
                              <a:gd name="T95" fmla="*/ 62 h 121"/>
                              <a:gd name="T96" fmla="*/ 50 w 79"/>
                              <a:gd name="T97" fmla="*/ 56 h 121"/>
                              <a:gd name="T98" fmla="*/ 42 w 79"/>
                              <a:gd name="T99" fmla="*/ 53 h 121"/>
                              <a:gd name="T100" fmla="*/ 39 w 79"/>
                              <a:gd name="T101" fmla="*/ 53 h 121"/>
                              <a:gd name="T102" fmla="*/ 34 w 79"/>
                              <a:gd name="T103" fmla="*/ 56 h 121"/>
                              <a:gd name="T104" fmla="*/ 31 w 79"/>
                              <a:gd name="T105" fmla="*/ 59 h 121"/>
                              <a:gd name="T106" fmla="*/ 25 w 79"/>
                              <a:gd name="T107" fmla="*/ 62 h 121"/>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79" h="121">
                                <a:moveTo>
                                  <a:pt x="25" y="56"/>
                                </a:moveTo>
                                <a:lnTo>
                                  <a:pt x="34" y="48"/>
                                </a:lnTo>
                                <a:lnTo>
                                  <a:pt x="42" y="42"/>
                                </a:lnTo>
                                <a:lnTo>
                                  <a:pt x="50" y="42"/>
                                </a:lnTo>
                                <a:lnTo>
                                  <a:pt x="56" y="42"/>
                                </a:lnTo>
                                <a:lnTo>
                                  <a:pt x="65" y="45"/>
                                </a:lnTo>
                                <a:lnTo>
                                  <a:pt x="70" y="51"/>
                                </a:lnTo>
                                <a:lnTo>
                                  <a:pt x="76" y="59"/>
                                </a:lnTo>
                                <a:lnTo>
                                  <a:pt x="79" y="67"/>
                                </a:lnTo>
                                <a:lnTo>
                                  <a:pt x="79" y="79"/>
                                </a:lnTo>
                                <a:lnTo>
                                  <a:pt x="79" y="90"/>
                                </a:lnTo>
                                <a:lnTo>
                                  <a:pt x="73" y="101"/>
                                </a:lnTo>
                                <a:lnTo>
                                  <a:pt x="65" y="110"/>
                                </a:lnTo>
                                <a:lnTo>
                                  <a:pt x="56" y="118"/>
                                </a:lnTo>
                                <a:lnTo>
                                  <a:pt x="48" y="121"/>
                                </a:lnTo>
                                <a:lnTo>
                                  <a:pt x="39" y="121"/>
                                </a:lnTo>
                                <a:lnTo>
                                  <a:pt x="31" y="121"/>
                                </a:lnTo>
                                <a:lnTo>
                                  <a:pt x="25" y="118"/>
                                </a:lnTo>
                                <a:lnTo>
                                  <a:pt x="17" y="115"/>
                                </a:lnTo>
                                <a:lnTo>
                                  <a:pt x="11" y="112"/>
                                </a:lnTo>
                                <a:lnTo>
                                  <a:pt x="11" y="31"/>
                                </a:lnTo>
                                <a:lnTo>
                                  <a:pt x="11" y="25"/>
                                </a:lnTo>
                                <a:lnTo>
                                  <a:pt x="11" y="17"/>
                                </a:lnTo>
                                <a:lnTo>
                                  <a:pt x="11" y="14"/>
                                </a:lnTo>
                                <a:lnTo>
                                  <a:pt x="8" y="11"/>
                                </a:lnTo>
                                <a:lnTo>
                                  <a:pt x="8" y="8"/>
                                </a:lnTo>
                                <a:lnTo>
                                  <a:pt x="6" y="8"/>
                                </a:lnTo>
                                <a:lnTo>
                                  <a:pt x="3" y="8"/>
                                </a:lnTo>
                                <a:lnTo>
                                  <a:pt x="0" y="11"/>
                                </a:lnTo>
                                <a:lnTo>
                                  <a:pt x="0" y="8"/>
                                </a:lnTo>
                                <a:lnTo>
                                  <a:pt x="22" y="0"/>
                                </a:lnTo>
                                <a:lnTo>
                                  <a:pt x="25" y="0"/>
                                </a:lnTo>
                                <a:lnTo>
                                  <a:pt x="25" y="56"/>
                                </a:lnTo>
                                <a:close/>
                                <a:moveTo>
                                  <a:pt x="25" y="62"/>
                                </a:moveTo>
                                <a:lnTo>
                                  <a:pt x="25" y="107"/>
                                </a:lnTo>
                                <a:lnTo>
                                  <a:pt x="28" y="112"/>
                                </a:lnTo>
                                <a:lnTo>
                                  <a:pt x="34" y="115"/>
                                </a:lnTo>
                                <a:lnTo>
                                  <a:pt x="39" y="115"/>
                                </a:lnTo>
                                <a:lnTo>
                                  <a:pt x="45" y="115"/>
                                </a:lnTo>
                                <a:lnTo>
                                  <a:pt x="50" y="115"/>
                                </a:lnTo>
                                <a:lnTo>
                                  <a:pt x="59" y="107"/>
                                </a:lnTo>
                                <a:lnTo>
                                  <a:pt x="62" y="101"/>
                                </a:lnTo>
                                <a:lnTo>
                                  <a:pt x="65" y="93"/>
                                </a:lnTo>
                                <a:lnTo>
                                  <a:pt x="65" y="84"/>
                                </a:lnTo>
                                <a:lnTo>
                                  <a:pt x="65" y="76"/>
                                </a:lnTo>
                                <a:lnTo>
                                  <a:pt x="62" y="67"/>
                                </a:lnTo>
                                <a:lnTo>
                                  <a:pt x="59" y="62"/>
                                </a:lnTo>
                                <a:lnTo>
                                  <a:pt x="50" y="56"/>
                                </a:lnTo>
                                <a:lnTo>
                                  <a:pt x="42" y="53"/>
                                </a:lnTo>
                                <a:lnTo>
                                  <a:pt x="39" y="53"/>
                                </a:lnTo>
                                <a:lnTo>
                                  <a:pt x="34" y="56"/>
                                </a:lnTo>
                                <a:lnTo>
                                  <a:pt x="31" y="59"/>
                                </a:lnTo>
                                <a:lnTo>
                                  <a:pt x="25" y="6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3" name="Freeform 682"/>
                        <wps:cNvSpPr>
                          <a:spLocks/>
                        </wps:cNvSpPr>
                        <wps:spPr bwMode="auto">
                          <a:xfrm>
                            <a:off x="2275" y="1365"/>
                            <a:ext cx="85" cy="79"/>
                          </a:xfrm>
                          <a:custGeom>
                            <a:avLst/>
                            <a:gdLst>
                              <a:gd name="T0" fmla="*/ 73 w 85"/>
                              <a:gd name="T1" fmla="*/ 0 h 79"/>
                              <a:gd name="T2" fmla="*/ 73 w 85"/>
                              <a:gd name="T3" fmla="*/ 45 h 79"/>
                              <a:gd name="T4" fmla="*/ 73 w 85"/>
                              <a:gd name="T5" fmla="*/ 53 h 79"/>
                              <a:gd name="T6" fmla="*/ 73 w 85"/>
                              <a:gd name="T7" fmla="*/ 59 h 79"/>
                              <a:gd name="T8" fmla="*/ 73 w 85"/>
                              <a:gd name="T9" fmla="*/ 62 h 79"/>
                              <a:gd name="T10" fmla="*/ 76 w 85"/>
                              <a:gd name="T11" fmla="*/ 65 h 79"/>
                              <a:gd name="T12" fmla="*/ 76 w 85"/>
                              <a:gd name="T13" fmla="*/ 67 h 79"/>
                              <a:gd name="T14" fmla="*/ 76 w 85"/>
                              <a:gd name="T15" fmla="*/ 67 h 79"/>
                              <a:gd name="T16" fmla="*/ 79 w 85"/>
                              <a:gd name="T17" fmla="*/ 67 h 79"/>
                              <a:gd name="T18" fmla="*/ 82 w 85"/>
                              <a:gd name="T19" fmla="*/ 67 h 79"/>
                              <a:gd name="T20" fmla="*/ 85 w 85"/>
                              <a:gd name="T21" fmla="*/ 67 h 79"/>
                              <a:gd name="T22" fmla="*/ 85 w 85"/>
                              <a:gd name="T23" fmla="*/ 70 h 79"/>
                              <a:gd name="T24" fmla="*/ 62 w 85"/>
                              <a:gd name="T25" fmla="*/ 79 h 79"/>
                              <a:gd name="T26" fmla="*/ 59 w 85"/>
                              <a:gd name="T27" fmla="*/ 79 h 79"/>
                              <a:gd name="T28" fmla="*/ 59 w 85"/>
                              <a:gd name="T29" fmla="*/ 62 h 79"/>
                              <a:gd name="T30" fmla="*/ 54 w 85"/>
                              <a:gd name="T31" fmla="*/ 67 h 79"/>
                              <a:gd name="T32" fmla="*/ 48 w 85"/>
                              <a:gd name="T33" fmla="*/ 73 h 79"/>
                              <a:gd name="T34" fmla="*/ 42 w 85"/>
                              <a:gd name="T35" fmla="*/ 76 h 79"/>
                              <a:gd name="T36" fmla="*/ 40 w 85"/>
                              <a:gd name="T37" fmla="*/ 76 h 79"/>
                              <a:gd name="T38" fmla="*/ 31 w 85"/>
                              <a:gd name="T39" fmla="*/ 79 h 79"/>
                              <a:gd name="T40" fmla="*/ 26 w 85"/>
                              <a:gd name="T41" fmla="*/ 76 h 79"/>
                              <a:gd name="T42" fmla="*/ 20 w 85"/>
                              <a:gd name="T43" fmla="*/ 73 h 79"/>
                              <a:gd name="T44" fmla="*/ 17 w 85"/>
                              <a:gd name="T45" fmla="*/ 70 h 79"/>
                              <a:gd name="T46" fmla="*/ 14 w 85"/>
                              <a:gd name="T47" fmla="*/ 65 h 79"/>
                              <a:gd name="T48" fmla="*/ 12 w 85"/>
                              <a:gd name="T49" fmla="*/ 56 h 79"/>
                              <a:gd name="T50" fmla="*/ 12 w 85"/>
                              <a:gd name="T51" fmla="*/ 48 h 79"/>
                              <a:gd name="T52" fmla="*/ 12 w 85"/>
                              <a:gd name="T53" fmla="*/ 14 h 79"/>
                              <a:gd name="T54" fmla="*/ 12 w 85"/>
                              <a:gd name="T55" fmla="*/ 8 h 79"/>
                              <a:gd name="T56" fmla="*/ 12 w 85"/>
                              <a:gd name="T57" fmla="*/ 6 h 79"/>
                              <a:gd name="T58" fmla="*/ 9 w 85"/>
                              <a:gd name="T59" fmla="*/ 3 h 79"/>
                              <a:gd name="T60" fmla="*/ 9 w 85"/>
                              <a:gd name="T61" fmla="*/ 3 h 79"/>
                              <a:gd name="T62" fmla="*/ 6 w 85"/>
                              <a:gd name="T63" fmla="*/ 0 h 79"/>
                              <a:gd name="T64" fmla="*/ 0 w 85"/>
                              <a:gd name="T65" fmla="*/ 0 h 79"/>
                              <a:gd name="T66" fmla="*/ 0 w 85"/>
                              <a:gd name="T67" fmla="*/ 0 h 79"/>
                              <a:gd name="T68" fmla="*/ 26 w 85"/>
                              <a:gd name="T69" fmla="*/ 0 h 79"/>
                              <a:gd name="T70" fmla="*/ 26 w 85"/>
                              <a:gd name="T71" fmla="*/ 51 h 79"/>
                              <a:gd name="T72" fmla="*/ 28 w 85"/>
                              <a:gd name="T73" fmla="*/ 59 h 79"/>
                              <a:gd name="T74" fmla="*/ 31 w 85"/>
                              <a:gd name="T75" fmla="*/ 65 h 79"/>
                              <a:gd name="T76" fmla="*/ 34 w 85"/>
                              <a:gd name="T77" fmla="*/ 67 h 79"/>
                              <a:gd name="T78" fmla="*/ 40 w 85"/>
                              <a:gd name="T79" fmla="*/ 67 h 79"/>
                              <a:gd name="T80" fmla="*/ 42 w 85"/>
                              <a:gd name="T81" fmla="*/ 67 h 79"/>
                              <a:gd name="T82" fmla="*/ 48 w 85"/>
                              <a:gd name="T83" fmla="*/ 65 h 79"/>
                              <a:gd name="T84" fmla="*/ 54 w 85"/>
                              <a:gd name="T85" fmla="*/ 62 h 79"/>
                              <a:gd name="T86" fmla="*/ 59 w 85"/>
                              <a:gd name="T87" fmla="*/ 56 h 79"/>
                              <a:gd name="T88" fmla="*/ 59 w 85"/>
                              <a:gd name="T89" fmla="*/ 14 h 79"/>
                              <a:gd name="T90" fmla="*/ 59 w 85"/>
                              <a:gd name="T91" fmla="*/ 8 h 79"/>
                              <a:gd name="T92" fmla="*/ 57 w 85"/>
                              <a:gd name="T93" fmla="*/ 3 h 79"/>
                              <a:gd name="T94" fmla="*/ 54 w 85"/>
                              <a:gd name="T95" fmla="*/ 3 h 79"/>
                              <a:gd name="T96" fmla="*/ 48 w 85"/>
                              <a:gd name="T97" fmla="*/ 0 h 79"/>
                              <a:gd name="T98" fmla="*/ 48 w 85"/>
                              <a:gd name="T99" fmla="*/ 0 h 79"/>
                              <a:gd name="T100" fmla="*/ 73 w 85"/>
                              <a:gd name="T101" fmla="*/ 0 h 7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5" h="79">
                                <a:moveTo>
                                  <a:pt x="73" y="0"/>
                                </a:moveTo>
                                <a:lnTo>
                                  <a:pt x="73" y="45"/>
                                </a:lnTo>
                                <a:lnTo>
                                  <a:pt x="73" y="53"/>
                                </a:lnTo>
                                <a:lnTo>
                                  <a:pt x="73" y="59"/>
                                </a:lnTo>
                                <a:lnTo>
                                  <a:pt x="73" y="62"/>
                                </a:lnTo>
                                <a:lnTo>
                                  <a:pt x="76" y="65"/>
                                </a:lnTo>
                                <a:lnTo>
                                  <a:pt x="76" y="67"/>
                                </a:lnTo>
                                <a:lnTo>
                                  <a:pt x="79" y="67"/>
                                </a:lnTo>
                                <a:lnTo>
                                  <a:pt x="82" y="67"/>
                                </a:lnTo>
                                <a:lnTo>
                                  <a:pt x="85" y="67"/>
                                </a:lnTo>
                                <a:lnTo>
                                  <a:pt x="85" y="70"/>
                                </a:lnTo>
                                <a:lnTo>
                                  <a:pt x="62" y="79"/>
                                </a:lnTo>
                                <a:lnTo>
                                  <a:pt x="59" y="79"/>
                                </a:lnTo>
                                <a:lnTo>
                                  <a:pt x="59" y="62"/>
                                </a:lnTo>
                                <a:lnTo>
                                  <a:pt x="54" y="67"/>
                                </a:lnTo>
                                <a:lnTo>
                                  <a:pt x="48" y="73"/>
                                </a:lnTo>
                                <a:lnTo>
                                  <a:pt x="42" y="76"/>
                                </a:lnTo>
                                <a:lnTo>
                                  <a:pt x="40" y="76"/>
                                </a:lnTo>
                                <a:lnTo>
                                  <a:pt x="31" y="79"/>
                                </a:lnTo>
                                <a:lnTo>
                                  <a:pt x="26" y="76"/>
                                </a:lnTo>
                                <a:lnTo>
                                  <a:pt x="20" y="73"/>
                                </a:lnTo>
                                <a:lnTo>
                                  <a:pt x="17" y="70"/>
                                </a:lnTo>
                                <a:lnTo>
                                  <a:pt x="14" y="65"/>
                                </a:lnTo>
                                <a:lnTo>
                                  <a:pt x="12" y="56"/>
                                </a:lnTo>
                                <a:lnTo>
                                  <a:pt x="12" y="48"/>
                                </a:lnTo>
                                <a:lnTo>
                                  <a:pt x="12" y="14"/>
                                </a:lnTo>
                                <a:lnTo>
                                  <a:pt x="12" y="8"/>
                                </a:lnTo>
                                <a:lnTo>
                                  <a:pt x="12" y="6"/>
                                </a:lnTo>
                                <a:lnTo>
                                  <a:pt x="9" y="3"/>
                                </a:lnTo>
                                <a:lnTo>
                                  <a:pt x="6" y="0"/>
                                </a:lnTo>
                                <a:lnTo>
                                  <a:pt x="0" y="0"/>
                                </a:lnTo>
                                <a:lnTo>
                                  <a:pt x="26" y="0"/>
                                </a:lnTo>
                                <a:lnTo>
                                  <a:pt x="26" y="51"/>
                                </a:lnTo>
                                <a:lnTo>
                                  <a:pt x="28" y="59"/>
                                </a:lnTo>
                                <a:lnTo>
                                  <a:pt x="31" y="65"/>
                                </a:lnTo>
                                <a:lnTo>
                                  <a:pt x="34" y="67"/>
                                </a:lnTo>
                                <a:lnTo>
                                  <a:pt x="40" y="67"/>
                                </a:lnTo>
                                <a:lnTo>
                                  <a:pt x="42" y="67"/>
                                </a:lnTo>
                                <a:lnTo>
                                  <a:pt x="48" y="65"/>
                                </a:lnTo>
                                <a:lnTo>
                                  <a:pt x="54" y="62"/>
                                </a:lnTo>
                                <a:lnTo>
                                  <a:pt x="59" y="56"/>
                                </a:lnTo>
                                <a:lnTo>
                                  <a:pt x="59" y="14"/>
                                </a:lnTo>
                                <a:lnTo>
                                  <a:pt x="59" y="8"/>
                                </a:lnTo>
                                <a:lnTo>
                                  <a:pt x="57" y="3"/>
                                </a:lnTo>
                                <a:lnTo>
                                  <a:pt x="54" y="3"/>
                                </a:lnTo>
                                <a:lnTo>
                                  <a:pt x="48" y="0"/>
                                </a:lnTo>
                                <a:lnTo>
                                  <a:pt x="7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4" name="Freeform 683"/>
                        <wps:cNvSpPr>
                          <a:spLocks/>
                        </wps:cNvSpPr>
                        <wps:spPr bwMode="auto">
                          <a:xfrm>
                            <a:off x="2374" y="1418"/>
                            <a:ext cx="59" cy="88"/>
                          </a:xfrm>
                          <a:custGeom>
                            <a:avLst/>
                            <a:gdLst>
                              <a:gd name="T0" fmla="*/ 11 w 59"/>
                              <a:gd name="T1" fmla="*/ 37 h 88"/>
                              <a:gd name="T2" fmla="*/ 5 w 59"/>
                              <a:gd name="T3" fmla="*/ 26 h 88"/>
                              <a:gd name="T4" fmla="*/ 8 w 59"/>
                              <a:gd name="T5" fmla="*/ 14 h 88"/>
                              <a:gd name="T6" fmla="*/ 19 w 59"/>
                              <a:gd name="T7" fmla="*/ 3 h 88"/>
                              <a:gd name="T8" fmla="*/ 36 w 59"/>
                              <a:gd name="T9" fmla="*/ 0 h 88"/>
                              <a:gd name="T10" fmla="*/ 56 w 59"/>
                              <a:gd name="T11" fmla="*/ 6 h 88"/>
                              <a:gd name="T12" fmla="*/ 59 w 59"/>
                              <a:gd name="T13" fmla="*/ 6 h 88"/>
                              <a:gd name="T14" fmla="*/ 59 w 59"/>
                              <a:gd name="T15" fmla="*/ 6 h 88"/>
                              <a:gd name="T16" fmla="*/ 59 w 59"/>
                              <a:gd name="T17" fmla="*/ 6 h 88"/>
                              <a:gd name="T18" fmla="*/ 59 w 59"/>
                              <a:gd name="T19" fmla="*/ 9 h 88"/>
                              <a:gd name="T20" fmla="*/ 59 w 59"/>
                              <a:gd name="T21" fmla="*/ 9 h 88"/>
                              <a:gd name="T22" fmla="*/ 56 w 59"/>
                              <a:gd name="T23" fmla="*/ 9 h 88"/>
                              <a:gd name="T24" fmla="*/ 50 w 59"/>
                              <a:gd name="T25" fmla="*/ 14 h 88"/>
                              <a:gd name="T26" fmla="*/ 50 w 59"/>
                              <a:gd name="T27" fmla="*/ 29 h 88"/>
                              <a:gd name="T28" fmla="*/ 39 w 59"/>
                              <a:gd name="T29" fmla="*/ 40 h 88"/>
                              <a:gd name="T30" fmla="*/ 25 w 59"/>
                              <a:gd name="T31" fmla="*/ 40 h 88"/>
                              <a:gd name="T32" fmla="*/ 16 w 59"/>
                              <a:gd name="T33" fmla="*/ 43 h 88"/>
                              <a:gd name="T34" fmla="*/ 14 w 59"/>
                              <a:gd name="T35" fmla="*/ 45 h 88"/>
                              <a:gd name="T36" fmla="*/ 14 w 59"/>
                              <a:gd name="T37" fmla="*/ 48 h 88"/>
                              <a:gd name="T38" fmla="*/ 16 w 59"/>
                              <a:gd name="T39" fmla="*/ 51 h 88"/>
                              <a:gd name="T40" fmla="*/ 22 w 59"/>
                              <a:gd name="T41" fmla="*/ 51 h 88"/>
                              <a:gd name="T42" fmla="*/ 39 w 59"/>
                              <a:gd name="T43" fmla="*/ 51 h 88"/>
                              <a:gd name="T44" fmla="*/ 50 w 59"/>
                              <a:gd name="T45" fmla="*/ 54 h 88"/>
                              <a:gd name="T46" fmla="*/ 59 w 59"/>
                              <a:gd name="T47" fmla="*/ 60 h 88"/>
                              <a:gd name="T48" fmla="*/ 56 w 59"/>
                              <a:gd name="T49" fmla="*/ 71 h 88"/>
                              <a:gd name="T50" fmla="*/ 45 w 59"/>
                              <a:gd name="T51" fmla="*/ 85 h 88"/>
                              <a:gd name="T52" fmla="*/ 25 w 59"/>
                              <a:gd name="T53" fmla="*/ 88 h 88"/>
                              <a:gd name="T54" fmla="*/ 5 w 59"/>
                              <a:gd name="T55" fmla="*/ 82 h 88"/>
                              <a:gd name="T56" fmla="*/ 0 w 59"/>
                              <a:gd name="T57" fmla="*/ 76 h 88"/>
                              <a:gd name="T58" fmla="*/ 2 w 59"/>
                              <a:gd name="T59" fmla="*/ 74 h 88"/>
                              <a:gd name="T60" fmla="*/ 5 w 59"/>
                              <a:gd name="T61" fmla="*/ 65 h 88"/>
                              <a:gd name="T62" fmla="*/ 11 w 59"/>
                              <a:gd name="T63" fmla="*/ 60 h 88"/>
                              <a:gd name="T64" fmla="*/ 5 w 59"/>
                              <a:gd name="T65" fmla="*/ 57 h 88"/>
                              <a:gd name="T66" fmla="*/ 5 w 59"/>
                              <a:gd name="T67" fmla="*/ 51 h 88"/>
                              <a:gd name="T68" fmla="*/ 8 w 59"/>
                              <a:gd name="T69" fmla="*/ 48 h 88"/>
                              <a:gd name="T70" fmla="*/ 16 w 59"/>
                              <a:gd name="T71" fmla="*/ 40 h 88"/>
                              <a:gd name="T72" fmla="*/ 22 w 59"/>
                              <a:gd name="T73" fmla="*/ 3 h 88"/>
                              <a:gd name="T74" fmla="*/ 16 w 59"/>
                              <a:gd name="T75" fmla="*/ 12 h 88"/>
                              <a:gd name="T76" fmla="*/ 16 w 59"/>
                              <a:gd name="T77" fmla="*/ 29 h 88"/>
                              <a:gd name="T78" fmla="*/ 25 w 59"/>
                              <a:gd name="T79" fmla="*/ 37 h 88"/>
                              <a:gd name="T80" fmla="*/ 33 w 59"/>
                              <a:gd name="T81" fmla="*/ 37 h 88"/>
                              <a:gd name="T82" fmla="*/ 39 w 59"/>
                              <a:gd name="T83" fmla="*/ 31 h 88"/>
                              <a:gd name="T84" fmla="*/ 39 w 59"/>
                              <a:gd name="T85" fmla="*/ 14 h 88"/>
                              <a:gd name="T86" fmla="*/ 33 w 59"/>
                              <a:gd name="T87" fmla="*/ 3 h 88"/>
                              <a:gd name="T88" fmla="*/ 16 w 59"/>
                              <a:gd name="T89" fmla="*/ 60 h 88"/>
                              <a:gd name="T90" fmla="*/ 11 w 59"/>
                              <a:gd name="T91" fmla="*/ 65 h 88"/>
                              <a:gd name="T92" fmla="*/ 8 w 59"/>
                              <a:gd name="T93" fmla="*/ 71 h 88"/>
                              <a:gd name="T94" fmla="*/ 14 w 59"/>
                              <a:gd name="T95" fmla="*/ 76 h 88"/>
                              <a:gd name="T96" fmla="*/ 31 w 59"/>
                              <a:gd name="T97" fmla="*/ 79 h 88"/>
                              <a:gd name="T98" fmla="*/ 47 w 59"/>
                              <a:gd name="T99" fmla="*/ 76 h 88"/>
                              <a:gd name="T100" fmla="*/ 53 w 59"/>
                              <a:gd name="T101" fmla="*/ 68 h 88"/>
                              <a:gd name="T102" fmla="*/ 50 w 59"/>
                              <a:gd name="T103" fmla="*/ 62 h 88"/>
                              <a:gd name="T104" fmla="*/ 39 w 59"/>
                              <a:gd name="T105" fmla="*/ 62 h 88"/>
                              <a:gd name="T106" fmla="*/ 16 w 59"/>
                              <a:gd name="T107" fmla="*/ 60 h 88"/>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59" h="88">
                                <a:moveTo>
                                  <a:pt x="16" y="40"/>
                                </a:moveTo>
                                <a:lnTo>
                                  <a:pt x="11" y="37"/>
                                </a:lnTo>
                                <a:lnTo>
                                  <a:pt x="8" y="31"/>
                                </a:lnTo>
                                <a:lnTo>
                                  <a:pt x="5" y="26"/>
                                </a:lnTo>
                                <a:lnTo>
                                  <a:pt x="5" y="23"/>
                                </a:lnTo>
                                <a:lnTo>
                                  <a:pt x="8" y="14"/>
                                </a:lnTo>
                                <a:lnTo>
                                  <a:pt x="11" y="6"/>
                                </a:lnTo>
                                <a:lnTo>
                                  <a:pt x="19" y="3"/>
                                </a:lnTo>
                                <a:lnTo>
                                  <a:pt x="28" y="0"/>
                                </a:lnTo>
                                <a:lnTo>
                                  <a:pt x="36" y="0"/>
                                </a:lnTo>
                                <a:lnTo>
                                  <a:pt x="42" y="6"/>
                                </a:lnTo>
                                <a:lnTo>
                                  <a:pt x="56" y="6"/>
                                </a:lnTo>
                                <a:lnTo>
                                  <a:pt x="59" y="6"/>
                                </a:lnTo>
                                <a:lnTo>
                                  <a:pt x="59" y="9"/>
                                </a:lnTo>
                                <a:lnTo>
                                  <a:pt x="56" y="9"/>
                                </a:lnTo>
                                <a:lnTo>
                                  <a:pt x="47" y="9"/>
                                </a:lnTo>
                                <a:lnTo>
                                  <a:pt x="50" y="14"/>
                                </a:lnTo>
                                <a:lnTo>
                                  <a:pt x="50" y="20"/>
                                </a:lnTo>
                                <a:lnTo>
                                  <a:pt x="50" y="29"/>
                                </a:lnTo>
                                <a:lnTo>
                                  <a:pt x="45" y="34"/>
                                </a:lnTo>
                                <a:lnTo>
                                  <a:pt x="39" y="40"/>
                                </a:lnTo>
                                <a:lnTo>
                                  <a:pt x="28" y="40"/>
                                </a:lnTo>
                                <a:lnTo>
                                  <a:pt x="25" y="40"/>
                                </a:lnTo>
                                <a:lnTo>
                                  <a:pt x="19" y="40"/>
                                </a:lnTo>
                                <a:lnTo>
                                  <a:pt x="16" y="43"/>
                                </a:lnTo>
                                <a:lnTo>
                                  <a:pt x="14" y="45"/>
                                </a:lnTo>
                                <a:lnTo>
                                  <a:pt x="14" y="48"/>
                                </a:lnTo>
                                <a:lnTo>
                                  <a:pt x="16" y="51"/>
                                </a:lnTo>
                                <a:lnTo>
                                  <a:pt x="19" y="51"/>
                                </a:lnTo>
                                <a:lnTo>
                                  <a:pt x="22" y="51"/>
                                </a:lnTo>
                                <a:lnTo>
                                  <a:pt x="28" y="51"/>
                                </a:lnTo>
                                <a:lnTo>
                                  <a:pt x="39" y="51"/>
                                </a:lnTo>
                                <a:lnTo>
                                  <a:pt x="45" y="51"/>
                                </a:lnTo>
                                <a:lnTo>
                                  <a:pt x="50" y="54"/>
                                </a:lnTo>
                                <a:lnTo>
                                  <a:pt x="56" y="57"/>
                                </a:lnTo>
                                <a:lnTo>
                                  <a:pt x="59" y="60"/>
                                </a:lnTo>
                                <a:lnTo>
                                  <a:pt x="59" y="65"/>
                                </a:lnTo>
                                <a:lnTo>
                                  <a:pt x="56" y="71"/>
                                </a:lnTo>
                                <a:lnTo>
                                  <a:pt x="50" y="79"/>
                                </a:lnTo>
                                <a:lnTo>
                                  <a:pt x="45" y="85"/>
                                </a:lnTo>
                                <a:lnTo>
                                  <a:pt x="36" y="88"/>
                                </a:lnTo>
                                <a:lnTo>
                                  <a:pt x="25" y="88"/>
                                </a:lnTo>
                                <a:lnTo>
                                  <a:pt x="14" y="88"/>
                                </a:lnTo>
                                <a:lnTo>
                                  <a:pt x="5" y="82"/>
                                </a:lnTo>
                                <a:lnTo>
                                  <a:pt x="2" y="79"/>
                                </a:lnTo>
                                <a:lnTo>
                                  <a:pt x="0" y="76"/>
                                </a:lnTo>
                                <a:lnTo>
                                  <a:pt x="2" y="74"/>
                                </a:lnTo>
                                <a:lnTo>
                                  <a:pt x="2" y="71"/>
                                </a:lnTo>
                                <a:lnTo>
                                  <a:pt x="5" y="65"/>
                                </a:lnTo>
                                <a:lnTo>
                                  <a:pt x="8" y="65"/>
                                </a:lnTo>
                                <a:lnTo>
                                  <a:pt x="11" y="60"/>
                                </a:lnTo>
                                <a:lnTo>
                                  <a:pt x="8" y="57"/>
                                </a:lnTo>
                                <a:lnTo>
                                  <a:pt x="5" y="57"/>
                                </a:lnTo>
                                <a:lnTo>
                                  <a:pt x="5" y="54"/>
                                </a:lnTo>
                                <a:lnTo>
                                  <a:pt x="5" y="51"/>
                                </a:lnTo>
                                <a:lnTo>
                                  <a:pt x="8" y="48"/>
                                </a:lnTo>
                                <a:lnTo>
                                  <a:pt x="11" y="43"/>
                                </a:lnTo>
                                <a:lnTo>
                                  <a:pt x="16" y="40"/>
                                </a:lnTo>
                                <a:close/>
                                <a:moveTo>
                                  <a:pt x="28" y="3"/>
                                </a:moveTo>
                                <a:lnTo>
                                  <a:pt x="22" y="3"/>
                                </a:lnTo>
                                <a:lnTo>
                                  <a:pt x="19" y="6"/>
                                </a:lnTo>
                                <a:lnTo>
                                  <a:pt x="16" y="12"/>
                                </a:lnTo>
                                <a:lnTo>
                                  <a:pt x="16" y="17"/>
                                </a:lnTo>
                                <a:lnTo>
                                  <a:pt x="16" y="29"/>
                                </a:lnTo>
                                <a:lnTo>
                                  <a:pt x="19" y="34"/>
                                </a:lnTo>
                                <a:lnTo>
                                  <a:pt x="25" y="37"/>
                                </a:lnTo>
                                <a:lnTo>
                                  <a:pt x="28" y="37"/>
                                </a:lnTo>
                                <a:lnTo>
                                  <a:pt x="33" y="37"/>
                                </a:lnTo>
                                <a:lnTo>
                                  <a:pt x="36" y="34"/>
                                </a:lnTo>
                                <a:lnTo>
                                  <a:pt x="39" y="31"/>
                                </a:lnTo>
                                <a:lnTo>
                                  <a:pt x="42" y="23"/>
                                </a:lnTo>
                                <a:lnTo>
                                  <a:pt x="39" y="14"/>
                                </a:lnTo>
                                <a:lnTo>
                                  <a:pt x="36" y="9"/>
                                </a:lnTo>
                                <a:lnTo>
                                  <a:pt x="33" y="3"/>
                                </a:lnTo>
                                <a:lnTo>
                                  <a:pt x="28" y="3"/>
                                </a:lnTo>
                                <a:close/>
                                <a:moveTo>
                                  <a:pt x="16" y="60"/>
                                </a:moveTo>
                                <a:lnTo>
                                  <a:pt x="14" y="62"/>
                                </a:lnTo>
                                <a:lnTo>
                                  <a:pt x="11" y="65"/>
                                </a:lnTo>
                                <a:lnTo>
                                  <a:pt x="11" y="68"/>
                                </a:lnTo>
                                <a:lnTo>
                                  <a:pt x="8" y="71"/>
                                </a:lnTo>
                                <a:lnTo>
                                  <a:pt x="11" y="74"/>
                                </a:lnTo>
                                <a:lnTo>
                                  <a:pt x="14" y="76"/>
                                </a:lnTo>
                                <a:lnTo>
                                  <a:pt x="22" y="79"/>
                                </a:lnTo>
                                <a:lnTo>
                                  <a:pt x="31" y="79"/>
                                </a:lnTo>
                                <a:lnTo>
                                  <a:pt x="42" y="79"/>
                                </a:lnTo>
                                <a:lnTo>
                                  <a:pt x="47" y="76"/>
                                </a:lnTo>
                                <a:lnTo>
                                  <a:pt x="53" y="71"/>
                                </a:lnTo>
                                <a:lnTo>
                                  <a:pt x="53" y="68"/>
                                </a:lnTo>
                                <a:lnTo>
                                  <a:pt x="53" y="65"/>
                                </a:lnTo>
                                <a:lnTo>
                                  <a:pt x="50" y="62"/>
                                </a:lnTo>
                                <a:lnTo>
                                  <a:pt x="45" y="62"/>
                                </a:lnTo>
                                <a:lnTo>
                                  <a:pt x="39" y="62"/>
                                </a:lnTo>
                                <a:lnTo>
                                  <a:pt x="25" y="60"/>
                                </a:lnTo>
                                <a:lnTo>
                                  <a:pt x="16" y="6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5" name="Freeform 684"/>
                        <wps:cNvSpPr>
                          <a:spLocks/>
                        </wps:cNvSpPr>
                        <wps:spPr bwMode="auto">
                          <a:xfrm>
                            <a:off x="4149" y="1030"/>
                            <a:ext cx="65" cy="62"/>
                          </a:xfrm>
                          <a:custGeom>
                            <a:avLst/>
                            <a:gdLst>
                              <a:gd name="T0" fmla="*/ 20 w 65"/>
                              <a:gd name="T1" fmla="*/ 11 h 62"/>
                              <a:gd name="T2" fmla="*/ 28 w 65"/>
                              <a:gd name="T3" fmla="*/ 6 h 62"/>
                              <a:gd name="T4" fmla="*/ 34 w 65"/>
                              <a:gd name="T5" fmla="*/ 0 h 62"/>
                              <a:gd name="T6" fmla="*/ 42 w 65"/>
                              <a:gd name="T7" fmla="*/ 0 h 62"/>
                              <a:gd name="T8" fmla="*/ 45 w 65"/>
                              <a:gd name="T9" fmla="*/ 0 h 62"/>
                              <a:gd name="T10" fmla="*/ 51 w 65"/>
                              <a:gd name="T11" fmla="*/ 3 h 62"/>
                              <a:gd name="T12" fmla="*/ 53 w 65"/>
                              <a:gd name="T13" fmla="*/ 6 h 62"/>
                              <a:gd name="T14" fmla="*/ 56 w 65"/>
                              <a:gd name="T15" fmla="*/ 8 h 62"/>
                              <a:gd name="T16" fmla="*/ 56 w 65"/>
                              <a:gd name="T17" fmla="*/ 14 h 62"/>
                              <a:gd name="T18" fmla="*/ 56 w 65"/>
                              <a:gd name="T19" fmla="*/ 23 h 62"/>
                              <a:gd name="T20" fmla="*/ 56 w 65"/>
                              <a:gd name="T21" fmla="*/ 48 h 62"/>
                              <a:gd name="T22" fmla="*/ 56 w 65"/>
                              <a:gd name="T23" fmla="*/ 54 h 62"/>
                              <a:gd name="T24" fmla="*/ 59 w 65"/>
                              <a:gd name="T25" fmla="*/ 56 h 62"/>
                              <a:gd name="T26" fmla="*/ 59 w 65"/>
                              <a:gd name="T27" fmla="*/ 59 h 62"/>
                              <a:gd name="T28" fmla="*/ 59 w 65"/>
                              <a:gd name="T29" fmla="*/ 59 h 62"/>
                              <a:gd name="T30" fmla="*/ 62 w 65"/>
                              <a:gd name="T31" fmla="*/ 59 h 62"/>
                              <a:gd name="T32" fmla="*/ 65 w 65"/>
                              <a:gd name="T33" fmla="*/ 59 h 62"/>
                              <a:gd name="T34" fmla="*/ 65 w 65"/>
                              <a:gd name="T35" fmla="*/ 62 h 62"/>
                              <a:gd name="T36" fmla="*/ 36 w 65"/>
                              <a:gd name="T37" fmla="*/ 62 h 62"/>
                              <a:gd name="T38" fmla="*/ 36 w 65"/>
                              <a:gd name="T39" fmla="*/ 59 h 62"/>
                              <a:gd name="T40" fmla="*/ 39 w 65"/>
                              <a:gd name="T41" fmla="*/ 59 h 62"/>
                              <a:gd name="T42" fmla="*/ 42 w 65"/>
                              <a:gd name="T43" fmla="*/ 59 h 62"/>
                              <a:gd name="T44" fmla="*/ 42 w 65"/>
                              <a:gd name="T45" fmla="*/ 59 h 62"/>
                              <a:gd name="T46" fmla="*/ 45 w 65"/>
                              <a:gd name="T47" fmla="*/ 56 h 62"/>
                              <a:gd name="T48" fmla="*/ 45 w 65"/>
                              <a:gd name="T49" fmla="*/ 54 h 62"/>
                              <a:gd name="T50" fmla="*/ 45 w 65"/>
                              <a:gd name="T51" fmla="*/ 54 h 62"/>
                              <a:gd name="T52" fmla="*/ 45 w 65"/>
                              <a:gd name="T53" fmla="*/ 48 h 62"/>
                              <a:gd name="T54" fmla="*/ 45 w 65"/>
                              <a:gd name="T55" fmla="*/ 23 h 62"/>
                              <a:gd name="T56" fmla="*/ 45 w 65"/>
                              <a:gd name="T57" fmla="*/ 17 h 62"/>
                              <a:gd name="T58" fmla="*/ 42 w 65"/>
                              <a:gd name="T59" fmla="*/ 11 h 62"/>
                              <a:gd name="T60" fmla="*/ 39 w 65"/>
                              <a:gd name="T61" fmla="*/ 8 h 62"/>
                              <a:gd name="T62" fmla="*/ 36 w 65"/>
                              <a:gd name="T63" fmla="*/ 8 h 62"/>
                              <a:gd name="T64" fmla="*/ 28 w 65"/>
                              <a:gd name="T65" fmla="*/ 11 h 62"/>
                              <a:gd name="T66" fmla="*/ 20 w 65"/>
                              <a:gd name="T67" fmla="*/ 17 h 62"/>
                              <a:gd name="T68" fmla="*/ 20 w 65"/>
                              <a:gd name="T69" fmla="*/ 48 h 62"/>
                              <a:gd name="T70" fmla="*/ 20 w 65"/>
                              <a:gd name="T71" fmla="*/ 54 h 62"/>
                              <a:gd name="T72" fmla="*/ 20 w 65"/>
                              <a:gd name="T73" fmla="*/ 56 h 62"/>
                              <a:gd name="T74" fmla="*/ 22 w 65"/>
                              <a:gd name="T75" fmla="*/ 59 h 62"/>
                              <a:gd name="T76" fmla="*/ 22 w 65"/>
                              <a:gd name="T77" fmla="*/ 59 h 62"/>
                              <a:gd name="T78" fmla="*/ 25 w 65"/>
                              <a:gd name="T79" fmla="*/ 59 h 62"/>
                              <a:gd name="T80" fmla="*/ 28 w 65"/>
                              <a:gd name="T81" fmla="*/ 59 h 62"/>
                              <a:gd name="T82" fmla="*/ 28 w 65"/>
                              <a:gd name="T83" fmla="*/ 62 h 62"/>
                              <a:gd name="T84" fmla="*/ 0 w 65"/>
                              <a:gd name="T85" fmla="*/ 62 h 62"/>
                              <a:gd name="T86" fmla="*/ 0 w 65"/>
                              <a:gd name="T87" fmla="*/ 59 h 62"/>
                              <a:gd name="T88" fmla="*/ 0 w 65"/>
                              <a:gd name="T89" fmla="*/ 59 h 62"/>
                              <a:gd name="T90" fmla="*/ 6 w 65"/>
                              <a:gd name="T91" fmla="*/ 59 h 62"/>
                              <a:gd name="T92" fmla="*/ 6 w 65"/>
                              <a:gd name="T93" fmla="*/ 56 h 62"/>
                              <a:gd name="T94" fmla="*/ 8 w 65"/>
                              <a:gd name="T95" fmla="*/ 54 h 62"/>
                              <a:gd name="T96" fmla="*/ 8 w 65"/>
                              <a:gd name="T97" fmla="*/ 48 h 62"/>
                              <a:gd name="T98" fmla="*/ 8 w 65"/>
                              <a:gd name="T99" fmla="*/ 25 h 62"/>
                              <a:gd name="T100" fmla="*/ 8 w 65"/>
                              <a:gd name="T101" fmla="*/ 17 h 62"/>
                              <a:gd name="T102" fmla="*/ 8 w 65"/>
                              <a:gd name="T103" fmla="*/ 11 h 62"/>
                              <a:gd name="T104" fmla="*/ 8 w 65"/>
                              <a:gd name="T105" fmla="*/ 8 h 62"/>
                              <a:gd name="T106" fmla="*/ 6 w 65"/>
                              <a:gd name="T107" fmla="*/ 8 h 62"/>
                              <a:gd name="T108" fmla="*/ 6 w 65"/>
                              <a:gd name="T109" fmla="*/ 6 h 62"/>
                              <a:gd name="T110" fmla="*/ 6 w 65"/>
                              <a:gd name="T111" fmla="*/ 6 h 62"/>
                              <a:gd name="T112" fmla="*/ 3 w 65"/>
                              <a:gd name="T113" fmla="*/ 8 h 62"/>
                              <a:gd name="T114" fmla="*/ 0 w 65"/>
                              <a:gd name="T115" fmla="*/ 8 h 62"/>
                              <a:gd name="T116" fmla="*/ 0 w 65"/>
                              <a:gd name="T117" fmla="*/ 6 h 62"/>
                              <a:gd name="T118" fmla="*/ 17 w 65"/>
                              <a:gd name="T119" fmla="*/ 0 h 62"/>
                              <a:gd name="T120" fmla="*/ 20 w 65"/>
                              <a:gd name="T121" fmla="*/ 0 h 62"/>
                              <a:gd name="T122" fmla="*/ 20 w 65"/>
                              <a:gd name="T123" fmla="*/ 11 h 62"/>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65" h="62">
                                <a:moveTo>
                                  <a:pt x="20" y="11"/>
                                </a:moveTo>
                                <a:lnTo>
                                  <a:pt x="28" y="6"/>
                                </a:lnTo>
                                <a:lnTo>
                                  <a:pt x="34" y="0"/>
                                </a:lnTo>
                                <a:lnTo>
                                  <a:pt x="42" y="0"/>
                                </a:lnTo>
                                <a:lnTo>
                                  <a:pt x="45" y="0"/>
                                </a:lnTo>
                                <a:lnTo>
                                  <a:pt x="51" y="3"/>
                                </a:lnTo>
                                <a:lnTo>
                                  <a:pt x="53" y="6"/>
                                </a:lnTo>
                                <a:lnTo>
                                  <a:pt x="56" y="8"/>
                                </a:lnTo>
                                <a:lnTo>
                                  <a:pt x="56" y="14"/>
                                </a:lnTo>
                                <a:lnTo>
                                  <a:pt x="56" y="23"/>
                                </a:lnTo>
                                <a:lnTo>
                                  <a:pt x="56" y="48"/>
                                </a:lnTo>
                                <a:lnTo>
                                  <a:pt x="56" y="54"/>
                                </a:lnTo>
                                <a:lnTo>
                                  <a:pt x="59" y="56"/>
                                </a:lnTo>
                                <a:lnTo>
                                  <a:pt x="59" y="59"/>
                                </a:lnTo>
                                <a:lnTo>
                                  <a:pt x="62" y="59"/>
                                </a:lnTo>
                                <a:lnTo>
                                  <a:pt x="65" y="59"/>
                                </a:lnTo>
                                <a:lnTo>
                                  <a:pt x="65" y="62"/>
                                </a:lnTo>
                                <a:lnTo>
                                  <a:pt x="36" y="62"/>
                                </a:lnTo>
                                <a:lnTo>
                                  <a:pt x="36" y="59"/>
                                </a:lnTo>
                                <a:lnTo>
                                  <a:pt x="39" y="59"/>
                                </a:lnTo>
                                <a:lnTo>
                                  <a:pt x="42" y="59"/>
                                </a:lnTo>
                                <a:lnTo>
                                  <a:pt x="45" y="56"/>
                                </a:lnTo>
                                <a:lnTo>
                                  <a:pt x="45" y="54"/>
                                </a:lnTo>
                                <a:lnTo>
                                  <a:pt x="45" y="48"/>
                                </a:lnTo>
                                <a:lnTo>
                                  <a:pt x="45" y="23"/>
                                </a:lnTo>
                                <a:lnTo>
                                  <a:pt x="45" y="17"/>
                                </a:lnTo>
                                <a:lnTo>
                                  <a:pt x="42" y="11"/>
                                </a:lnTo>
                                <a:lnTo>
                                  <a:pt x="39" y="8"/>
                                </a:lnTo>
                                <a:lnTo>
                                  <a:pt x="36" y="8"/>
                                </a:lnTo>
                                <a:lnTo>
                                  <a:pt x="28" y="11"/>
                                </a:lnTo>
                                <a:lnTo>
                                  <a:pt x="20" y="17"/>
                                </a:lnTo>
                                <a:lnTo>
                                  <a:pt x="20" y="48"/>
                                </a:lnTo>
                                <a:lnTo>
                                  <a:pt x="20" y="54"/>
                                </a:lnTo>
                                <a:lnTo>
                                  <a:pt x="20" y="56"/>
                                </a:lnTo>
                                <a:lnTo>
                                  <a:pt x="22" y="59"/>
                                </a:lnTo>
                                <a:lnTo>
                                  <a:pt x="25" y="59"/>
                                </a:lnTo>
                                <a:lnTo>
                                  <a:pt x="28" y="59"/>
                                </a:lnTo>
                                <a:lnTo>
                                  <a:pt x="28" y="62"/>
                                </a:lnTo>
                                <a:lnTo>
                                  <a:pt x="0" y="62"/>
                                </a:lnTo>
                                <a:lnTo>
                                  <a:pt x="0" y="59"/>
                                </a:lnTo>
                                <a:lnTo>
                                  <a:pt x="6" y="59"/>
                                </a:lnTo>
                                <a:lnTo>
                                  <a:pt x="6" y="56"/>
                                </a:lnTo>
                                <a:lnTo>
                                  <a:pt x="8" y="54"/>
                                </a:lnTo>
                                <a:lnTo>
                                  <a:pt x="8" y="48"/>
                                </a:lnTo>
                                <a:lnTo>
                                  <a:pt x="8" y="25"/>
                                </a:lnTo>
                                <a:lnTo>
                                  <a:pt x="8" y="17"/>
                                </a:lnTo>
                                <a:lnTo>
                                  <a:pt x="8" y="11"/>
                                </a:lnTo>
                                <a:lnTo>
                                  <a:pt x="8" y="8"/>
                                </a:lnTo>
                                <a:lnTo>
                                  <a:pt x="6" y="8"/>
                                </a:lnTo>
                                <a:lnTo>
                                  <a:pt x="6" y="6"/>
                                </a:lnTo>
                                <a:lnTo>
                                  <a:pt x="3" y="8"/>
                                </a:lnTo>
                                <a:lnTo>
                                  <a:pt x="0" y="8"/>
                                </a:lnTo>
                                <a:lnTo>
                                  <a:pt x="0" y="6"/>
                                </a:lnTo>
                                <a:lnTo>
                                  <a:pt x="17" y="0"/>
                                </a:lnTo>
                                <a:lnTo>
                                  <a:pt x="20" y="0"/>
                                </a:lnTo>
                                <a:lnTo>
                                  <a:pt x="20" y="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6" name="Freeform 685"/>
                        <wps:cNvSpPr>
                          <a:spLocks/>
                        </wps:cNvSpPr>
                        <wps:spPr bwMode="auto">
                          <a:xfrm>
                            <a:off x="4157" y="1553"/>
                            <a:ext cx="104" cy="62"/>
                          </a:xfrm>
                          <a:custGeom>
                            <a:avLst/>
                            <a:gdLst>
                              <a:gd name="T0" fmla="*/ 26 w 104"/>
                              <a:gd name="T1" fmla="*/ 9 h 62"/>
                              <a:gd name="T2" fmla="*/ 28 w 104"/>
                              <a:gd name="T3" fmla="*/ 6 h 62"/>
                              <a:gd name="T4" fmla="*/ 37 w 104"/>
                              <a:gd name="T5" fmla="*/ 3 h 62"/>
                              <a:gd name="T6" fmla="*/ 43 w 104"/>
                              <a:gd name="T7" fmla="*/ 0 h 62"/>
                              <a:gd name="T8" fmla="*/ 54 w 104"/>
                              <a:gd name="T9" fmla="*/ 3 h 62"/>
                              <a:gd name="T10" fmla="*/ 59 w 104"/>
                              <a:gd name="T11" fmla="*/ 15 h 62"/>
                              <a:gd name="T12" fmla="*/ 71 w 104"/>
                              <a:gd name="T13" fmla="*/ 3 h 62"/>
                              <a:gd name="T14" fmla="*/ 79 w 104"/>
                              <a:gd name="T15" fmla="*/ 0 h 62"/>
                              <a:gd name="T16" fmla="*/ 87 w 104"/>
                              <a:gd name="T17" fmla="*/ 3 h 62"/>
                              <a:gd name="T18" fmla="*/ 96 w 104"/>
                              <a:gd name="T19" fmla="*/ 12 h 62"/>
                              <a:gd name="T20" fmla="*/ 96 w 104"/>
                              <a:gd name="T21" fmla="*/ 23 h 62"/>
                              <a:gd name="T22" fmla="*/ 96 w 104"/>
                              <a:gd name="T23" fmla="*/ 54 h 62"/>
                              <a:gd name="T24" fmla="*/ 99 w 104"/>
                              <a:gd name="T25" fmla="*/ 60 h 62"/>
                              <a:gd name="T26" fmla="*/ 102 w 104"/>
                              <a:gd name="T27" fmla="*/ 62 h 62"/>
                              <a:gd name="T28" fmla="*/ 104 w 104"/>
                              <a:gd name="T29" fmla="*/ 62 h 62"/>
                              <a:gd name="T30" fmla="*/ 76 w 104"/>
                              <a:gd name="T31" fmla="*/ 62 h 62"/>
                              <a:gd name="T32" fmla="*/ 79 w 104"/>
                              <a:gd name="T33" fmla="*/ 62 h 62"/>
                              <a:gd name="T34" fmla="*/ 85 w 104"/>
                              <a:gd name="T35" fmla="*/ 60 h 62"/>
                              <a:gd name="T36" fmla="*/ 85 w 104"/>
                              <a:gd name="T37" fmla="*/ 54 h 62"/>
                              <a:gd name="T38" fmla="*/ 85 w 104"/>
                              <a:gd name="T39" fmla="*/ 23 h 62"/>
                              <a:gd name="T40" fmla="*/ 82 w 104"/>
                              <a:gd name="T41" fmla="*/ 15 h 62"/>
                              <a:gd name="T42" fmla="*/ 73 w 104"/>
                              <a:gd name="T43" fmla="*/ 9 h 62"/>
                              <a:gd name="T44" fmla="*/ 68 w 104"/>
                              <a:gd name="T45" fmla="*/ 12 h 62"/>
                              <a:gd name="T46" fmla="*/ 59 w 104"/>
                              <a:gd name="T47" fmla="*/ 17 h 62"/>
                              <a:gd name="T48" fmla="*/ 59 w 104"/>
                              <a:gd name="T49" fmla="*/ 20 h 62"/>
                              <a:gd name="T50" fmla="*/ 59 w 104"/>
                              <a:gd name="T51" fmla="*/ 54 h 62"/>
                              <a:gd name="T52" fmla="*/ 59 w 104"/>
                              <a:gd name="T53" fmla="*/ 60 h 62"/>
                              <a:gd name="T54" fmla="*/ 65 w 104"/>
                              <a:gd name="T55" fmla="*/ 62 h 62"/>
                              <a:gd name="T56" fmla="*/ 68 w 104"/>
                              <a:gd name="T57" fmla="*/ 62 h 62"/>
                              <a:gd name="T58" fmla="*/ 40 w 104"/>
                              <a:gd name="T59" fmla="*/ 62 h 62"/>
                              <a:gd name="T60" fmla="*/ 45 w 104"/>
                              <a:gd name="T61" fmla="*/ 60 h 62"/>
                              <a:gd name="T62" fmla="*/ 48 w 104"/>
                              <a:gd name="T63" fmla="*/ 57 h 62"/>
                              <a:gd name="T64" fmla="*/ 48 w 104"/>
                              <a:gd name="T65" fmla="*/ 48 h 62"/>
                              <a:gd name="T66" fmla="*/ 48 w 104"/>
                              <a:gd name="T67" fmla="*/ 17 h 62"/>
                              <a:gd name="T68" fmla="*/ 43 w 104"/>
                              <a:gd name="T69" fmla="*/ 9 h 62"/>
                              <a:gd name="T70" fmla="*/ 34 w 104"/>
                              <a:gd name="T71" fmla="*/ 9 h 62"/>
                              <a:gd name="T72" fmla="*/ 26 w 104"/>
                              <a:gd name="T73" fmla="*/ 15 h 62"/>
                              <a:gd name="T74" fmla="*/ 23 w 104"/>
                              <a:gd name="T75" fmla="*/ 48 h 62"/>
                              <a:gd name="T76" fmla="*/ 23 w 104"/>
                              <a:gd name="T77" fmla="*/ 57 h 62"/>
                              <a:gd name="T78" fmla="*/ 26 w 104"/>
                              <a:gd name="T79" fmla="*/ 60 h 62"/>
                              <a:gd name="T80" fmla="*/ 31 w 104"/>
                              <a:gd name="T81" fmla="*/ 62 h 62"/>
                              <a:gd name="T82" fmla="*/ 0 w 104"/>
                              <a:gd name="T83" fmla="*/ 62 h 62"/>
                              <a:gd name="T84" fmla="*/ 6 w 104"/>
                              <a:gd name="T85" fmla="*/ 62 h 62"/>
                              <a:gd name="T86" fmla="*/ 9 w 104"/>
                              <a:gd name="T87" fmla="*/ 60 h 62"/>
                              <a:gd name="T88" fmla="*/ 9 w 104"/>
                              <a:gd name="T89" fmla="*/ 54 h 62"/>
                              <a:gd name="T90" fmla="*/ 9 w 104"/>
                              <a:gd name="T91" fmla="*/ 26 h 62"/>
                              <a:gd name="T92" fmla="*/ 9 w 104"/>
                              <a:gd name="T93" fmla="*/ 12 h 62"/>
                              <a:gd name="T94" fmla="*/ 9 w 104"/>
                              <a:gd name="T95" fmla="*/ 9 h 62"/>
                              <a:gd name="T96" fmla="*/ 6 w 104"/>
                              <a:gd name="T97" fmla="*/ 9 h 62"/>
                              <a:gd name="T98" fmla="*/ 3 w 104"/>
                              <a:gd name="T99" fmla="*/ 9 h 62"/>
                              <a:gd name="T100" fmla="*/ 20 w 104"/>
                              <a:gd name="T101" fmla="*/ 0 h 62"/>
                              <a:gd name="T102" fmla="*/ 23 w 104"/>
                              <a:gd name="T103" fmla="*/ 15 h 62"/>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04" h="62">
                                <a:moveTo>
                                  <a:pt x="23" y="15"/>
                                </a:moveTo>
                                <a:lnTo>
                                  <a:pt x="26" y="9"/>
                                </a:lnTo>
                                <a:lnTo>
                                  <a:pt x="28" y="6"/>
                                </a:lnTo>
                                <a:lnTo>
                                  <a:pt x="31" y="3"/>
                                </a:lnTo>
                                <a:lnTo>
                                  <a:pt x="37" y="3"/>
                                </a:lnTo>
                                <a:lnTo>
                                  <a:pt x="40" y="0"/>
                                </a:lnTo>
                                <a:lnTo>
                                  <a:pt x="43" y="0"/>
                                </a:lnTo>
                                <a:lnTo>
                                  <a:pt x="48" y="0"/>
                                </a:lnTo>
                                <a:lnTo>
                                  <a:pt x="54" y="3"/>
                                </a:lnTo>
                                <a:lnTo>
                                  <a:pt x="57" y="9"/>
                                </a:lnTo>
                                <a:lnTo>
                                  <a:pt x="59" y="15"/>
                                </a:lnTo>
                                <a:lnTo>
                                  <a:pt x="65" y="6"/>
                                </a:lnTo>
                                <a:lnTo>
                                  <a:pt x="71" y="3"/>
                                </a:lnTo>
                                <a:lnTo>
                                  <a:pt x="76" y="0"/>
                                </a:lnTo>
                                <a:lnTo>
                                  <a:pt x="79" y="0"/>
                                </a:lnTo>
                                <a:lnTo>
                                  <a:pt x="85" y="0"/>
                                </a:lnTo>
                                <a:lnTo>
                                  <a:pt x="87" y="3"/>
                                </a:lnTo>
                                <a:lnTo>
                                  <a:pt x="93" y="6"/>
                                </a:lnTo>
                                <a:lnTo>
                                  <a:pt x="96" y="12"/>
                                </a:lnTo>
                                <a:lnTo>
                                  <a:pt x="96" y="15"/>
                                </a:lnTo>
                                <a:lnTo>
                                  <a:pt x="96" y="23"/>
                                </a:lnTo>
                                <a:lnTo>
                                  <a:pt x="96" y="48"/>
                                </a:lnTo>
                                <a:lnTo>
                                  <a:pt x="96" y="54"/>
                                </a:lnTo>
                                <a:lnTo>
                                  <a:pt x="96" y="57"/>
                                </a:lnTo>
                                <a:lnTo>
                                  <a:pt x="99" y="60"/>
                                </a:lnTo>
                                <a:lnTo>
                                  <a:pt x="102" y="62"/>
                                </a:lnTo>
                                <a:lnTo>
                                  <a:pt x="104" y="62"/>
                                </a:lnTo>
                                <a:lnTo>
                                  <a:pt x="76" y="62"/>
                                </a:lnTo>
                                <a:lnTo>
                                  <a:pt x="79" y="62"/>
                                </a:lnTo>
                                <a:lnTo>
                                  <a:pt x="82" y="60"/>
                                </a:lnTo>
                                <a:lnTo>
                                  <a:pt x="85" y="60"/>
                                </a:lnTo>
                                <a:lnTo>
                                  <a:pt x="85" y="57"/>
                                </a:lnTo>
                                <a:lnTo>
                                  <a:pt x="85" y="54"/>
                                </a:lnTo>
                                <a:lnTo>
                                  <a:pt x="85" y="48"/>
                                </a:lnTo>
                                <a:lnTo>
                                  <a:pt x="85" y="23"/>
                                </a:lnTo>
                                <a:lnTo>
                                  <a:pt x="85" y="17"/>
                                </a:lnTo>
                                <a:lnTo>
                                  <a:pt x="82" y="15"/>
                                </a:lnTo>
                                <a:lnTo>
                                  <a:pt x="79" y="9"/>
                                </a:lnTo>
                                <a:lnTo>
                                  <a:pt x="73" y="9"/>
                                </a:lnTo>
                                <a:lnTo>
                                  <a:pt x="71" y="9"/>
                                </a:lnTo>
                                <a:lnTo>
                                  <a:pt x="68" y="12"/>
                                </a:lnTo>
                                <a:lnTo>
                                  <a:pt x="62" y="15"/>
                                </a:lnTo>
                                <a:lnTo>
                                  <a:pt x="59" y="17"/>
                                </a:lnTo>
                                <a:lnTo>
                                  <a:pt x="59" y="20"/>
                                </a:lnTo>
                                <a:lnTo>
                                  <a:pt x="59" y="48"/>
                                </a:lnTo>
                                <a:lnTo>
                                  <a:pt x="59" y="54"/>
                                </a:lnTo>
                                <a:lnTo>
                                  <a:pt x="59" y="57"/>
                                </a:lnTo>
                                <a:lnTo>
                                  <a:pt x="59" y="60"/>
                                </a:lnTo>
                                <a:lnTo>
                                  <a:pt x="62" y="60"/>
                                </a:lnTo>
                                <a:lnTo>
                                  <a:pt x="65" y="62"/>
                                </a:lnTo>
                                <a:lnTo>
                                  <a:pt x="68" y="62"/>
                                </a:lnTo>
                                <a:lnTo>
                                  <a:pt x="40" y="62"/>
                                </a:lnTo>
                                <a:lnTo>
                                  <a:pt x="43" y="62"/>
                                </a:lnTo>
                                <a:lnTo>
                                  <a:pt x="45" y="60"/>
                                </a:lnTo>
                                <a:lnTo>
                                  <a:pt x="48" y="57"/>
                                </a:lnTo>
                                <a:lnTo>
                                  <a:pt x="48" y="54"/>
                                </a:lnTo>
                                <a:lnTo>
                                  <a:pt x="48" y="48"/>
                                </a:lnTo>
                                <a:lnTo>
                                  <a:pt x="48" y="23"/>
                                </a:lnTo>
                                <a:lnTo>
                                  <a:pt x="48" y="17"/>
                                </a:lnTo>
                                <a:lnTo>
                                  <a:pt x="45" y="15"/>
                                </a:lnTo>
                                <a:lnTo>
                                  <a:pt x="43" y="9"/>
                                </a:lnTo>
                                <a:lnTo>
                                  <a:pt x="37" y="9"/>
                                </a:lnTo>
                                <a:lnTo>
                                  <a:pt x="34" y="9"/>
                                </a:lnTo>
                                <a:lnTo>
                                  <a:pt x="31" y="12"/>
                                </a:lnTo>
                                <a:lnTo>
                                  <a:pt x="26" y="15"/>
                                </a:lnTo>
                                <a:lnTo>
                                  <a:pt x="23" y="17"/>
                                </a:lnTo>
                                <a:lnTo>
                                  <a:pt x="23" y="48"/>
                                </a:lnTo>
                                <a:lnTo>
                                  <a:pt x="23" y="54"/>
                                </a:lnTo>
                                <a:lnTo>
                                  <a:pt x="23" y="57"/>
                                </a:lnTo>
                                <a:lnTo>
                                  <a:pt x="23" y="60"/>
                                </a:lnTo>
                                <a:lnTo>
                                  <a:pt x="26" y="60"/>
                                </a:lnTo>
                                <a:lnTo>
                                  <a:pt x="26" y="62"/>
                                </a:lnTo>
                                <a:lnTo>
                                  <a:pt x="31" y="62"/>
                                </a:lnTo>
                                <a:lnTo>
                                  <a:pt x="0" y="62"/>
                                </a:lnTo>
                                <a:lnTo>
                                  <a:pt x="6" y="62"/>
                                </a:lnTo>
                                <a:lnTo>
                                  <a:pt x="6" y="60"/>
                                </a:lnTo>
                                <a:lnTo>
                                  <a:pt x="9" y="60"/>
                                </a:lnTo>
                                <a:lnTo>
                                  <a:pt x="9" y="57"/>
                                </a:lnTo>
                                <a:lnTo>
                                  <a:pt x="9" y="54"/>
                                </a:lnTo>
                                <a:lnTo>
                                  <a:pt x="9" y="48"/>
                                </a:lnTo>
                                <a:lnTo>
                                  <a:pt x="9" y="26"/>
                                </a:lnTo>
                                <a:lnTo>
                                  <a:pt x="9" y="17"/>
                                </a:lnTo>
                                <a:lnTo>
                                  <a:pt x="9" y="12"/>
                                </a:lnTo>
                                <a:lnTo>
                                  <a:pt x="9" y="9"/>
                                </a:lnTo>
                                <a:lnTo>
                                  <a:pt x="6" y="9"/>
                                </a:lnTo>
                                <a:lnTo>
                                  <a:pt x="3" y="9"/>
                                </a:lnTo>
                                <a:lnTo>
                                  <a:pt x="0" y="9"/>
                                </a:lnTo>
                                <a:lnTo>
                                  <a:pt x="20" y="0"/>
                                </a:lnTo>
                                <a:lnTo>
                                  <a:pt x="23" y="0"/>
                                </a:lnTo>
                                <a:lnTo>
                                  <a:pt x="23" y="15"/>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7" name="Freeform 686"/>
                        <wps:cNvSpPr>
                          <a:spLocks/>
                        </wps:cNvSpPr>
                        <wps:spPr bwMode="auto">
                          <a:xfrm>
                            <a:off x="4056" y="977"/>
                            <a:ext cx="82" cy="78"/>
                          </a:xfrm>
                          <a:custGeom>
                            <a:avLst/>
                            <a:gdLst>
                              <a:gd name="T0" fmla="*/ 70 w 82"/>
                              <a:gd name="T1" fmla="*/ 0 h 78"/>
                              <a:gd name="T2" fmla="*/ 70 w 82"/>
                              <a:gd name="T3" fmla="*/ 45 h 78"/>
                              <a:gd name="T4" fmla="*/ 73 w 82"/>
                              <a:gd name="T5" fmla="*/ 53 h 78"/>
                              <a:gd name="T6" fmla="*/ 73 w 82"/>
                              <a:gd name="T7" fmla="*/ 59 h 78"/>
                              <a:gd name="T8" fmla="*/ 73 w 82"/>
                              <a:gd name="T9" fmla="*/ 61 h 78"/>
                              <a:gd name="T10" fmla="*/ 73 w 82"/>
                              <a:gd name="T11" fmla="*/ 64 h 78"/>
                              <a:gd name="T12" fmla="*/ 73 w 82"/>
                              <a:gd name="T13" fmla="*/ 67 h 78"/>
                              <a:gd name="T14" fmla="*/ 76 w 82"/>
                              <a:gd name="T15" fmla="*/ 67 h 78"/>
                              <a:gd name="T16" fmla="*/ 76 w 82"/>
                              <a:gd name="T17" fmla="*/ 67 h 78"/>
                              <a:gd name="T18" fmla="*/ 79 w 82"/>
                              <a:gd name="T19" fmla="*/ 67 h 78"/>
                              <a:gd name="T20" fmla="*/ 82 w 82"/>
                              <a:gd name="T21" fmla="*/ 67 h 78"/>
                              <a:gd name="T22" fmla="*/ 82 w 82"/>
                              <a:gd name="T23" fmla="*/ 70 h 78"/>
                              <a:gd name="T24" fmla="*/ 62 w 82"/>
                              <a:gd name="T25" fmla="*/ 78 h 78"/>
                              <a:gd name="T26" fmla="*/ 56 w 82"/>
                              <a:gd name="T27" fmla="*/ 78 h 78"/>
                              <a:gd name="T28" fmla="*/ 56 w 82"/>
                              <a:gd name="T29" fmla="*/ 61 h 78"/>
                              <a:gd name="T30" fmla="*/ 51 w 82"/>
                              <a:gd name="T31" fmla="*/ 67 h 78"/>
                              <a:gd name="T32" fmla="*/ 45 w 82"/>
                              <a:gd name="T33" fmla="*/ 73 h 78"/>
                              <a:gd name="T34" fmla="*/ 42 w 82"/>
                              <a:gd name="T35" fmla="*/ 76 h 78"/>
                              <a:gd name="T36" fmla="*/ 37 w 82"/>
                              <a:gd name="T37" fmla="*/ 76 h 78"/>
                              <a:gd name="T38" fmla="*/ 31 w 82"/>
                              <a:gd name="T39" fmla="*/ 78 h 78"/>
                              <a:gd name="T40" fmla="*/ 26 w 82"/>
                              <a:gd name="T41" fmla="*/ 76 h 78"/>
                              <a:gd name="T42" fmla="*/ 20 w 82"/>
                              <a:gd name="T43" fmla="*/ 73 h 78"/>
                              <a:gd name="T44" fmla="*/ 14 w 82"/>
                              <a:gd name="T45" fmla="*/ 70 h 78"/>
                              <a:gd name="T46" fmla="*/ 11 w 82"/>
                              <a:gd name="T47" fmla="*/ 64 h 78"/>
                              <a:gd name="T48" fmla="*/ 11 w 82"/>
                              <a:gd name="T49" fmla="*/ 56 h 78"/>
                              <a:gd name="T50" fmla="*/ 11 w 82"/>
                              <a:gd name="T51" fmla="*/ 47 h 78"/>
                              <a:gd name="T52" fmla="*/ 11 w 82"/>
                              <a:gd name="T53" fmla="*/ 14 h 78"/>
                              <a:gd name="T54" fmla="*/ 9 w 82"/>
                              <a:gd name="T55" fmla="*/ 8 h 78"/>
                              <a:gd name="T56" fmla="*/ 9 w 82"/>
                              <a:gd name="T57" fmla="*/ 5 h 78"/>
                              <a:gd name="T58" fmla="*/ 9 w 82"/>
                              <a:gd name="T59" fmla="*/ 2 h 78"/>
                              <a:gd name="T60" fmla="*/ 6 w 82"/>
                              <a:gd name="T61" fmla="*/ 2 h 78"/>
                              <a:gd name="T62" fmla="*/ 3 w 82"/>
                              <a:gd name="T63" fmla="*/ 0 h 78"/>
                              <a:gd name="T64" fmla="*/ 0 w 82"/>
                              <a:gd name="T65" fmla="*/ 0 h 78"/>
                              <a:gd name="T66" fmla="*/ 0 w 82"/>
                              <a:gd name="T67" fmla="*/ 0 h 78"/>
                              <a:gd name="T68" fmla="*/ 26 w 82"/>
                              <a:gd name="T69" fmla="*/ 0 h 78"/>
                              <a:gd name="T70" fmla="*/ 26 w 82"/>
                              <a:gd name="T71" fmla="*/ 50 h 78"/>
                              <a:gd name="T72" fmla="*/ 26 w 82"/>
                              <a:gd name="T73" fmla="*/ 59 h 78"/>
                              <a:gd name="T74" fmla="*/ 28 w 82"/>
                              <a:gd name="T75" fmla="*/ 64 h 78"/>
                              <a:gd name="T76" fmla="*/ 34 w 82"/>
                              <a:gd name="T77" fmla="*/ 67 h 78"/>
                              <a:gd name="T78" fmla="*/ 37 w 82"/>
                              <a:gd name="T79" fmla="*/ 67 h 78"/>
                              <a:gd name="T80" fmla="*/ 42 w 82"/>
                              <a:gd name="T81" fmla="*/ 67 h 78"/>
                              <a:gd name="T82" fmla="*/ 45 w 82"/>
                              <a:gd name="T83" fmla="*/ 64 h 78"/>
                              <a:gd name="T84" fmla="*/ 51 w 82"/>
                              <a:gd name="T85" fmla="*/ 61 h 78"/>
                              <a:gd name="T86" fmla="*/ 56 w 82"/>
                              <a:gd name="T87" fmla="*/ 56 h 78"/>
                              <a:gd name="T88" fmla="*/ 56 w 82"/>
                              <a:gd name="T89" fmla="*/ 14 h 78"/>
                              <a:gd name="T90" fmla="*/ 56 w 82"/>
                              <a:gd name="T91" fmla="*/ 8 h 78"/>
                              <a:gd name="T92" fmla="*/ 56 w 82"/>
                              <a:gd name="T93" fmla="*/ 2 h 78"/>
                              <a:gd name="T94" fmla="*/ 51 w 82"/>
                              <a:gd name="T95" fmla="*/ 2 h 78"/>
                              <a:gd name="T96" fmla="*/ 45 w 82"/>
                              <a:gd name="T97" fmla="*/ 0 h 78"/>
                              <a:gd name="T98" fmla="*/ 45 w 82"/>
                              <a:gd name="T99" fmla="*/ 0 h 78"/>
                              <a:gd name="T100" fmla="*/ 70 w 82"/>
                              <a:gd name="T101" fmla="*/ 0 h 78"/>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2" h="78">
                                <a:moveTo>
                                  <a:pt x="70" y="0"/>
                                </a:moveTo>
                                <a:lnTo>
                                  <a:pt x="70" y="45"/>
                                </a:lnTo>
                                <a:lnTo>
                                  <a:pt x="73" y="53"/>
                                </a:lnTo>
                                <a:lnTo>
                                  <a:pt x="73" y="59"/>
                                </a:lnTo>
                                <a:lnTo>
                                  <a:pt x="73" y="61"/>
                                </a:lnTo>
                                <a:lnTo>
                                  <a:pt x="73" y="64"/>
                                </a:lnTo>
                                <a:lnTo>
                                  <a:pt x="73" y="67"/>
                                </a:lnTo>
                                <a:lnTo>
                                  <a:pt x="76" y="67"/>
                                </a:lnTo>
                                <a:lnTo>
                                  <a:pt x="79" y="67"/>
                                </a:lnTo>
                                <a:lnTo>
                                  <a:pt x="82" y="67"/>
                                </a:lnTo>
                                <a:lnTo>
                                  <a:pt x="82" y="70"/>
                                </a:lnTo>
                                <a:lnTo>
                                  <a:pt x="62" y="78"/>
                                </a:lnTo>
                                <a:lnTo>
                                  <a:pt x="56" y="78"/>
                                </a:lnTo>
                                <a:lnTo>
                                  <a:pt x="56" y="61"/>
                                </a:lnTo>
                                <a:lnTo>
                                  <a:pt x="51" y="67"/>
                                </a:lnTo>
                                <a:lnTo>
                                  <a:pt x="45" y="73"/>
                                </a:lnTo>
                                <a:lnTo>
                                  <a:pt x="42" y="76"/>
                                </a:lnTo>
                                <a:lnTo>
                                  <a:pt x="37" y="76"/>
                                </a:lnTo>
                                <a:lnTo>
                                  <a:pt x="31" y="78"/>
                                </a:lnTo>
                                <a:lnTo>
                                  <a:pt x="26" y="76"/>
                                </a:lnTo>
                                <a:lnTo>
                                  <a:pt x="20" y="73"/>
                                </a:lnTo>
                                <a:lnTo>
                                  <a:pt x="14" y="70"/>
                                </a:lnTo>
                                <a:lnTo>
                                  <a:pt x="11" y="64"/>
                                </a:lnTo>
                                <a:lnTo>
                                  <a:pt x="11" y="56"/>
                                </a:lnTo>
                                <a:lnTo>
                                  <a:pt x="11" y="47"/>
                                </a:lnTo>
                                <a:lnTo>
                                  <a:pt x="11" y="14"/>
                                </a:lnTo>
                                <a:lnTo>
                                  <a:pt x="9" y="8"/>
                                </a:lnTo>
                                <a:lnTo>
                                  <a:pt x="9" y="5"/>
                                </a:lnTo>
                                <a:lnTo>
                                  <a:pt x="9" y="2"/>
                                </a:lnTo>
                                <a:lnTo>
                                  <a:pt x="6" y="2"/>
                                </a:lnTo>
                                <a:lnTo>
                                  <a:pt x="3" y="0"/>
                                </a:lnTo>
                                <a:lnTo>
                                  <a:pt x="0" y="0"/>
                                </a:lnTo>
                                <a:lnTo>
                                  <a:pt x="26" y="0"/>
                                </a:lnTo>
                                <a:lnTo>
                                  <a:pt x="26" y="50"/>
                                </a:lnTo>
                                <a:lnTo>
                                  <a:pt x="26" y="59"/>
                                </a:lnTo>
                                <a:lnTo>
                                  <a:pt x="28" y="64"/>
                                </a:lnTo>
                                <a:lnTo>
                                  <a:pt x="34" y="67"/>
                                </a:lnTo>
                                <a:lnTo>
                                  <a:pt x="37" y="67"/>
                                </a:lnTo>
                                <a:lnTo>
                                  <a:pt x="42" y="67"/>
                                </a:lnTo>
                                <a:lnTo>
                                  <a:pt x="45" y="64"/>
                                </a:lnTo>
                                <a:lnTo>
                                  <a:pt x="51" y="61"/>
                                </a:lnTo>
                                <a:lnTo>
                                  <a:pt x="56" y="56"/>
                                </a:lnTo>
                                <a:lnTo>
                                  <a:pt x="56" y="14"/>
                                </a:lnTo>
                                <a:lnTo>
                                  <a:pt x="56" y="8"/>
                                </a:lnTo>
                                <a:lnTo>
                                  <a:pt x="56" y="2"/>
                                </a:lnTo>
                                <a:lnTo>
                                  <a:pt x="51" y="2"/>
                                </a:lnTo>
                                <a:lnTo>
                                  <a:pt x="45" y="0"/>
                                </a:lnTo>
                                <a:lnTo>
                                  <a:pt x="7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8" name="Freeform 687"/>
                        <wps:cNvSpPr>
                          <a:spLocks/>
                        </wps:cNvSpPr>
                        <wps:spPr bwMode="auto">
                          <a:xfrm>
                            <a:off x="4065" y="1492"/>
                            <a:ext cx="84" cy="78"/>
                          </a:xfrm>
                          <a:custGeom>
                            <a:avLst/>
                            <a:gdLst>
                              <a:gd name="T0" fmla="*/ 73 w 84"/>
                              <a:gd name="T1" fmla="*/ 0 h 78"/>
                              <a:gd name="T2" fmla="*/ 73 w 84"/>
                              <a:gd name="T3" fmla="*/ 45 h 78"/>
                              <a:gd name="T4" fmla="*/ 73 w 84"/>
                              <a:gd name="T5" fmla="*/ 53 h 78"/>
                              <a:gd name="T6" fmla="*/ 73 w 84"/>
                              <a:gd name="T7" fmla="*/ 59 h 78"/>
                              <a:gd name="T8" fmla="*/ 73 w 84"/>
                              <a:gd name="T9" fmla="*/ 61 h 78"/>
                              <a:gd name="T10" fmla="*/ 73 w 84"/>
                              <a:gd name="T11" fmla="*/ 64 h 78"/>
                              <a:gd name="T12" fmla="*/ 76 w 84"/>
                              <a:gd name="T13" fmla="*/ 67 h 78"/>
                              <a:gd name="T14" fmla="*/ 76 w 84"/>
                              <a:gd name="T15" fmla="*/ 67 h 78"/>
                              <a:gd name="T16" fmla="*/ 78 w 84"/>
                              <a:gd name="T17" fmla="*/ 67 h 78"/>
                              <a:gd name="T18" fmla="*/ 81 w 84"/>
                              <a:gd name="T19" fmla="*/ 67 h 78"/>
                              <a:gd name="T20" fmla="*/ 84 w 84"/>
                              <a:gd name="T21" fmla="*/ 67 h 78"/>
                              <a:gd name="T22" fmla="*/ 84 w 84"/>
                              <a:gd name="T23" fmla="*/ 67 h 78"/>
                              <a:gd name="T24" fmla="*/ 61 w 84"/>
                              <a:gd name="T25" fmla="*/ 78 h 78"/>
                              <a:gd name="T26" fmla="*/ 59 w 84"/>
                              <a:gd name="T27" fmla="*/ 78 h 78"/>
                              <a:gd name="T28" fmla="*/ 59 w 84"/>
                              <a:gd name="T29" fmla="*/ 61 h 78"/>
                              <a:gd name="T30" fmla="*/ 53 w 84"/>
                              <a:gd name="T31" fmla="*/ 67 h 78"/>
                              <a:gd name="T32" fmla="*/ 47 w 84"/>
                              <a:gd name="T33" fmla="*/ 73 h 78"/>
                              <a:gd name="T34" fmla="*/ 42 w 84"/>
                              <a:gd name="T35" fmla="*/ 76 h 78"/>
                              <a:gd name="T36" fmla="*/ 36 w 84"/>
                              <a:gd name="T37" fmla="*/ 76 h 78"/>
                              <a:gd name="T38" fmla="*/ 31 w 84"/>
                              <a:gd name="T39" fmla="*/ 78 h 78"/>
                              <a:gd name="T40" fmla="*/ 25 w 84"/>
                              <a:gd name="T41" fmla="*/ 76 h 78"/>
                              <a:gd name="T42" fmla="*/ 19 w 84"/>
                              <a:gd name="T43" fmla="*/ 73 h 78"/>
                              <a:gd name="T44" fmla="*/ 17 w 84"/>
                              <a:gd name="T45" fmla="*/ 70 h 78"/>
                              <a:gd name="T46" fmla="*/ 14 w 84"/>
                              <a:gd name="T47" fmla="*/ 64 h 78"/>
                              <a:gd name="T48" fmla="*/ 11 w 84"/>
                              <a:gd name="T49" fmla="*/ 56 h 78"/>
                              <a:gd name="T50" fmla="*/ 11 w 84"/>
                              <a:gd name="T51" fmla="*/ 47 h 78"/>
                              <a:gd name="T52" fmla="*/ 11 w 84"/>
                              <a:gd name="T53" fmla="*/ 14 h 78"/>
                              <a:gd name="T54" fmla="*/ 11 w 84"/>
                              <a:gd name="T55" fmla="*/ 8 h 78"/>
                              <a:gd name="T56" fmla="*/ 11 w 84"/>
                              <a:gd name="T57" fmla="*/ 5 h 78"/>
                              <a:gd name="T58" fmla="*/ 8 w 84"/>
                              <a:gd name="T59" fmla="*/ 2 h 78"/>
                              <a:gd name="T60" fmla="*/ 8 w 84"/>
                              <a:gd name="T61" fmla="*/ 2 h 78"/>
                              <a:gd name="T62" fmla="*/ 5 w 84"/>
                              <a:gd name="T63" fmla="*/ 0 h 78"/>
                              <a:gd name="T64" fmla="*/ 0 w 84"/>
                              <a:gd name="T65" fmla="*/ 0 h 78"/>
                              <a:gd name="T66" fmla="*/ 0 w 84"/>
                              <a:gd name="T67" fmla="*/ 0 h 78"/>
                              <a:gd name="T68" fmla="*/ 25 w 84"/>
                              <a:gd name="T69" fmla="*/ 0 h 78"/>
                              <a:gd name="T70" fmla="*/ 25 w 84"/>
                              <a:gd name="T71" fmla="*/ 50 h 78"/>
                              <a:gd name="T72" fmla="*/ 28 w 84"/>
                              <a:gd name="T73" fmla="*/ 59 h 78"/>
                              <a:gd name="T74" fmla="*/ 31 w 84"/>
                              <a:gd name="T75" fmla="*/ 64 h 78"/>
                              <a:gd name="T76" fmla="*/ 33 w 84"/>
                              <a:gd name="T77" fmla="*/ 64 h 78"/>
                              <a:gd name="T78" fmla="*/ 39 w 84"/>
                              <a:gd name="T79" fmla="*/ 67 h 78"/>
                              <a:gd name="T80" fmla="*/ 42 w 84"/>
                              <a:gd name="T81" fmla="*/ 67 h 78"/>
                              <a:gd name="T82" fmla="*/ 47 w 84"/>
                              <a:gd name="T83" fmla="*/ 64 h 78"/>
                              <a:gd name="T84" fmla="*/ 53 w 84"/>
                              <a:gd name="T85" fmla="*/ 61 h 78"/>
                              <a:gd name="T86" fmla="*/ 59 w 84"/>
                              <a:gd name="T87" fmla="*/ 56 h 78"/>
                              <a:gd name="T88" fmla="*/ 59 w 84"/>
                              <a:gd name="T89" fmla="*/ 14 h 78"/>
                              <a:gd name="T90" fmla="*/ 59 w 84"/>
                              <a:gd name="T91" fmla="*/ 5 h 78"/>
                              <a:gd name="T92" fmla="*/ 56 w 84"/>
                              <a:gd name="T93" fmla="*/ 2 h 78"/>
                              <a:gd name="T94" fmla="*/ 53 w 84"/>
                              <a:gd name="T95" fmla="*/ 0 h 78"/>
                              <a:gd name="T96" fmla="*/ 47 w 84"/>
                              <a:gd name="T97" fmla="*/ 0 h 78"/>
                              <a:gd name="T98" fmla="*/ 47 w 84"/>
                              <a:gd name="T99" fmla="*/ 0 h 78"/>
                              <a:gd name="T100" fmla="*/ 73 w 84"/>
                              <a:gd name="T101" fmla="*/ 0 h 78"/>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84" h="78">
                                <a:moveTo>
                                  <a:pt x="73" y="0"/>
                                </a:moveTo>
                                <a:lnTo>
                                  <a:pt x="73" y="45"/>
                                </a:lnTo>
                                <a:lnTo>
                                  <a:pt x="73" y="53"/>
                                </a:lnTo>
                                <a:lnTo>
                                  <a:pt x="73" y="59"/>
                                </a:lnTo>
                                <a:lnTo>
                                  <a:pt x="73" y="61"/>
                                </a:lnTo>
                                <a:lnTo>
                                  <a:pt x="73" y="64"/>
                                </a:lnTo>
                                <a:lnTo>
                                  <a:pt x="76" y="67"/>
                                </a:lnTo>
                                <a:lnTo>
                                  <a:pt x="78" y="67"/>
                                </a:lnTo>
                                <a:lnTo>
                                  <a:pt x="81" y="67"/>
                                </a:lnTo>
                                <a:lnTo>
                                  <a:pt x="84" y="67"/>
                                </a:lnTo>
                                <a:lnTo>
                                  <a:pt x="61" y="78"/>
                                </a:lnTo>
                                <a:lnTo>
                                  <a:pt x="59" y="78"/>
                                </a:lnTo>
                                <a:lnTo>
                                  <a:pt x="59" y="61"/>
                                </a:lnTo>
                                <a:lnTo>
                                  <a:pt x="53" y="67"/>
                                </a:lnTo>
                                <a:lnTo>
                                  <a:pt x="47" y="73"/>
                                </a:lnTo>
                                <a:lnTo>
                                  <a:pt x="42" y="76"/>
                                </a:lnTo>
                                <a:lnTo>
                                  <a:pt x="36" y="76"/>
                                </a:lnTo>
                                <a:lnTo>
                                  <a:pt x="31" y="78"/>
                                </a:lnTo>
                                <a:lnTo>
                                  <a:pt x="25" y="76"/>
                                </a:lnTo>
                                <a:lnTo>
                                  <a:pt x="19" y="73"/>
                                </a:lnTo>
                                <a:lnTo>
                                  <a:pt x="17" y="70"/>
                                </a:lnTo>
                                <a:lnTo>
                                  <a:pt x="14" y="64"/>
                                </a:lnTo>
                                <a:lnTo>
                                  <a:pt x="11" y="56"/>
                                </a:lnTo>
                                <a:lnTo>
                                  <a:pt x="11" y="47"/>
                                </a:lnTo>
                                <a:lnTo>
                                  <a:pt x="11" y="14"/>
                                </a:lnTo>
                                <a:lnTo>
                                  <a:pt x="11" y="8"/>
                                </a:lnTo>
                                <a:lnTo>
                                  <a:pt x="11" y="5"/>
                                </a:lnTo>
                                <a:lnTo>
                                  <a:pt x="8" y="2"/>
                                </a:lnTo>
                                <a:lnTo>
                                  <a:pt x="5" y="0"/>
                                </a:lnTo>
                                <a:lnTo>
                                  <a:pt x="0" y="0"/>
                                </a:lnTo>
                                <a:lnTo>
                                  <a:pt x="25" y="0"/>
                                </a:lnTo>
                                <a:lnTo>
                                  <a:pt x="25" y="50"/>
                                </a:lnTo>
                                <a:lnTo>
                                  <a:pt x="28" y="59"/>
                                </a:lnTo>
                                <a:lnTo>
                                  <a:pt x="31" y="64"/>
                                </a:lnTo>
                                <a:lnTo>
                                  <a:pt x="33" y="64"/>
                                </a:lnTo>
                                <a:lnTo>
                                  <a:pt x="39" y="67"/>
                                </a:lnTo>
                                <a:lnTo>
                                  <a:pt x="42" y="67"/>
                                </a:lnTo>
                                <a:lnTo>
                                  <a:pt x="47" y="64"/>
                                </a:lnTo>
                                <a:lnTo>
                                  <a:pt x="53" y="61"/>
                                </a:lnTo>
                                <a:lnTo>
                                  <a:pt x="59" y="56"/>
                                </a:lnTo>
                                <a:lnTo>
                                  <a:pt x="59" y="14"/>
                                </a:lnTo>
                                <a:lnTo>
                                  <a:pt x="59" y="5"/>
                                </a:lnTo>
                                <a:lnTo>
                                  <a:pt x="56" y="2"/>
                                </a:lnTo>
                                <a:lnTo>
                                  <a:pt x="53" y="0"/>
                                </a:lnTo>
                                <a:lnTo>
                                  <a:pt x="47" y="0"/>
                                </a:lnTo>
                                <a:lnTo>
                                  <a:pt x="73"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89" name="Freeform 688"/>
                        <wps:cNvSpPr>
                          <a:spLocks/>
                        </wps:cNvSpPr>
                        <wps:spPr bwMode="auto">
                          <a:xfrm>
                            <a:off x="972" y="1393"/>
                            <a:ext cx="84" cy="115"/>
                          </a:xfrm>
                          <a:custGeom>
                            <a:avLst/>
                            <a:gdLst>
                              <a:gd name="T0" fmla="*/ 28 w 84"/>
                              <a:gd name="T1" fmla="*/ 0 h 115"/>
                              <a:gd name="T2" fmla="*/ 31 w 84"/>
                              <a:gd name="T3" fmla="*/ 17 h 115"/>
                              <a:gd name="T4" fmla="*/ 42 w 84"/>
                              <a:gd name="T5" fmla="*/ 3 h 115"/>
                              <a:gd name="T6" fmla="*/ 56 w 84"/>
                              <a:gd name="T7" fmla="*/ 0 h 115"/>
                              <a:gd name="T8" fmla="*/ 70 w 84"/>
                              <a:gd name="T9" fmla="*/ 3 h 115"/>
                              <a:gd name="T10" fmla="*/ 79 w 84"/>
                              <a:gd name="T11" fmla="*/ 17 h 115"/>
                              <a:gd name="T12" fmla="*/ 84 w 84"/>
                              <a:gd name="T13" fmla="*/ 37 h 115"/>
                              <a:gd name="T14" fmla="*/ 79 w 84"/>
                              <a:gd name="T15" fmla="*/ 59 h 115"/>
                              <a:gd name="T16" fmla="*/ 65 w 84"/>
                              <a:gd name="T17" fmla="*/ 76 h 115"/>
                              <a:gd name="T18" fmla="*/ 48 w 84"/>
                              <a:gd name="T19" fmla="*/ 79 h 115"/>
                              <a:gd name="T20" fmla="*/ 36 w 84"/>
                              <a:gd name="T21" fmla="*/ 79 h 115"/>
                              <a:gd name="T22" fmla="*/ 31 w 84"/>
                              <a:gd name="T23" fmla="*/ 73 h 115"/>
                              <a:gd name="T24" fmla="*/ 31 w 84"/>
                              <a:gd name="T25" fmla="*/ 104 h 115"/>
                              <a:gd name="T26" fmla="*/ 31 w 84"/>
                              <a:gd name="T27" fmla="*/ 110 h 115"/>
                              <a:gd name="T28" fmla="*/ 36 w 84"/>
                              <a:gd name="T29" fmla="*/ 113 h 115"/>
                              <a:gd name="T30" fmla="*/ 39 w 84"/>
                              <a:gd name="T31" fmla="*/ 115 h 115"/>
                              <a:gd name="T32" fmla="*/ 0 w 84"/>
                              <a:gd name="T33" fmla="*/ 115 h 115"/>
                              <a:gd name="T34" fmla="*/ 8 w 84"/>
                              <a:gd name="T35" fmla="*/ 113 h 115"/>
                              <a:gd name="T36" fmla="*/ 14 w 84"/>
                              <a:gd name="T37" fmla="*/ 110 h 115"/>
                              <a:gd name="T38" fmla="*/ 14 w 84"/>
                              <a:gd name="T39" fmla="*/ 104 h 115"/>
                              <a:gd name="T40" fmla="*/ 14 w 84"/>
                              <a:gd name="T41" fmla="*/ 23 h 115"/>
                              <a:gd name="T42" fmla="*/ 14 w 84"/>
                              <a:gd name="T43" fmla="*/ 14 h 115"/>
                              <a:gd name="T44" fmla="*/ 14 w 84"/>
                              <a:gd name="T45" fmla="*/ 11 h 115"/>
                              <a:gd name="T46" fmla="*/ 8 w 84"/>
                              <a:gd name="T47" fmla="*/ 9 h 115"/>
                              <a:gd name="T48" fmla="*/ 6 w 84"/>
                              <a:gd name="T49" fmla="*/ 11 h 115"/>
                              <a:gd name="T50" fmla="*/ 31 w 84"/>
                              <a:gd name="T51" fmla="*/ 23 h 115"/>
                              <a:gd name="T52" fmla="*/ 31 w 84"/>
                              <a:gd name="T53" fmla="*/ 59 h 115"/>
                              <a:gd name="T54" fmla="*/ 34 w 84"/>
                              <a:gd name="T55" fmla="*/ 68 h 115"/>
                              <a:gd name="T56" fmla="*/ 42 w 84"/>
                              <a:gd name="T57" fmla="*/ 73 h 115"/>
                              <a:gd name="T58" fmla="*/ 56 w 84"/>
                              <a:gd name="T59" fmla="*/ 73 h 115"/>
                              <a:gd name="T60" fmla="*/ 67 w 84"/>
                              <a:gd name="T61" fmla="*/ 62 h 115"/>
                              <a:gd name="T62" fmla="*/ 70 w 84"/>
                              <a:gd name="T63" fmla="*/ 45 h 115"/>
                              <a:gd name="T64" fmla="*/ 67 w 84"/>
                              <a:gd name="T65" fmla="*/ 25 h 115"/>
                              <a:gd name="T66" fmla="*/ 56 w 84"/>
                              <a:gd name="T67" fmla="*/ 14 h 115"/>
                              <a:gd name="T68" fmla="*/ 45 w 84"/>
                              <a:gd name="T69" fmla="*/ 11 h 115"/>
                              <a:gd name="T70" fmla="*/ 36 w 84"/>
                              <a:gd name="T71" fmla="*/ 17 h 115"/>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4" h="115">
                                <a:moveTo>
                                  <a:pt x="6" y="9"/>
                                </a:moveTo>
                                <a:lnTo>
                                  <a:pt x="28" y="0"/>
                                </a:lnTo>
                                <a:lnTo>
                                  <a:pt x="31" y="0"/>
                                </a:lnTo>
                                <a:lnTo>
                                  <a:pt x="31" y="17"/>
                                </a:lnTo>
                                <a:lnTo>
                                  <a:pt x="36" y="9"/>
                                </a:lnTo>
                                <a:lnTo>
                                  <a:pt x="42" y="3"/>
                                </a:lnTo>
                                <a:lnTo>
                                  <a:pt x="48" y="0"/>
                                </a:lnTo>
                                <a:lnTo>
                                  <a:pt x="56" y="0"/>
                                </a:lnTo>
                                <a:lnTo>
                                  <a:pt x="62" y="0"/>
                                </a:lnTo>
                                <a:lnTo>
                                  <a:pt x="70" y="3"/>
                                </a:lnTo>
                                <a:lnTo>
                                  <a:pt x="76" y="9"/>
                                </a:lnTo>
                                <a:lnTo>
                                  <a:pt x="79" y="17"/>
                                </a:lnTo>
                                <a:lnTo>
                                  <a:pt x="84" y="25"/>
                                </a:lnTo>
                                <a:lnTo>
                                  <a:pt x="84" y="37"/>
                                </a:lnTo>
                                <a:lnTo>
                                  <a:pt x="84" y="51"/>
                                </a:lnTo>
                                <a:lnTo>
                                  <a:pt x="79" y="59"/>
                                </a:lnTo>
                                <a:lnTo>
                                  <a:pt x="73" y="70"/>
                                </a:lnTo>
                                <a:lnTo>
                                  <a:pt x="65" y="76"/>
                                </a:lnTo>
                                <a:lnTo>
                                  <a:pt x="59" y="79"/>
                                </a:lnTo>
                                <a:lnTo>
                                  <a:pt x="48" y="79"/>
                                </a:lnTo>
                                <a:lnTo>
                                  <a:pt x="42" y="79"/>
                                </a:lnTo>
                                <a:lnTo>
                                  <a:pt x="36" y="79"/>
                                </a:lnTo>
                                <a:lnTo>
                                  <a:pt x="34" y="76"/>
                                </a:lnTo>
                                <a:lnTo>
                                  <a:pt x="31" y="73"/>
                                </a:lnTo>
                                <a:lnTo>
                                  <a:pt x="31" y="99"/>
                                </a:lnTo>
                                <a:lnTo>
                                  <a:pt x="31" y="104"/>
                                </a:lnTo>
                                <a:lnTo>
                                  <a:pt x="31" y="110"/>
                                </a:lnTo>
                                <a:lnTo>
                                  <a:pt x="34" y="113"/>
                                </a:lnTo>
                                <a:lnTo>
                                  <a:pt x="36" y="113"/>
                                </a:lnTo>
                                <a:lnTo>
                                  <a:pt x="39" y="115"/>
                                </a:lnTo>
                                <a:lnTo>
                                  <a:pt x="0" y="115"/>
                                </a:lnTo>
                                <a:lnTo>
                                  <a:pt x="3" y="115"/>
                                </a:lnTo>
                                <a:lnTo>
                                  <a:pt x="8" y="113"/>
                                </a:lnTo>
                                <a:lnTo>
                                  <a:pt x="11" y="113"/>
                                </a:lnTo>
                                <a:lnTo>
                                  <a:pt x="14" y="110"/>
                                </a:lnTo>
                                <a:lnTo>
                                  <a:pt x="14" y="104"/>
                                </a:lnTo>
                                <a:lnTo>
                                  <a:pt x="14" y="99"/>
                                </a:lnTo>
                                <a:lnTo>
                                  <a:pt x="14" y="23"/>
                                </a:lnTo>
                                <a:lnTo>
                                  <a:pt x="14" y="17"/>
                                </a:lnTo>
                                <a:lnTo>
                                  <a:pt x="14" y="14"/>
                                </a:lnTo>
                                <a:lnTo>
                                  <a:pt x="14" y="11"/>
                                </a:lnTo>
                                <a:lnTo>
                                  <a:pt x="11" y="9"/>
                                </a:lnTo>
                                <a:lnTo>
                                  <a:pt x="8" y="9"/>
                                </a:lnTo>
                                <a:lnTo>
                                  <a:pt x="6" y="11"/>
                                </a:lnTo>
                                <a:lnTo>
                                  <a:pt x="6" y="9"/>
                                </a:lnTo>
                                <a:close/>
                                <a:moveTo>
                                  <a:pt x="31" y="23"/>
                                </a:moveTo>
                                <a:lnTo>
                                  <a:pt x="31" y="51"/>
                                </a:lnTo>
                                <a:lnTo>
                                  <a:pt x="31" y="59"/>
                                </a:lnTo>
                                <a:lnTo>
                                  <a:pt x="31" y="62"/>
                                </a:lnTo>
                                <a:lnTo>
                                  <a:pt x="34" y="68"/>
                                </a:lnTo>
                                <a:lnTo>
                                  <a:pt x="36" y="70"/>
                                </a:lnTo>
                                <a:lnTo>
                                  <a:pt x="42" y="73"/>
                                </a:lnTo>
                                <a:lnTo>
                                  <a:pt x="48" y="76"/>
                                </a:lnTo>
                                <a:lnTo>
                                  <a:pt x="56" y="73"/>
                                </a:lnTo>
                                <a:lnTo>
                                  <a:pt x="62" y="68"/>
                                </a:lnTo>
                                <a:lnTo>
                                  <a:pt x="67" y="62"/>
                                </a:lnTo>
                                <a:lnTo>
                                  <a:pt x="70" y="54"/>
                                </a:lnTo>
                                <a:lnTo>
                                  <a:pt x="70" y="45"/>
                                </a:lnTo>
                                <a:lnTo>
                                  <a:pt x="70" y="34"/>
                                </a:lnTo>
                                <a:lnTo>
                                  <a:pt x="67" y="25"/>
                                </a:lnTo>
                                <a:lnTo>
                                  <a:pt x="62" y="17"/>
                                </a:lnTo>
                                <a:lnTo>
                                  <a:pt x="56" y="14"/>
                                </a:lnTo>
                                <a:lnTo>
                                  <a:pt x="48" y="11"/>
                                </a:lnTo>
                                <a:lnTo>
                                  <a:pt x="45" y="11"/>
                                </a:lnTo>
                                <a:lnTo>
                                  <a:pt x="39" y="14"/>
                                </a:lnTo>
                                <a:lnTo>
                                  <a:pt x="36" y="17"/>
                                </a:lnTo>
                                <a:lnTo>
                                  <a:pt x="31" y="2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0" name="Freeform 689"/>
                        <wps:cNvSpPr>
                          <a:spLocks/>
                        </wps:cNvSpPr>
                        <wps:spPr bwMode="auto">
                          <a:xfrm>
                            <a:off x="1067" y="1478"/>
                            <a:ext cx="45" cy="61"/>
                          </a:xfrm>
                          <a:custGeom>
                            <a:avLst/>
                            <a:gdLst>
                              <a:gd name="T0" fmla="*/ 40 w 45"/>
                              <a:gd name="T1" fmla="*/ 19 h 61"/>
                              <a:gd name="T2" fmla="*/ 34 w 45"/>
                              <a:gd name="T3" fmla="*/ 11 h 61"/>
                              <a:gd name="T4" fmla="*/ 26 w 45"/>
                              <a:gd name="T5" fmla="*/ 5 h 61"/>
                              <a:gd name="T6" fmla="*/ 17 w 45"/>
                              <a:gd name="T7" fmla="*/ 2 h 61"/>
                              <a:gd name="T8" fmla="*/ 14 w 45"/>
                              <a:gd name="T9" fmla="*/ 8 h 61"/>
                              <a:gd name="T10" fmla="*/ 14 w 45"/>
                              <a:gd name="T11" fmla="*/ 11 h 61"/>
                              <a:gd name="T12" fmla="*/ 17 w 45"/>
                              <a:gd name="T13" fmla="*/ 14 h 61"/>
                              <a:gd name="T14" fmla="*/ 29 w 45"/>
                              <a:gd name="T15" fmla="*/ 22 h 61"/>
                              <a:gd name="T16" fmla="*/ 43 w 45"/>
                              <a:gd name="T17" fmla="*/ 33 h 61"/>
                              <a:gd name="T18" fmla="*/ 45 w 45"/>
                              <a:gd name="T19" fmla="*/ 42 h 61"/>
                              <a:gd name="T20" fmla="*/ 43 w 45"/>
                              <a:gd name="T21" fmla="*/ 53 h 61"/>
                              <a:gd name="T22" fmla="*/ 34 w 45"/>
                              <a:gd name="T23" fmla="*/ 61 h 61"/>
                              <a:gd name="T24" fmla="*/ 23 w 45"/>
                              <a:gd name="T25" fmla="*/ 61 h 61"/>
                              <a:gd name="T26" fmla="*/ 9 w 45"/>
                              <a:gd name="T27" fmla="*/ 61 h 61"/>
                              <a:gd name="T28" fmla="*/ 6 w 45"/>
                              <a:gd name="T29" fmla="*/ 59 h 61"/>
                              <a:gd name="T30" fmla="*/ 3 w 45"/>
                              <a:gd name="T31" fmla="*/ 61 h 61"/>
                              <a:gd name="T32" fmla="*/ 0 w 45"/>
                              <a:gd name="T33" fmla="*/ 42 h 61"/>
                              <a:gd name="T34" fmla="*/ 6 w 45"/>
                              <a:gd name="T35" fmla="*/ 50 h 61"/>
                              <a:gd name="T36" fmla="*/ 17 w 45"/>
                              <a:gd name="T37" fmla="*/ 59 h 61"/>
                              <a:gd name="T38" fmla="*/ 26 w 45"/>
                              <a:gd name="T39" fmla="*/ 59 h 61"/>
                              <a:gd name="T40" fmla="*/ 31 w 45"/>
                              <a:gd name="T41" fmla="*/ 56 h 61"/>
                              <a:gd name="T42" fmla="*/ 31 w 45"/>
                              <a:gd name="T43" fmla="*/ 50 h 61"/>
                              <a:gd name="T44" fmla="*/ 26 w 45"/>
                              <a:gd name="T45" fmla="*/ 45 h 61"/>
                              <a:gd name="T46" fmla="*/ 12 w 45"/>
                              <a:gd name="T47" fmla="*/ 33 h 61"/>
                              <a:gd name="T48" fmla="*/ 0 w 45"/>
                              <a:gd name="T49" fmla="*/ 25 h 61"/>
                              <a:gd name="T50" fmla="*/ 0 w 45"/>
                              <a:gd name="T51" fmla="*/ 11 h 61"/>
                              <a:gd name="T52" fmla="*/ 12 w 45"/>
                              <a:gd name="T53" fmla="*/ 0 h 61"/>
                              <a:gd name="T54" fmla="*/ 26 w 45"/>
                              <a:gd name="T55" fmla="*/ 0 h 61"/>
                              <a:gd name="T56" fmla="*/ 31 w 45"/>
                              <a:gd name="T57" fmla="*/ 2 h 61"/>
                              <a:gd name="T58" fmla="*/ 34 w 45"/>
                              <a:gd name="T59" fmla="*/ 2 h 61"/>
                              <a:gd name="T60" fmla="*/ 37 w 45"/>
                              <a:gd name="T61" fmla="*/ 0 h 61"/>
                              <a:gd name="T62" fmla="*/ 40 w 45"/>
                              <a:gd name="T63" fmla="*/ 0 h 61"/>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45" h="61">
                                <a:moveTo>
                                  <a:pt x="40" y="0"/>
                                </a:moveTo>
                                <a:lnTo>
                                  <a:pt x="40" y="19"/>
                                </a:lnTo>
                                <a:lnTo>
                                  <a:pt x="37" y="19"/>
                                </a:lnTo>
                                <a:lnTo>
                                  <a:pt x="34" y="11"/>
                                </a:lnTo>
                                <a:lnTo>
                                  <a:pt x="29" y="8"/>
                                </a:lnTo>
                                <a:lnTo>
                                  <a:pt x="26" y="5"/>
                                </a:lnTo>
                                <a:lnTo>
                                  <a:pt x="20" y="2"/>
                                </a:lnTo>
                                <a:lnTo>
                                  <a:pt x="17" y="2"/>
                                </a:lnTo>
                                <a:lnTo>
                                  <a:pt x="14" y="5"/>
                                </a:lnTo>
                                <a:lnTo>
                                  <a:pt x="14" y="8"/>
                                </a:lnTo>
                                <a:lnTo>
                                  <a:pt x="14" y="11"/>
                                </a:lnTo>
                                <a:lnTo>
                                  <a:pt x="14" y="14"/>
                                </a:lnTo>
                                <a:lnTo>
                                  <a:pt x="17" y="14"/>
                                </a:lnTo>
                                <a:lnTo>
                                  <a:pt x="20" y="16"/>
                                </a:lnTo>
                                <a:lnTo>
                                  <a:pt x="29" y="22"/>
                                </a:lnTo>
                                <a:lnTo>
                                  <a:pt x="37" y="28"/>
                                </a:lnTo>
                                <a:lnTo>
                                  <a:pt x="43" y="33"/>
                                </a:lnTo>
                                <a:lnTo>
                                  <a:pt x="43" y="36"/>
                                </a:lnTo>
                                <a:lnTo>
                                  <a:pt x="45" y="42"/>
                                </a:lnTo>
                                <a:lnTo>
                                  <a:pt x="45" y="47"/>
                                </a:lnTo>
                                <a:lnTo>
                                  <a:pt x="43" y="53"/>
                                </a:lnTo>
                                <a:lnTo>
                                  <a:pt x="40" y="56"/>
                                </a:lnTo>
                                <a:lnTo>
                                  <a:pt x="34" y="61"/>
                                </a:lnTo>
                                <a:lnTo>
                                  <a:pt x="29" y="61"/>
                                </a:lnTo>
                                <a:lnTo>
                                  <a:pt x="23" y="61"/>
                                </a:lnTo>
                                <a:lnTo>
                                  <a:pt x="17" y="61"/>
                                </a:lnTo>
                                <a:lnTo>
                                  <a:pt x="9" y="61"/>
                                </a:lnTo>
                                <a:lnTo>
                                  <a:pt x="6" y="59"/>
                                </a:lnTo>
                                <a:lnTo>
                                  <a:pt x="6" y="61"/>
                                </a:lnTo>
                                <a:lnTo>
                                  <a:pt x="3" y="61"/>
                                </a:lnTo>
                                <a:lnTo>
                                  <a:pt x="0" y="61"/>
                                </a:lnTo>
                                <a:lnTo>
                                  <a:pt x="0" y="42"/>
                                </a:lnTo>
                                <a:lnTo>
                                  <a:pt x="3" y="42"/>
                                </a:lnTo>
                                <a:lnTo>
                                  <a:pt x="6" y="50"/>
                                </a:lnTo>
                                <a:lnTo>
                                  <a:pt x="12" y="53"/>
                                </a:lnTo>
                                <a:lnTo>
                                  <a:pt x="17" y="59"/>
                                </a:lnTo>
                                <a:lnTo>
                                  <a:pt x="23" y="59"/>
                                </a:lnTo>
                                <a:lnTo>
                                  <a:pt x="26" y="59"/>
                                </a:lnTo>
                                <a:lnTo>
                                  <a:pt x="29" y="56"/>
                                </a:lnTo>
                                <a:lnTo>
                                  <a:pt x="31" y="56"/>
                                </a:lnTo>
                                <a:lnTo>
                                  <a:pt x="31" y="53"/>
                                </a:lnTo>
                                <a:lnTo>
                                  <a:pt x="31" y="50"/>
                                </a:lnTo>
                                <a:lnTo>
                                  <a:pt x="29" y="47"/>
                                </a:lnTo>
                                <a:lnTo>
                                  <a:pt x="26" y="45"/>
                                </a:lnTo>
                                <a:lnTo>
                                  <a:pt x="20" y="39"/>
                                </a:lnTo>
                                <a:lnTo>
                                  <a:pt x="12" y="33"/>
                                </a:lnTo>
                                <a:lnTo>
                                  <a:pt x="6" y="30"/>
                                </a:lnTo>
                                <a:lnTo>
                                  <a:pt x="0" y="25"/>
                                </a:lnTo>
                                <a:lnTo>
                                  <a:pt x="0" y="16"/>
                                </a:lnTo>
                                <a:lnTo>
                                  <a:pt x="0" y="11"/>
                                </a:lnTo>
                                <a:lnTo>
                                  <a:pt x="6" y="5"/>
                                </a:lnTo>
                                <a:lnTo>
                                  <a:pt x="12" y="0"/>
                                </a:lnTo>
                                <a:lnTo>
                                  <a:pt x="20" y="0"/>
                                </a:lnTo>
                                <a:lnTo>
                                  <a:pt x="26" y="0"/>
                                </a:lnTo>
                                <a:lnTo>
                                  <a:pt x="31" y="2"/>
                                </a:lnTo>
                                <a:lnTo>
                                  <a:pt x="34" y="2"/>
                                </a:lnTo>
                                <a:lnTo>
                                  <a:pt x="37" y="0"/>
                                </a:lnTo>
                                <a:lnTo>
                                  <a:pt x="4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91" name="Line 690"/>
                        <wps:cNvCnPr>
                          <a:cxnSpLocks/>
                        </wps:cNvCnPr>
                        <wps:spPr bwMode="auto">
                          <a:xfrm flipV="1">
                            <a:off x="1806" y="504"/>
                            <a:ext cx="1" cy="8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2" name="Line 691"/>
                        <wps:cNvCnPr>
                          <a:cxnSpLocks/>
                        </wps:cNvCnPr>
                        <wps:spPr bwMode="auto">
                          <a:xfrm>
                            <a:off x="1806" y="678"/>
                            <a:ext cx="1" cy="1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3" name="Line 692"/>
                        <wps:cNvCnPr>
                          <a:cxnSpLocks/>
                        </wps:cNvCnPr>
                        <wps:spPr bwMode="auto">
                          <a:xfrm>
                            <a:off x="1806" y="780"/>
                            <a:ext cx="1" cy="19"/>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4" name="Line 693"/>
                        <wps:cNvCnPr>
                          <a:cxnSpLocks/>
                        </wps:cNvCnPr>
                        <wps:spPr bwMode="auto">
                          <a:xfrm>
                            <a:off x="1806" y="881"/>
                            <a:ext cx="1" cy="2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5" name="Line 694"/>
                        <wps:cNvCnPr>
                          <a:cxnSpLocks/>
                        </wps:cNvCnPr>
                        <wps:spPr bwMode="auto">
                          <a:xfrm>
                            <a:off x="1806" y="985"/>
                            <a:ext cx="1" cy="11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6" name="Line 695"/>
                        <wps:cNvCnPr>
                          <a:cxnSpLocks/>
                        </wps:cNvCnPr>
                        <wps:spPr bwMode="auto">
                          <a:xfrm>
                            <a:off x="1980" y="509"/>
                            <a:ext cx="1" cy="206"/>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7" name="Line 696"/>
                        <wps:cNvCnPr>
                          <a:cxnSpLocks/>
                        </wps:cNvCnPr>
                        <wps:spPr bwMode="auto">
                          <a:xfrm>
                            <a:off x="1980" y="794"/>
                            <a:ext cx="1" cy="301"/>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98" name="Freeform 697"/>
                        <wps:cNvSpPr>
                          <a:spLocks/>
                        </wps:cNvSpPr>
                        <wps:spPr bwMode="auto">
                          <a:xfrm>
                            <a:off x="1806" y="1652"/>
                            <a:ext cx="177" cy="577"/>
                          </a:xfrm>
                          <a:custGeom>
                            <a:avLst/>
                            <a:gdLst>
                              <a:gd name="T0" fmla="*/ 174 w 177"/>
                              <a:gd name="T1" fmla="*/ 577 h 577"/>
                              <a:gd name="T2" fmla="*/ 177 w 177"/>
                              <a:gd name="T3" fmla="*/ 0 h 577"/>
                              <a:gd name="T4" fmla="*/ 0 w 177"/>
                              <a:gd name="T5" fmla="*/ 0 h 577"/>
                              <a:gd name="T6" fmla="*/ 0 w 177"/>
                              <a:gd name="T7" fmla="*/ 577 h 577"/>
                              <a:gd name="T8" fmla="*/ 174 w 177"/>
                              <a:gd name="T9" fmla="*/ 577 h 57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77" h="577">
                                <a:moveTo>
                                  <a:pt x="174" y="577"/>
                                </a:moveTo>
                                <a:lnTo>
                                  <a:pt x="177" y="0"/>
                                </a:lnTo>
                                <a:lnTo>
                                  <a:pt x="0" y="0"/>
                                </a:lnTo>
                                <a:lnTo>
                                  <a:pt x="0" y="577"/>
                                </a:lnTo>
                                <a:lnTo>
                                  <a:pt x="174" y="577"/>
                                </a:lnTo>
                                <a:close/>
                              </a:path>
                            </a:pathLst>
                          </a:custGeom>
                          <a:solidFill>
                            <a:srgbClr val="E0E0E0"/>
                          </a:solidFill>
                          <a:ln w="0">
                            <a:solidFill>
                              <a:srgbClr val="E0E0E0"/>
                            </a:solidFill>
                            <a:round/>
                            <a:headEnd/>
                            <a:tailEnd/>
                          </a:ln>
                        </wps:spPr>
                        <wps:bodyPr rot="0" vert="horz" wrap="square" lIns="91440" tIns="45720" rIns="91440" bIns="45720" anchor="t" anchorCtr="0" upright="1">
                          <a:noAutofit/>
                        </wps:bodyPr>
                      </wps:wsp>
                      <wps:wsp>
                        <wps:cNvPr id="99" name="Rectangle 698"/>
                        <wps:cNvSpPr>
                          <a:spLocks/>
                        </wps:cNvSpPr>
                        <wps:spPr bwMode="auto">
                          <a:xfrm>
                            <a:off x="1941" y="1891"/>
                            <a:ext cx="87" cy="54"/>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699"/>
                        <wps:cNvSpPr>
                          <a:spLocks/>
                        </wps:cNvSpPr>
                        <wps:spPr bwMode="auto">
                          <a:xfrm>
                            <a:off x="1919" y="1866"/>
                            <a:ext cx="129" cy="87"/>
                          </a:xfrm>
                          <a:custGeom>
                            <a:avLst/>
                            <a:gdLst>
                              <a:gd name="T0" fmla="*/ 0 w 129"/>
                              <a:gd name="T1" fmla="*/ 87 h 87"/>
                              <a:gd name="T2" fmla="*/ 0 w 129"/>
                              <a:gd name="T3" fmla="*/ 3 h 87"/>
                              <a:gd name="T4" fmla="*/ 129 w 129"/>
                              <a:gd name="T5" fmla="*/ 0 h 87"/>
                              <a:gd name="T6" fmla="*/ 129 w 129"/>
                              <a:gd name="T7" fmla="*/ 87 h 8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29" h="87">
                                <a:moveTo>
                                  <a:pt x="0" y="87"/>
                                </a:moveTo>
                                <a:lnTo>
                                  <a:pt x="0" y="3"/>
                                </a:lnTo>
                                <a:lnTo>
                                  <a:pt x="129" y="0"/>
                                </a:lnTo>
                                <a:lnTo>
                                  <a:pt x="129" y="87"/>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Line 700"/>
                        <wps:cNvCnPr>
                          <a:cxnSpLocks/>
                        </wps:cNvCnPr>
                        <wps:spPr bwMode="auto">
                          <a:xfrm>
                            <a:off x="1806" y="1655"/>
                            <a:ext cx="1" cy="9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2" name="Line 701"/>
                        <wps:cNvCnPr>
                          <a:cxnSpLocks/>
                        </wps:cNvCnPr>
                        <wps:spPr bwMode="auto">
                          <a:xfrm>
                            <a:off x="1806" y="1829"/>
                            <a:ext cx="1" cy="2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3" name="Line 702"/>
                        <wps:cNvCnPr>
                          <a:cxnSpLocks/>
                        </wps:cNvCnPr>
                        <wps:spPr bwMode="auto">
                          <a:xfrm>
                            <a:off x="1806" y="1928"/>
                            <a:ext cx="1" cy="19"/>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4" name="Line 703"/>
                        <wps:cNvCnPr>
                          <a:cxnSpLocks/>
                        </wps:cNvCnPr>
                        <wps:spPr bwMode="auto">
                          <a:xfrm>
                            <a:off x="1806" y="2035"/>
                            <a:ext cx="1" cy="17"/>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5" name="Line 704"/>
                        <wps:cNvCnPr>
                          <a:cxnSpLocks/>
                        </wps:cNvCnPr>
                        <wps:spPr bwMode="auto">
                          <a:xfrm>
                            <a:off x="1806" y="2136"/>
                            <a:ext cx="1" cy="10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6" name="Line 705"/>
                        <wps:cNvCnPr>
                          <a:cxnSpLocks/>
                        </wps:cNvCnPr>
                        <wps:spPr bwMode="auto">
                          <a:xfrm>
                            <a:off x="1983" y="1655"/>
                            <a:ext cx="1" cy="214"/>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7" name="Line 706"/>
                        <wps:cNvCnPr>
                          <a:cxnSpLocks/>
                        </wps:cNvCnPr>
                        <wps:spPr bwMode="auto">
                          <a:xfrm>
                            <a:off x="1983" y="1945"/>
                            <a:ext cx="1" cy="295"/>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wps:wsp>
                        <wps:cNvPr id="108" name="Freeform 707"/>
                        <wps:cNvSpPr>
                          <a:spLocks/>
                        </wps:cNvSpPr>
                        <wps:spPr bwMode="auto">
                          <a:xfrm>
                            <a:off x="2483" y="1849"/>
                            <a:ext cx="275" cy="127"/>
                          </a:xfrm>
                          <a:custGeom>
                            <a:avLst/>
                            <a:gdLst>
                              <a:gd name="T0" fmla="*/ 0 w 275"/>
                              <a:gd name="T1" fmla="*/ 127 h 127"/>
                              <a:gd name="T2" fmla="*/ 90 w 275"/>
                              <a:gd name="T3" fmla="*/ 127 h 127"/>
                              <a:gd name="T4" fmla="*/ 90 w 275"/>
                              <a:gd name="T5" fmla="*/ 118 h 127"/>
                              <a:gd name="T6" fmla="*/ 93 w 275"/>
                              <a:gd name="T7" fmla="*/ 98 h 127"/>
                              <a:gd name="T8" fmla="*/ 96 w 275"/>
                              <a:gd name="T9" fmla="*/ 76 h 127"/>
                              <a:gd name="T10" fmla="*/ 99 w 275"/>
                              <a:gd name="T11" fmla="*/ 59 h 127"/>
                              <a:gd name="T12" fmla="*/ 104 w 275"/>
                              <a:gd name="T13" fmla="*/ 42 h 127"/>
                              <a:gd name="T14" fmla="*/ 115 w 275"/>
                              <a:gd name="T15" fmla="*/ 23 h 127"/>
                              <a:gd name="T16" fmla="*/ 127 w 275"/>
                              <a:gd name="T17" fmla="*/ 8 h 127"/>
                              <a:gd name="T18" fmla="*/ 149 w 275"/>
                              <a:gd name="T19" fmla="*/ 0 h 127"/>
                              <a:gd name="T20" fmla="*/ 149 w 275"/>
                              <a:gd name="T21" fmla="*/ 3 h 127"/>
                              <a:gd name="T22" fmla="*/ 152 w 275"/>
                              <a:gd name="T23" fmla="*/ 3 h 127"/>
                              <a:gd name="T24" fmla="*/ 158 w 275"/>
                              <a:gd name="T25" fmla="*/ 6 h 127"/>
                              <a:gd name="T26" fmla="*/ 163 w 275"/>
                              <a:gd name="T27" fmla="*/ 11 h 127"/>
                              <a:gd name="T28" fmla="*/ 172 w 275"/>
                              <a:gd name="T29" fmla="*/ 17 h 127"/>
                              <a:gd name="T30" fmla="*/ 177 w 275"/>
                              <a:gd name="T31" fmla="*/ 25 h 127"/>
                              <a:gd name="T32" fmla="*/ 183 w 275"/>
                              <a:gd name="T33" fmla="*/ 34 h 127"/>
                              <a:gd name="T34" fmla="*/ 188 w 275"/>
                              <a:gd name="T35" fmla="*/ 53 h 127"/>
                              <a:gd name="T36" fmla="*/ 191 w 275"/>
                              <a:gd name="T37" fmla="*/ 79 h 127"/>
                              <a:gd name="T38" fmla="*/ 197 w 275"/>
                              <a:gd name="T39" fmla="*/ 101 h 127"/>
                              <a:gd name="T40" fmla="*/ 197 w 275"/>
                              <a:gd name="T41" fmla="*/ 118 h 127"/>
                              <a:gd name="T42" fmla="*/ 197 w 275"/>
                              <a:gd name="T43" fmla="*/ 124 h 127"/>
                              <a:gd name="T44" fmla="*/ 275 w 275"/>
                              <a:gd name="T45" fmla="*/ 124 h 127"/>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275" h="127">
                                <a:moveTo>
                                  <a:pt x="0" y="127"/>
                                </a:moveTo>
                                <a:lnTo>
                                  <a:pt x="90" y="127"/>
                                </a:lnTo>
                                <a:lnTo>
                                  <a:pt x="90" y="118"/>
                                </a:lnTo>
                                <a:lnTo>
                                  <a:pt x="93" y="98"/>
                                </a:lnTo>
                                <a:lnTo>
                                  <a:pt x="96" y="76"/>
                                </a:lnTo>
                                <a:lnTo>
                                  <a:pt x="99" y="59"/>
                                </a:lnTo>
                                <a:lnTo>
                                  <a:pt x="104" y="42"/>
                                </a:lnTo>
                                <a:lnTo>
                                  <a:pt x="115" y="23"/>
                                </a:lnTo>
                                <a:lnTo>
                                  <a:pt x="127" y="8"/>
                                </a:lnTo>
                                <a:lnTo>
                                  <a:pt x="149" y="0"/>
                                </a:lnTo>
                                <a:lnTo>
                                  <a:pt x="149" y="3"/>
                                </a:lnTo>
                                <a:lnTo>
                                  <a:pt x="152" y="3"/>
                                </a:lnTo>
                                <a:lnTo>
                                  <a:pt x="158" y="6"/>
                                </a:lnTo>
                                <a:lnTo>
                                  <a:pt x="163" y="11"/>
                                </a:lnTo>
                                <a:lnTo>
                                  <a:pt x="172" y="17"/>
                                </a:lnTo>
                                <a:lnTo>
                                  <a:pt x="177" y="25"/>
                                </a:lnTo>
                                <a:lnTo>
                                  <a:pt x="183" y="34"/>
                                </a:lnTo>
                                <a:lnTo>
                                  <a:pt x="188" y="53"/>
                                </a:lnTo>
                                <a:lnTo>
                                  <a:pt x="191" y="79"/>
                                </a:lnTo>
                                <a:lnTo>
                                  <a:pt x="197" y="101"/>
                                </a:lnTo>
                                <a:lnTo>
                                  <a:pt x="197" y="118"/>
                                </a:lnTo>
                                <a:lnTo>
                                  <a:pt x="197" y="124"/>
                                </a:lnTo>
                                <a:lnTo>
                                  <a:pt x="275" y="12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708"/>
                        <wps:cNvSpPr>
                          <a:spLocks/>
                        </wps:cNvSpPr>
                        <wps:spPr bwMode="auto">
                          <a:xfrm>
                            <a:off x="2683" y="1849"/>
                            <a:ext cx="275" cy="124"/>
                          </a:xfrm>
                          <a:custGeom>
                            <a:avLst/>
                            <a:gdLst>
                              <a:gd name="T0" fmla="*/ 0 w 275"/>
                              <a:gd name="T1" fmla="*/ 124 h 124"/>
                              <a:gd name="T2" fmla="*/ 90 w 275"/>
                              <a:gd name="T3" fmla="*/ 124 h 124"/>
                              <a:gd name="T4" fmla="*/ 90 w 275"/>
                              <a:gd name="T5" fmla="*/ 115 h 124"/>
                              <a:gd name="T6" fmla="*/ 92 w 275"/>
                              <a:gd name="T7" fmla="*/ 98 h 124"/>
                              <a:gd name="T8" fmla="*/ 95 w 275"/>
                              <a:gd name="T9" fmla="*/ 76 h 124"/>
                              <a:gd name="T10" fmla="*/ 98 w 275"/>
                              <a:gd name="T11" fmla="*/ 56 h 124"/>
                              <a:gd name="T12" fmla="*/ 104 w 275"/>
                              <a:gd name="T13" fmla="*/ 39 h 124"/>
                              <a:gd name="T14" fmla="*/ 112 w 275"/>
                              <a:gd name="T15" fmla="*/ 20 h 124"/>
                              <a:gd name="T16" fmla="*/ 126 w 275"/>
                              <a:gd name="T17" fmla="*/ 6 h 124"/>
                              <a:gd name="T18" fmla="*/ 146 w 275"/>
                              <a:gd name="T19" fmla="*/ 0 h 124"/>
                              <a:gd name="T20" fmla="*/ 149 w 275"/>
                              <a:gd name="T21" fmla="*/ 0 h 124"/>
                              <a:gd name="T22" fmla="*/ 151 w 275"/>
                              <a:gd name="T23" fmla="*/ 0 h 124"/>
                              <a:gd name="T24" fmla="*/ 157 w 275"/>
                              <a:gd name="T25" fmla="*/ 3 h 124"/>
                              <a:gd name="T26" fmla="*/ 163 w 275"/>
                              <a:gd name="T27" fmla="*/ 8 h 124"/>
                              <a:gd name="T28" fmla="*/ 168 w 275"/>
                              <a:gd name="T29" fmla="*/ 14 h 124"/>
                              <a:gd name="T30" fmla="*/ 177 w 275"/>
                              <a:gd name="T31" fmla="*/ 23 h 124"/>
                              <a:gd name="T32" fmla="*/ 182 w 275"/>
                              <a:gd name="T33" fmla="*/ 34 h 124"/>
                              <a:gd name="T34" fmla="*/ 188 w 275"/>
                              <a:gd name="T35" fmla="*/ 53 h 124"/>
                              <a:gd name="T36" fmla="*/ 191 w 275"/>
                              <a:gd name="T37" fmla="*/ 76 h 124"/>
                              <a:gd name="T38" fmla="*/ 193 w 275"/>
                              <a:gd name="T39" fmla="*/ 98 h 124"/>
                              <a:gd name="T40" fmla="*/ 196 w 275"/>
                              <a:gd name="T41" fmla="*/ 115 h 124"/>
                              <a:gd name="T42" fmla="*/ 196 w 275"/>
                              <a:gd name="T43" fmla="*/ 121 h 124"/>
                              <a:gd name="T44" fmla="*/ 275 w 275"/>
                              <a:gd name="T45" fmla="*/ 121 h 124"/>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275" h="124">
                                <a:moveTo>
                                  <a:pt x="0" y="124"/>
                                </a:moveTo>
                                <a:lnTo>
                                  <a:pt x="90" y="124"/>
                                </a:lnTo>
                                <a:lnTo>
                                  <a:pt x="90" y="115"/>
                                </a:lnTo>
                                <a:lnTo>
                                  <a:pt x="92" y="98"/>
                                </a:lnTo>
                                <a:lnTo>
                                  <a:pt x="95" y="76"/>
                                </a:lnTo>
                                <a:lnTo>
                                  <a:pt x="98" y="56"/>
                                </a:lnTo>
                                <a:lnTo>
                                  <a:pt x="104" y="39"/>
                                </a:lnTo>
                                <a:lnTo>
                                  <a:pt x="112" y="20"/>
                                </a:lnTo>
                                <a:lnTo>
                                  <a:pt x="126" y="6"/>
                                </a:lnTo>
                                <a:lnTo>
                                  <a:pt x="146" y="0"/>
                                </a:lnTo>
                                <a:lnTo>
                                  <a:pt x="149" y="0"/>
                                </a:lnTo>
                                <a:lnTo>
                                  <a:pt x="151" y="0"/>
                                </a:lnTo>
                                <a:lnTo>
                                  <a:pt x="157" y="3"/>
                                </a:lnTo>
                                <a:lnTo>
                                  <a:pt x="163" y="8"/>
                                </a:lnTo>
                                <a:lnTo>
                                  <a:pt x="168" y="14"/>
                                </a:lnTo>
                                <a:lnTo>
                                  <a:pt x="177" y="23"/>
                                </a:lnTo>
                                <a:lnTo>
                                  <a:pt x="182" y="34"/>
                                </a:lnTo>
                                <a:lnTo>
                                  <a:pt x="188" y="53"/>
                                </a:lnTo>
                                <a:lnTo>
                                  <a:pt x="191" y="76"/>
                                </a:lnTo>
                                <a:lnTo>
                                  <a:pt x="193" y="98"/>
                                </a:lnTo>
                                <a:lnTo>
                                  <a:pt x="196" y="115"/>
                                </a:lnTo>
                                <a:lnTo>
                                  <a:pt x="196" y="121"/>
                                </a:lnTo>
                                <a:lnTo>
                                  <a:pt x="275" y="121"/>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709"/>
                        <wps:cNvSpPr>
                          <a:spLocks/>
                        </wps:cNvSpPr>
                        <wps:spPr bwMode="auto">
                          <a:xfrm>
                            <a:off x="1778" y="1359"/>
                            <a:ext cx="51" cy="79"/>
                          </a:xfrm>
                          <a:custGeom>
                            <a:avLst/>
                            <a:gdLst>
                              <a:gd name="T0" fmla="*/ 9 w 51"/>
                              <a:gd name="T1" fmla="*/ 31 h 79"/>
                              <a:gd name="T2" fmla="*/ 3 w 51"/>
                              <a:gd name="T3" fmla="*/ 23 h 79"/>
                              <a:gd name="T4" fmla="*/ 3 w 51"/>
                              <a:gd name="T5" fmla="*/ 12 h 79"/>
                              <a:gd name="T6" fmla="*/ 14 w 51"/>
                              <a:gd name="T7" fmla="*/ 0 h 79"/>
                              <a:gd name="T8" fmla="*/ 31 w 51"/>
                              <a:gd name="T9" fmla="*/ 0 h 79"/>
                              <a:gd name="T10" fmla="*/ 48 w 51"/>
                              <a:gd name="T11" fmla="*/ 3 h 79"/>
                              <a:gd name="T12" fmla="*/ 51 w 51"/>
                              <a:gd name="T13" fmla="*/ 3 h 79"/>
                              <a:gd name="T14" fmla="*/ 51 w 51"/>
                              <a:gd name="T15" fmla="*/ 3 h 79"/>
                              <a:gd name="T16" fmla="*/ 51 w 51"/>
                              <a:gd name="T17" fmla="*/ 6 h 79"/>
                              <a:gd name="T18" fmla="*/ 51 w 51"/>
                              <a:gd name="T19" fmla="*/ 6 h 79"/>
                              <a:gd name="T20" fmla="*/ 51 w 51"/>
                              <a:gd name="T21" fmla="*/ 6 h 79"/>
                              <a:gd name="T22" fmla="*/ 48 w 51"/>
                              <a:gd name="T23" fmla="*/ 6 h 79"/>
                              <a:gd name="T24" fmla="*/ 42 w 51"/>
                              <a:gd name="T25" fmla="*/ 12 h 79"/>
                              <a:gd name="T26" fmla="*/ 42 w 51"/>
                              <a:gd name="T27" fmla="*/ 26 h 79"/>
                              <a:gd name="T28" fmla="*/ 31 w 51"/>
                              <a:gd name="T29" fmla="*/ 34 h 79"/>
                              <a:gd name="T30" fmla="*/ 20 w 51"/>
                              <a:gd name="T31" fmla="*/ 37 h 79"/>
                              <a:gd name="T32" fmla="*/ 11 w 51"/>
                              <a:gd name="T33" fmla="*/ 37 h 79"/>
                              <a:gd name="T34" fmla="*/ 11 w 51"/>
                              <a:gd name="T35" fmla="*/ 40 h 79"/>
                              <a:gd name="T36" fmla="*/ 11 w 51"/>
                              <a:gd name="T37" fmla="*/ 43 h 79"/>
                              <a:gd name="T38" fmla="*/ 11 w 51"/>
                              <a:gd name="T39" fmla="*/ 45 h 79"/>
                              <a:gd name="T40" fmla="*/ 17 w 51"/>
                              <a:gd name="T41" fmla="*/ 45 h 79"/>
                              <a:gd name="T42" fmla="*/ 34 w 51"/>
                              <a:gd name="T43" fmla="*/ 45 h 79"/>
                              <a:gd name="T44" fmla="*/ 42 w 51"/>
                              <a:gd name="T45" fmla="*/ 48 h 79"/>
                              <a:gd name="T46" fmla="*/ 51 w 51"/>
                              <a:gd name="T47" fmla="*/ 54 h 79"/>
                              <a:gd name="T48" fmla="*/ 48 w 51"/>
                              <a:gd name="T49" fmla="*/ 65 h 79"/>
                              <a:gd name="T50" fmla="*/ 37 w 51"/>
                              <a:gd name="T51" fmla="*/ 73 h 79"/>
                              <a:gd name="T52" fmla="*/ 23 w 51"/>
                              <a:gd name="T53" fmla="*/ 79 h 79"/>
                              <a:gd name="T54" fmla="*/ 3 w 51"/>
                              <a:gd name="T55" fmla="*/ 73 h 79"/>
                              <a:gd name="T56" fmla="*/ 0 w 51"/>
                              <a:gd name="T57" fmla="*/ 68 h 79"/>
                              <a:gd name="T58" fmla="*/ 0 w 51"/>
                              <a:gd name="T59" fmla="*/ 65 h 79"/>
                              <a:gd name="T60" fmla="*/ 3 w 51"/>
                              <a:gd name="T61" fmla="*/ 59 h 79"/>
                              <a:gd name="T62" fmla="*/ 9 w 51"/>
                              <a:gd name="T63" fmla="*/ 54 h 79"/>
                              <a:gd name="T64" fmla="*/ 3 w 51"/>
                              <a:gd name="T65" fmla="*/ 48 h 79"/>
                              <a:gd name="T66" fmla="*/ 3 w 51"/>
                              <a:gd name="T67" fmla="*/ 45 h 79"/>
                              <a:gd name="T68" fmla="*/ 6 w 51"/>
                              <a:gd name="T69" fmla="*/ 43 h 79"/>
                              <a:gd name="T70" fmla="*/ 11 w 51"/>
                              <a:gd name="T71" fmla="*/ 34 h 79"/>
                              <a:gd name="T72" fmla="*/ 20 w 51"/>
                              <a:gd name="T73" fmla="*/ 3 h 79"/>
                              <a:gd name="T74" fmla="*/ 14 w 51"/>
                              <a:gd name="T75" fmla="*/ 9 h 79"/>
                              <a:gd name="T76" fmla="*/ 14 w 51"/>
                              <a:gd name="T77" fmla="*/ 23 h 79"/>
                              <a:gd name="T78" fmla="*/ 20 w 51"/>
                              <a:gd name="T79" fmla="*/ 34 h 79"/>
                              <a:gd name="T80" fmla="*/ 28 w 51"/>
                              <a:gd name="T81" fmla="*/ 34 h 79"/>
                              <a:gd name="T82" fmla="*/ 34 w 51"/>
                              <a:gd name="T83" fmla="*/ 26 h 79"/>
                              <a:gd name="T84" fmla="*/ 34 w 51"/>
                              <a:gd name="T85" fmla="*/ 12 h 79"/>
                              <a:gd name="T86" fmla="*/ 28 w 51"/>
                              <a:gd name="T87" fmla="*/ 3 h 79"/>
                              <a:gd name="T88" fmla="*/ 11 w 51"/>
                              <a:gd name="T89" fmla="*/ 54 h 79"/>
                              <a:gd name="T90" fmla="*/ 9 w 51"/>
                              <a:gd name="T91" fmla="*/ 59 h 79"/>
                              <a:gd name="T92" fmla="*/ 6 w 51"/>
                              <a:gd name="T93" fmla="*/ 62 h 79"/>
                              <a:gd name="T94" fmla="*/ 9 w 51"/>
                              <a:gd name="T95" fmla="*/ 68 h 79"/>
                              <a:gd name="T96" fmla="*/ 25 w 51"/>
                              <a:gd name="T97" fmla="*/ 71 h 79"/>
                              <a:gd name="T98" fmla="*/ 42 w 51"/>
                              <a:gd name="T99" fmla="*/ 68 h 79"/>
                              <a:gd name="T100" fmla="*/ 48 w 51"/>
                              <a:gd name="T101" fmla="*/ 59 h 79"/>
                              <a:gd name="T102" fmla="*/ 45 w 51"/>
                              <a:gd name="T103" fmla="*/ 57 h 79"/>
                              <a:gd name="T104" fmla="*/ 31 w 51"/>
                              <a:gd name="T105" fmla="*/ 54 h 79"/>
                              <a:gd name="T106" fmla="*/ 11 w 51"/>
                              <a:gd name="T107" fmla="*/ 54 h 79"/>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51" h="79">
                                <a:moveTo>
                                  <a:pt x="11" y="34"/>
                                </a:moveTo>
                                <a:lnTo>
                                  <a:pt x="9" y="31"/>
                                </a:lnTo>
                                <a:lnTo>
                                  <a:pt x="6" y="28"/>
                                </a:lnTo>
                                <a:lnTo>
                                  <a:pt x="3" y="23"/>
                                </a:lnTo>
                                <a:lnTo>
                                  <a:pt x="3" y="17"/>
                                </a:lnTo>
                                <a:lnTo>
                                  <a:pt x="3" y="12"/>
                                </a:lnTo>
                                <a:lnTo>
                                  <a:pt x="9" y="6"/>
                                </a:lnTo>
                                <a:lnTo>
                                  <a:pt x="14" y="0"/>
                                </a:lnTo>
                                <a:lnTo>
                                  <a:pt x="23" y="0"/>
                                </a:lnTo>
                                <a:lnTo>
                                  <a:pt x="31" y="0"/>
                                </a:lnTo>
                                <a:lnTo>
                                  <a:pt x="37" y="3"/>
                                </a:lnTo>
                                <a:lnTo>
                                  <a:pt x="48" y="3"/>
                                </a:lnTo>
                                <a:lnTo>
                                  <a:pt x="51" y="3"/>
                                </a:lnTo>
                                <a:lnTo>
                                  <a:pt x="51" y="6"/>
                                </a:lnTo>
                                <a:lnTo>
                                  <a:pt x="48" y="6"/>
                                </a:lnTo>
                                <a:lnTo>
                                  <a:pt x="42" y="6"/>
                                </a:lnTo>
                                <a:lnTo>
                                  <a:pt x="42" y="12"/>
                                </a:lnTo>
                                <a:lnTo>
                                  <a:pt x="45" y="17"/>
                                </a:lnTo>
                                <a:lnTo>
                                  <a:pt x="42" y="26"/>
                                </a:lnTo>
                                <a:lnTo>
                                  <a:pt x="39" y="31"/>
                                </a:lnTo>
                                <a:lnTo>
                                  <a:pt x="31" y="34"/>
                                </a:lnTo>
                                <a:lnTo>
                                  <a:pt x="23" y="37"/>
                                </a:lnTo>
                                <a:lnTo>
                                  <a:pt x="20" y="37"/>
                                </a:lnTo>
                                <a:lnTo>
                                  <a:pt x="14" y="34"/>
                                </a:lnTo>
                                <a:lnTo>
                                  <a:pt x="11" y="37"/>
                                </a:lnTo>
                                <a:lnTo>
                                  <a:pt x="11" y="40"/>
                                </a:lnTo>
                                <a:lnTo>
                                  <a:pt x="9" y="43"/>
                                </a:lnTo>
                                <a:lnTo>
                                  <a:pt x="11" y="43"/>
                                </a:lnTo>
                                <a:lnTo>
                                  <a:pt x="11" y="45"/>
                                </a:lnTo>
                                <a:lnTo>
                                  <a:pt x="14" y="45"/>
                                </a:lnTo>
                                <a:lnTo>
                                  <a:pt x="17" y="45"/>
                                </a:lnTo>
                                <a:lnTo>
                                  <a:pt x="23" y="45"/>
                                </a:lnTo>
                                <a:lnTo>
                                  <a:pt x="34" y="45"/>
                                </a:lnTo>
                                <a:lnTo>
                                  <a:pt x="39" y="45"/>
                                </a:lnTo>
                                <a:lnTo>
                                  <a:pt x="42" y="48"/>
                                </a:lnTo>
                                <a:lnTo>
                                  <a:pt x="48" y="51"/>
                                </a:lnTo>
                                <a:lnTo>
                                  <a:pt x="51" y="54"/>
                                </a:lnTo>
                                <a:lnTo>
                                  <a:pt x="51" y="57"/>
                                </a:lnTo>
                                <a:lnTo>
                                  <a:pt x="48" y="65"/>
                                </a:lnTo>
                                <a:lnTo>
                                  <a:pt x="45" y="71"/>
                                </a:lnTo>
                                <a:lnTo>
                                  <a:pt x="37" y="73"/>
                                </a:lnTo>
                                <a:lnTo>
                                  <a:pt x="31" y="76"/>
                                </a:lnTo>
                                <a:lnTo>
                                  <a:pt x="23" y="79"/>
                                </a:lnTo>
                                <a:lnTo>
                                  <a:pt x="11" y="76"/>
                                </a:lnTo>
                                <a:lnTo>
                                  <a:pt x="3" y="73"/>
                                </a:lnTo>
                                <a:lnTo>
                                  <a:pt x="0" y="71"/>
                                </a:lnTo>
                                <a:lnTo>
                                  <a:pt x="0" y="68"/>
                                </a:lnTo>
                                <a:lnTo>
                                  <a:pt x="0" y="65"/>
                                </a:lnTo>
                                <a:lnTo>
                                  <a:pt x="0" y="62"/>
                                </a:lnTo>
                                <a:lnTo>
                                  <a:pt x="3" y="59"/>
                                </a:lnTo>
                                <a:lnTo>
                                  <a:pt x="6" y="57"/>
                                </a:lnTo>
                                <a:lnTo>
                                  <a:pt x="9" y="54"/>
                                </a:lnTo>
                                <a:lnTo>
                                  <a:pt x="6" y="51"/>
                                </a:lnTo>
                                <a:lnTo>
                                  <a:pt x="3" y="48"/>
                                </a:lnTo>
                                <a:lnTo>
                                  <a:pt x="3" y="45"/>
                                </a:lnTo>
                                <a:lnTo>
                                  <a:pt x="6" y="43"/>
                                </a:lnTo>
                                <a:lnTo>
                                  <a:pt x="9" y="40"/>
                                </a:lnTo>
                                <a:lnTo>
                                  <a:pt x="11" y="34"/>
                                </a:lnTo>
                                <a:close/>
                                <a:moveTo>
                                  <a:pt x="23" y="3"/>
                                </a:moveTo>
                                <a:lnTo>
                                  <a:pt x="20" y="3"/>
                                </a:lnTo>
                                <a:lnTo>
                                  <a:pt x="14" y="6"/>
                                </a:lnTo>
                                <a:lnTo>
                                  <a:pt x="14" y="9"/>
                                </a:lnTo>
                                <a:lnTo>
                                  <a:pt x="11" y="17"/>
                                </a:lnTo>
                                <a:lnTo>
                                  <a:pt x="14" y="23"/>
                                </a:lnTo>
                                <a:lnTo>
                                  <a:pt x="17" y="28"/>
                                </a:lnTo>
                                <a:lnTo>
                                  <a:pt x="20" y="34"/>
                                </a:lnTo>
                                <a:lnTo>
                                  <a:pt x="25" y="34"/>
                                </a:lnTo>
                                <a:lnTo>
                                  <a:pt x="28" y="34"/>
                                </a:lnTo>
                                <a:lnTo>
                                  <a:pt x="31" y="31"/>
                                </a:lnTo>
                                <a:lnTo>
                                  <a:pt x="34" y="26"/>
                                </a:lnTo>
                                <a:lnTo>
                                  <a:pt x="34" y="20"/>
                                </a:lnTo>
                                <a:lnTo>
                                  <a:pt x="34" y="12"/>
                                </a:lnTo>
                                <a:lnTo>
                                  <a:pt x="31" y="6"/>
                                </a:lnTo>
                                <a:lnTo>
                                  <a:pt x="28" y="3"/>
                                </a:lnTo>
                                <a:lnTo>
                                  <a:pt x="23" y="3"/>
                                </a:lnTo>
                                <a:close/>
                                <a:moveTo>
                                  <a:pt x="11" y="54"/>
                                </a:moveTo>
                                <a:lnTo>
                                  <a:pt x="9" y="57"/>
                                </a:lnTo>
                                <a:lnTo>
                                  <a:pt x="9" y="59"/>
                                </a:lnTo>
                                <a:lnTo>
                                  <a:pt x="6" y="59"/>
                                </a:lnTo>
                                <a:lnTo>
                                  <a:pt x="6" y="62"/>
                                </a:lnTo>
                                <a:lnTo>
                                  <a:pt x="6" y="65"/>
                                </a:lnTo>
                                <a:lnTo>
                                  <a:pt x="9" y="68"/>
                                </a:lnTo>
                                <a:lnTo>
                                  <a:pt x="17" y="71"/>
                                </a:lnTo>
                                <a:lnTo>
                                  <a:pt x="25" y="71"/>
                                </a:lnTo>
                                <a:lnTo>
                                  <a:pt x="37" y="71"/>
                                </a:lnTo>
                                <a:lnTo>
                                  <a:pt x="42" y="68"/>
                                </a:lnTo>
                                <a:lnTo>
                                  <a:pt x="45" y="65"/>
                                </a:lnTo>
                                <a:lnTo>
                                  <a:pt x="48" y="59"/>
                                </a:lnTo>
                                <a:lnTo>
                                  <a:pt x="45" y="57"/>
                                </a:lnTo>
                                <a:lnTo>
                                  <a:pt x="39" y="54"/>
                                </a:lnTo>
                                <a:lnTo>
                                  <a:pt x="31" y="54"/>
                                </a:lnTo>
                                <a:lnTo>
                                  <a:pt x="20" y="54"/>
                                </a:lnTo>
                                <a:lnTo>
                                  <a:pt x="11" y="5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1" name="Freeform 710"/>
                        <wps:cNvSpPr>
                          <a:spLocks/>
                        </wps:cNvSpPr>
                        <wps:spPr bwMode="auto">
                          <a:xfrm>
                            <a:off x="1837" y="1331"/>
                            <a:ext cx="23" cy="82"/>
                          </a:xfrm>
                          <a:custGeom>
                            <a:avLst/>
                            <a:gdLst>
                              <a:gd name="T0" fmla="*/ 17 w 23"/>
                              <a:gd name="T1" fmla="*/ 0 h 82"/>
                              <a:gd name="T2" fmla="*/ 17 w 23"/>
                              <a:gd name="T3" fmla="*/ 68 h 82"/>
                              <a:gd name="T4" fmla="*/ 17 w 23"/>
                              <a:gd name="T5" fmla="*/ 73 h 82"/>
                              <a:gd name="T6" fmla="*/ 17 w 23"/>
                              <a:gd name="T7" fmla="*/ 76 h 82"/>
                              <a:gd name="T8" fmla="*/ 17 w 23"/>
                              <a:gd name="T9" fmla="*/ 79 h 82"/>
                              <a:gd name="T10" fmla="*/ 20 w 23"/>
                              <a:gd name="T11" fmla="*/ 79 h 82"/>
                              <a:gd name="T12" fmla="*/ 20 w 23"/>
                              <a:gd name="T13" fmla="*/ 79 h 82"/>
                              <a:gd name="T14" fmla="*/ 23 w 23"/>
                              <a:gd name="T15" fmla="*/ 79 h 82"/>
                              <a:gd name="T16" fmla="*/ 23 w 23"/>
                              <a:gd name="T17" fmla="*/ 82 h 82"/>
                              <a:gd name="T18" fmla="*/ 0 w 23"/>
                              <a:gd name="T19" fmla="*/ 82 h 82"/>
                              <a:gd name="T20" fmla="*/ 0 w 23"/>
                              <a:gd name="T21" fmla="*/ 79 h 82"/>
                              <a:gd name="T22" fmla="*/ 3 w 23"/>
                              <a:gd name="T23" fmla="*/ 79 h 82"/>
                              <a:gd name="T24" fmla="*/ 3 w 23"/>
                              <a:gd name="T25" fmla="*/ 79 h 82"/>
                              <a:gd name="T26" fmla="*/ 6 w 23"/>
                              <a:gd name="T27" fmla="*/ 79 h 82"/>
                              <a:gd name="T28" fmla="*/ 6 w 23"/>
                              <a:gd name="T29" fmla="*/ 76 h 82"/>
                              <a:gd name="T30" fmla="*/ 6 w 23"/>
                              <a:gd name="T31" fmla="*/ 73 h 82"/>
                              <a:gd name="T32" fmla="*/ 6 w 23"/>
                              <a:gd name="T33" fmla="*/ 68 h 82"/>
                              <a:gd name="T34" fmla="*/ 6 w 23"/>
                              <a:gd name="T35" fmla="*/ 23 h 82"/>
                              <a:gd name="T36" fmla="*/ 6 w 23"/>
                              <a:gd name="T37" fmla="*/ 14 h 82"/>
                              <a:gd name="T38" fmla="*/ 6 w 23"/>
                              <a:gd name="T39" fmla="*/ 9 h 82"/>
                              <a:gd name="T40" fmla="*/ 6 w 23"/>
                              <a:gd name="T41" fmla="*/ 9 h 82"/>
                              <a:gd name="T42" fmla="*/ 6 w 23"/>
                              <a:gd name="T43" fmla="*/ 6 h 82"/>
                              <a:gd name="T44" fmla="*/ 3 w 23"/>
                              <a:gd name="T45" fmla="*/ 6 h 82"/>
                              <a:gd name="T46" fmla="*/ 3 w 23"/>
                              <a:gd name="T47" fmla="*/ 6 h 82"/>
                              <a:gd name="T48" fmla="*/ 0 w 23"/>
                              <a:gd name="T49" fmla="*/ 6 h 82"/>
                              <a:gd name="T50" fmla="*/ 0 w 23"/>
                              <a:gd name="T51" fmla="*/ 6 h 82"/>
                              <a:gd name="T52" fmla="*/ 0 w 23"/>
                              <a:gd name="T53" fmla="*/ 6 h 82"/>
                              <a:gd name="T54" fmla="*/ 14 w 23"/>
                              <a:gd name="T55" fmla="*/ 0 h 82"/>
                              <a:gd name="T56" fmla="*/ 17 w 23"/>
                              <a:gd name="T57" fmla="*/ 0 h 8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3" h="82">
                                <a:moveTo>
                                  <a:pt x="17" y="0"/>
                                </a:moveTo>
                                <a:lnTo>
                                  <a:pt x="17" y="68"/>
                                </a:lnTo>
                                <a:lnTo>
                                  <a:pt x="17" y="73"/>
                                </a:lnTo>
                                <a:lnTo>
                                  <a:pt x="17" y="76"/>
                                </a:lnTo>
                                <a:lnTo>
                                  <a:pt x="17" y="79"/>
                                </a:lnTo>
                                <a:lnTo>
                                  <a:pt x="20" y="79"/>
                                </a:lnTo>
                                <a:lnTo>
                                  <a:pt x="23" y="79"/>
                                </a:lnTo>
                                <a:lnTo>
                                  <a:pt x="23" y="82"/>
                                </a:lnTo>
                                <a:lnTo>
                                  <a:pt x="0" y="82"/>
                                </a:lnTo>
                                <a:lnTo>
                                  <a:pt x="0" y="79"/>
                                </a:lnTo>
                                <a:lnTo>
                                  <a:pt x="3" y="79"/>
                                </a:lnTo>
                                <a:lnTo>
                                  <a:pt x="6" y="79"/>
                                </a:lnTo>
                                <a:lnTo>
                                  <a:pt x="6" y="76"/>
                                </a:lnTo>
                                <a:lnTo>
                                  <a:pt x="6" y="73"/>
                                </a:lnTo>
                                <a:lnTo>
                                  <a:pt x="6" y="68"/>
                                </a:lnTo>
                                <a:lnTo>
                                  <a:pt x="6" y="23"/>
                                </a:lnTo>
                                <a:lnTo>
                                  <a:pt x="6" y="14"/>
                                </a:lnTo>
                                <a:lnTo>
                                  <a:pt x="6" y="9"/>
                                </a:lnTo>
                                <a:lnTo>
                                  <a:pt x="6" y="6"/>
                                </a:lnTo>
                                <a:lnTo>
                                  <a:pt x="3" y="6"/>
                                </a:lnTo>
                                <a:lnTo>
                                  <a:pt x="0" y="6"/>
                                </a:lnTo>
                                <a:lnTo>
                                  <a:pt x="14" y="0"/>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2" name="Freeform 711"/>
                        <wps:cNvSpPr>
                          <a:spLocks/>
                        </wps:cNvSpPr>
                        <wps:spPr bwMode="auto">
                          <a:xfrm>
                            <a:off x="1868" y="1359"/>
                            <a:ext cx="51" cy="54"/>
                          </a:xfrm>
                          <a:custGeom>
                            <a:avLst/>
                            <a:gdLst>
                              <a:gd name="T0" fmla="*/ 25 w 51"/>
                              <a:gd name="T1" fmla="*/ 0 h 54"/>
                              <a:gd name="T2" fmla="*/ 34 w 51"/>
                              <a:gd name="T3" fmla="*/ 0 h 54"/>
                              <a:gd name="T4" fmla="*/ 39 w 51"/>
                              <a:gd name="T5" fmla="*/ 3 h 54"/>
                              <a:gd name="T6" fmla="*/ 45 w 51"/>
                              <a:gd name="T7" fmla="*/ 9 h 54"/>
                              <a:gd name="T8" fmla="*/ 48 w 51"/>
                              <a:gd name="T9" fmla="*/ 17 h 54"/>
                              <a:gd name="T10" fmla="*/ 51 w 51"/>
                              <a:gd name="T11" fmla="*/ 26 h 54"/>
                              <a:gd name="T12" fmla="*/ 51 w 51"/>
                              <a:gd name="T13" fmla="*/ 34 h 54"/>
                              <a:gd name="T14" fmla="*/ 48 w 51"/>
                              <a:gd name="T15" fmla="*/ 40 h 54"/>
                              <a:gd name="T16" fmla="*/ 42 w 51"/>
                              <a:gd name="T17" fmla="*/ 45 h 54"/>
                              <a:gd name="T18" fmla="*/ 37 w 51"/>
                              <a:gd name="T19" fmla="*/ 51 h 54"/>
                              <a:gd name="T20" fmla="*/ 31 w 51"/>
                              <a:gd name="T21" fmla="*/ 54 h 54"/>
                              <a:gd name="T22" fmla="*/ 25 w 51"/>
                              <a:gd name="T23" fmla="*/ 54 h 54"/>
                              <a:gd name="T24" fmla="*/ 17 w 51"/>
                              <a:gd name="T25" fmla="*/ 54 h 54"/>
                              <a:gd name="T26" fmla="*/ 11 w 51"/>
                              <a:gd name="T27" fmla="*/ 51 h 54"/>
                              <a:gd name="T28" fmla="*/ 6 w 51"/>
                              <a:gd name="T29" fmla="*/ 45 h 54"/>
                              <a:gd name="T30" fmla="*/ 0 w 51"/>
                              <a:gd name="T31" fmla="*/ 37 h 54"/>
                              <a:gd name="T32" fmla="*/ 0 w 51"/>
                              <a:gd name="T33" fmla="*/ 28 h 54"/>
                              <a:gd name="T34" fmla="*/ 0 w 51"/>
                              <a:gd name="T35" fmla="*/ 20 h 54"/>
                              <a:gd name="T36" fmla="*/ 3 w 51"/>
                              <a:gd name="T37" fmla="*/ 14 h 54"/>
                              <a:gd name="T38" fmla="*/ 8 w 51"/>
                              <a:gd name="T39" fmla="*/ 6 h 54"/>
                              <a:gd name="T40" fmla="*/ 14 w 51"/>
                              <a:gd name="T41" fmla="*/ 3 h 54"/>
                              <a:gd name="T42" fmla="*/ 20 w 51"/>
                              <a:gd name="T43" fmla="*/ 0 h 54"/>
                              <a:gd name="T44" fmla="*/ 25 w 51"/>
                              <a:gd name="T45" fmla="*/ 0 h 54"/>
                              <a:gd name="T46" fmla="*/ 22 w 51"/>
                              <a:gd name="T47" fmla="*/ 3 h 54"/>
                              <a:gd name="T48" fmla="*/ 20 w 51"/>
                              <a:gd name="T49" fmla="*/ 3 h 54"/>
                              <a:gd name="T50" fmla="*/ 17 w 51"/>
                              <a:gd name="T51" fmla="*/ 6 h 54"/>
                              <a:gd name="T52" fmla="*/ 14 w 51"/>
                              <a:gd name="T53" fmla="*/ 9 h 54"/>
                              <a:gd name="T54" fmla="*/ 11 w 51"/>
                              <a:gd name="T55" fmla="*/ 12 h 54"/>
                              <a:gd name="T56" fmla="*/ 11 w 51"/>
                              <a:gd name="T57" fmla="*/ 17 h 54"/>
                              <a:gd name="T58" fmla="*/ 8 w 51"/>
                              <a:gd name="T59" fmla="*/ 23 h 54"/>
                              <a:gd name="T60" fmla="*/ 11 w 51"/>
                              <a:gd name="T61" fmla="*/ 34 h 54"/>
                              <a:gd name="T62" fmla="*/ 14 w 51"/>
                              <a:gd name="T63" fmla="*/ 43 h 54"/>
                              <a:gd name="T64" fmla="*/ 20 w 51"/>
                              <a:gd name="T65" fmla="*/ 48 h 54"/>
                              <a:gd name="T66" fmla="*/ 28 w 51"/>
                              <a:gd name="T67" fmla="*/ 51 h 54"/>
                              <a:gd name="T68" fmla="*/ 31 w 51"/>
                              <a:gd name="T69" fmla="*/ 48 h 54"/>
                              <a:gd name="T70" fmla="*/ 37 w 51"/>
                              <a:gd name="T71" fmla="*/ 45 h 54"/>
                              <a:gd name="T72" fmla="*/ 39 w 51"/>
                              <a:gd name="T73" fmla="*/ 40 h 54"/>
                              <a:gd name="T74" fmla="*/ 39 w 51"/>
                              <a:gd name="T75" fmla="*/ 31 h 54"/>
                              <a:gd name="T76" fmla="*/ 39 w 51"/>
                              <a:gd name="T77" fmla="*/ 23 h 54"/>
                              <a:gd name="T78" fmla="*/ 37 w 51"/>
                              <a:gd name="T79" fmla="*/ 14 h 54"/>
                              <a:gd name="T80" fmla="*/ 34 w 51"/>
                              <a:gd name="T81" fmla="*/ 9 h 54"/>
                              <a:gd name="T82" fmla="*/ 28 w 51"/>
                              <a:gd name="T83" fmla="*/ 6 h 54"/>
                              <a:gd name="T84" fmla="*/ 22 w 51"/>
                              <a:gd name="T85" fmla="*/ 3 h 54"/>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51" h="54">
                                <a:moveTo>
                                  <a:pt x="25" y="0"/>
                                </a:moveTo>
                                <a:lnTo>
                                  <a:pt x="34" y="0"/>
                                </a:lnTo>
                                <a:lnTo>
                                  <a:pt x="39" y="3"/>
                                </a:lnTo>
                                <a:lnTo>
                                  <a:pt x="45" y="9"/>
                                </a:lnTo>
                                <a:lnTo>
                                  <a:pt x="48" y="17"/>
                                </a:lnTo>
                                <a:lnTo>
                                  <a:pt x="51" y="26"/>
                                </a:lnTo>
                                <a:lnTo>
                                  <a:pt x="51" y="34"/>
                                </a:lnTo>
                                <a:lnTo>
                                  <a:pt x="48" y="40"/>
                                </a:lnTo>
                                <a:lnTo>
                                  <a:pt x="42" y="45"/>
                                </a:lnTo>
                                <a:lnTo>
                                  <a:pt x="37" y="51"/>
                                </a:lnTo>
                                <a:lnTo>
                                  <a:pt x="31" y="54"/>
                                </a:lnTo>
                                <a:lnTo>
                                  <a:pt x="25" y="54"/>
                                </a:lnTo>
                                <a:lnTo>
                                  <a:pt x="17" y="54"/>
                                </a:lnTo>
                                <a:lnTo>
                                  <a:pt x="11" y="51"/>
                                </a:lnTo>
                                <a:lnTo>
                                  <a:pt x="6" y="45"/>
                                </a:lnTo>
                                <a:lnTo>
                                  <a:pt x="0" y="37"/>
                                </a:lnTo>
                                <a:lnTo>
                                  <a:pt x="0" y="28"/>
                                </a:lnTo>
                                <a:lnTo>
                                  <a:pt x="0" y="20"/>
                                </a:lnTo>
                                <a:lnTo>
                                  <a:pt x="3" y="14"/>
                                </a:lnTo>
                                <a:lnTo>
                                  <a:pt x="8" y="6"/>
                                </a:lnTo>
                                <a:lnTo>
                                  <a:pt x="14" y="3"/>
                                </a:lnTo>
                                <a:lnTo>
                                  <a:pt x="20" y="0"/>
                                </a:lnTo>
                                <a:lnTo>
                                  <a:pt x="25" y="0"/>
                                </a:lnTo>
                                <a:close/>
                                <a:moveTo>
                                  <a:pt x="22" y="3"/>
                                </a:moveTo>
                                <a:lnTo>
                                  <a:pt x="20" y="3"/>
                                </a:lnTo>
                                <a:lnTo>
                                  <a:pt x="17" y="6"/>
                                </a:lnTo>
                                <a:lnTo>
                                  <a:pt x="14" y="9"/>
                                </a:lnTo>
                                <a:lnTo>
                                  <a:pt x="11" y="12"/>
                                </a:lnTo>
                                <a:lnTo>
                                  <a:pt x="11" y="17"/>
                                </a:lnTo>
                                <a:lnTo>
                                  <a:pt x="8" y="23"/>
                                </a:lnTo>
                                <a:lnTo>
                                  <a:pt x="11" y="34"/>
                                </a:lnTo>
                                <a:lnTo>
                                  <a:pt x="14" y="43"/>
                                </a:lnTo>
                                <a:lnTo>
                                  <a:pt x="20" y="48"/>
                                </a:lnTo>
                                <a:lnTo>
                                  <a:pt x="28" y="51"/>
                                </a:lnTo>
                                <a:lnTo>
                                  <a:pt x="31" y="48"/>
                                </a:lnTo>
                                <a:lnTo>
                                  <a:pt x="37" y="45"/>
                                </a:lnTo>
                                <a:lnTo>
                                  <a:pt x="39" y="40"/>
                                </a:lnTo>
                                <a:lnTo>
                                  <a:pt x="39" y="31"/>
                                </a:lnTo>
                                <a:lnTo>
                                  <a:pt x="39" y="23"/>
                                </a:lnTo>
                                <a:lnTo>
                                  <a:pt x="37" y="14"/>
                                </a:lnTo>
                                <a:lnTo>
                                  <a:pt x="34" y="9"/>
                                </a:lnTo>
                                <a:lnTo>
                                  <a:pt x="28" y="6"/>
                                </a:lnTo>
                                <a:lnTo>
                                  <a:pt x="22" y="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3" name="Freeform 712"/>
                        <wps:cNvSpPr>
                          <a:spLocks/>
                        </wps:cNvSpPr>
                        <wps:spPr bwMode="auto">
                          <a:xfrm>
                            <a:off x="1924" y="1342"/>
                            <a:ext cx="31" cy="71"/>
                          </a:xfrm>
                          <a:custGeom>
                            <a:avLst/>
                            <a:gdLst>
                              <a:gd name="T0" fmla="*/ 17 w 31"/>
                              <a:gd name="T1" fmla="*/ 0 h 71"/>
                              <a:gd name="T2" fmla="*/ 17 w 31"/>
                              <a:gd name="T3" fmla="*/ 17 h 71"/>
                              <a:gd name="T4" fmla="*/ 31 w 31"/>
                              <a:gd name="T5" fmla="*/ 17 h 71"/>
                              <a:gd name="T6" fmla="*/ 31 w 31"/>
                              <a:gd name="T7" fmla="*/ 20 h 71"/>
                              <a:gd name="T8" fmla="*/ 17 w 31"/>
                              <a:gd name="T9" fmla="*/ 20 h 71"/>
                              <a:gd name="T10" fmla="*/ 17 w 31"/>
                              <a:gd name="T11" fmla="*/ 57 h 71"/>
                              <a:gd name="T12" fmla="*/ 17 w 31"/>
                              <a:gd name="T13" fmla="*/ 60 h 71"/>
                              <a:gd name="T14" fmla="*/ 20 w 31"/>
                              <a:gd name="T15" fmla="*/ 62 h 71"/>
                              <a:gd name="T16" fmla="*/ 20 w 31"/>
                              <a:gd name="T17" fmla="*/ 62 h 71"/>
                              <a:gd name="T18" fmla="*/ 23 w 31"/>
                              <a:gd name="T19" fmla="*/ 65 h 71"/>
                              <a:gd name="T20" fmla="*/ 25 w 31"/>
                              <a:gd name="T21" fmla="*/ 62 h 71"/>
                              <a:gd name="T22" fmla="*/ 25 w 31"/>
                              <a:gd name="T23" fmla="*/ 62 h 71"/>
                              <a:gd name="T24" fmla="*/ 28 w 31"/>
                              <a:gd name="T25" fmla="*/ 62 h 71"/>
                              <a:gd name="T26" fmla="*/ 31 w 31"/>
                              <a:gd name="T27" fmla="*/ 60 h 71"/>
                              <a:gd name="T28" fmla="*/ 31 w 31"/>
                              <a:gd name="T29" fmla="*/ 60 h 71"/>
                              <a:gd name="T30" fmla="*/ 28 w 31"/>
                              <a:gd name="T31" fmla="*/ 65 h 71"/>
                              <a:gd name="T32" fmla="*/ 25 w 31"/>
                              <a:gd name="T33" fmla="*/ 68 h 71"/>
                              <a:gd name="T34" fmla="*/ 23 w 31"/>
                              <a:gd name="T35" fmla="*/ 71 h 71"/>
                              <a:gd name="T36" fmla="*/ 17 w 31"/>
                              <a:gd name="T37" fmla="*/ 71 h 71"/>
                              <a:gd name="T38" fmla="*/ 14 w 31"/>
                              <a:gd name="T39" fmla="*/ 71 h 71"/>
                              <a:gd name="T40" fmla="*/ 14 w 31"/>
                              <a:gd name="T41" fmla="*/ 71 h 71"/>
                              <a:gd name="T42" fmla="*/ 11 w 31"/>
                              <a:gd name="T43" fmla="*/ 68 h 71"/>
                              <a:gd name="T44" fmla="*/ 9 w 31"/>
                              <a:gd name="T45" fmla="*/ 65 h 71"/>
                              <a:gd name="T46" fmla="*/ 9 w 31"/>
                              <a:gd name="T47" fmla="*/ 62 h 71"/>
                              <a:gd name="T48" fmla="*/ 9 w 31"/>
                              <a:gd name="T49" fmla="*/ 57 h 71"/>
                              <a:gd name="T50" fmla="*/ 9 w 31"/>
                              <a:gd name="T51" fmla="*/ 20 h 71"/>
                              <a:gd name="T52" fmla="*/ 0 w 31"/>
                              <a:gd name="T53" fmla="*/ 20 h 71"/>
                              <a:gd name="T54" fmla="*/ 0 w 31"/>
                              <a:gd name="T55" fmla="*/ 20 h 71"/>
                              <a:gd name="T56" fmla="*/ 3 w 31"/>
                              <a:gd name="T57" fmla="*/ 17 h 71"/>
                              <a:gd name="T58" fmla="*/ 6 w 31"/>
                              <a:gd name="T59" fmla="*/ 14 h 71"/>
                              <a:gd name="T60" fmla="*/ 9 w 31"/>
                              <a:gd name="T61" fmla="*/ 12 h 71"/>
                              <a:gd name="T62" fmla="*/ 11 w 31"/>
                              <a:gd name="T63" fmla="*/ 9 h 71"/>
                              <a:gd name="T64" fmla="*/ 14 w 31"/>
                              <a:gd name="T65" fmla="*/ 6 h 71"/>
                              <a:gd name="T66" fmla="*/ 17 w 31"/>
                              <a:gd name="T67" fmla="*/ 0 h 71"/>
                              <a:gd name="T68" fmla="*/ 17 w 31"/>
                              <a:gd name="T69" fmla="*/ 0 h 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1" h="71">
                                <a:moveTo>
                                  <a:pt x="17" y="0"/>
                                </a:moveTo>
                                <a:lnTo>
                                  <a:pt x="17" y="17"/>
                                </a:lnTo>
                                <a:lnTo>
                                  <a:pt x="31" y="17"/>
                                </a:lnTo>
                                <a:lnTo>
                                  <a:pt x="31" y="20"/>
                                </a:lnTo>
                                <a:lnTo>
                                  <a:pt x="17" y="20"/>
                                </a:lnTo>
                                <a:lnTo>
                                  <a:pt x="17" y="57"/>
                                </a:lnTo>
                                <a:lnTo>
                                  <a:pt x="17" y="60"/>
                                </a:lnTo>
                                <a:lnTo>
                                  <a:pt x="20" y="62"/>
                                </a:lnTo>
                                <a:lnTo>
                                  <a:pt x="23" y="65"/>
                                </a:lnTo>
                                <a:lnTo>
                                  <a:pt x="25" y="62"/>
                                </a:lnTo>
                                <a:lnTo>
                                  <a:pt x="28" y="62"/>
                                </a:lnTo>
                                <a:lnTo>
                                  <a:pt x="31" y="60"/>
                                </a:lnTo>
                                <a:lnTo>
                                  <a:pt x="28" y="65"/>
                                </a:lnTo>
                                <a:lnTo>
                                  <a:pt x="25" y="68"/>
                                </a:lnTo>
                                <a:lnTo>
                                  <a:pt x="23" y="71"/>
                                </a:lnTo>
                                <a:lnTo>
                                  <a:pt x="17" y="71"/>
                                </a:lnTo>
                                <a:lnTo>
                                  <a:pt x="14" y="71"/>
                                </a:lnTo>
                                <a:lnTo>
                                  <a:pt x="11" y="68"/>
                                </a:lnTo>
                                <a:lnTo>
                                  <a:pt x="9" y="65"/>
                                </a:lnTo>
                                <a:lnTo>
                                  <a:pt x="9" y="62"/>
                                </a:lnTo>
                                <a:lnTo>
                                  <a:pt x="9" y="57"/>
                                </a:lnTo>
                                <a:lnTo>
                                  <a:pt x="9" y="20"/>
                                </a:lnTo>
                                <a:lnTo>
                                  <a:pt x="0" y="20"/>
                                </a:lnTo>
                                <a:lnTo>
                                  <a:pt x="3" y="17"/>
                                </a:lnTo>
                                <a:lnTo>
                                  <a:pt x="6" y="14"/>
                                </a:lnTo>
                                <a:lnTo>
                                  <a:pt x="9" y="12"/>
                                </a:lnTo>
                                <a:lnTo>
                                  <a:pt x="11" y="9"/>
                                </a:lnTo>
                                <a:lnTo>
                                  <a:pt x="14" y="6"/>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4" name="Freeform 713"/>
                        <wps:cNvSpPr>
                          <a:spLocks/>
                        </wps:cNvSpPr>
                        <wps:spPr bwMode="auto">
                          <a:xfrm>
                            <a:off x="1955" y="1342"/>
                            <a:ext cx="34" cy="71"/>
                          </a:xfrm>
                          <a:custGeom>
                            <a:avLst/>
                            <a:gdLst>
                              <a:gd name="T0" fmla="*/ 20 w 34"/>
                              <a:gd name="T1" fmla="*/ 0 h 71"/>
                              <a:gd name="T2" fmla="*/ 20 w 34"/>
                              <a:gd name="T3" fmla="*/ 17 h 71"/>
                              <a:gd name="T4" fmla="*/ 31 w 34"/>
                              <a:gd name="T5" fmla="*/ 17 h 71"/>
                              <a:gd name="T6" fmla="*/ 31 w 34"/>
                              <a:gd name="T7" fmla="*/ 20 h 71"/>
                              <a:gd name="T8" fmla="*/ 20 w 34"/>
                              <a:gd name="T9" fmla="*/ 20 h 71"/>
                              <a:gd name="T10" fmla="*/ 20 w 34"/>
                              <a:gd name="T11" fmla="*/ 57 h 71"/>
                              <a:gd name="T12" fmla="*/ 20 w 34"/>
                              <a:gd name="T13" fmla="*/ 60 h 71"/>
                              <a:gd name="T14" fmla="*/ 23 w 34"/>
                              <a:gd name="T15" fmla="*/ 62 h 71"/>
                              <a:gd name="T16" fmla="*/ 23 w 34"/>
                              <a:gd name="T17" fmla="*/ 62 h 71"/>
                              <a:gd name="T18" fmla="*/ 25 w 34"/>
                              <a:gd name="T19" fmla="*/ 65 h 71"/>
                              <a:gd name="T20" fmla="*/ 28 w 34"/>
                              <a:gd name="T21" fmla="*/ 62 h 71"/>
                              <a:gd name="T22" fmla="*/ 28 w 34"/>
                              <a:gd name="T23" fmla="*/ 62 h 71"/>
                              <a:gd name="T24" fmla="*/ 31 w 34"/>
                              <a:gd name="T25" fmla="*/ 62 h 71"/>
                              <a:gd name="T26" fmla="*/ 31 w 34"/>
                              <a:gd name="T27" fmla="*/ 60 h 71"/>
                              <a:gd name="T28" fmla="*/ 34 w 34"/>
                              <a:gd name="T29" fmla="*/ 60 h 71"/>
                              <a:gd name="T30" fmla="*/ 31 w 34"/>
                              <a:gd name="T31" fmla="*/ 65 h 71"/>
                              <a:gd name="T32" fmla="*/ 28 w 34"/>
                              <a:gd name="T33" fmla="*/ 68 h 71"/>
                              <a:gd name="T34" fmla="*/ 25 w 34"/>
                              <a:gd name="T35" fmla="*/ 71 h 71"/>
                              <a:gd name="T36" fmla="*/ 20 w 34"/>
                              <a:gd name="T37" fmla="*/ 71 h 71"/>
                              <a:gd name="T38" fmla="*/ 17 w 34"/>
                              <a:gd name="T39" fmla="*/ 71 h 71"/>
                              <a:gd name="T40" fmla="*/ 14 w 34"/>
                              <a:gd name="T41" fmla="*/ 71 h 71"/>
                              <a:gd name="T42" fmla="*/ 11 w 34"/>
                              <a:gd name="T43" fmla="*/ 68 h 71"/>
                              <a:gd name="T44" fmla="*/ 11 w 34"/>
                              <a:gd name="T45" fmla="*/ 65 h 71"/>
                              <a:gd name="T46" fmla="*/ 11 w 34"/>
                              <a:gd name="T47" fmla="*/ 62 h 71"/>
                              <a:gd name="T48" fmla="*/ 9 w 34"/>
                              <a:gd name="T49" fmla="*/ 57 h 71"/>
                              <a:gd name="T50" fmla="*/ 9 w 34"/>
                              <a:gd name="T51" fmla="*/ 20 h 71"/>
                              <a:gd name="T52" fmla="*/ 0 w 34"/>
                              <a:gd name="T53" fmla="*/ 20 h 71"/>
                              <a:gd name="T54" fmla="*/ 0 w 34"/>
                              <a:gd name="T55" fmla="*/ 20 h 71"/>
                              <a:gd name="T56" fmla="*/ 6 w 34"/>
                              <a:gd name="T57" fmla="*/ 17 h 71"/>
                              <a:gd name="T58" fmla="*/ 9 w 34"/>
                              <a:gd name="T59" fmla="*/ 14 h 71"/>
                              <a:gd name="T60" fmla="*/ 11 w 34"/>
                              <a:gd name="T61" fmla="*/ 12 h 71"/>
                              <a:gd name="T62" fmla="*/ 14 w 34"/>
                              <a:gd name="T63" fmla="*/ 9 h 71"/>
                              <a:gd name="T64" fmla="*/ 17 w 34"/>
                              <a:gd name="T65" fmla="*/ 6 h 71"/>
                              <a:gd name="T66" fmla="*/ 20 w 34"/>
                              <a:gd name="T67" fmla="*/ 0 h 71"/>
                              <a:gd name="T68" fmla="*/ 20 w 34"/>
                              <a:gd name="T69" fmla="*/ 0 h 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4" h="71">
                                <a:moveTo>
                                  <a:pt x="20" y="0"/>
                                </a:moveTo>
                                <a:lnTo>
                                  <a:pt x="20" y="17"/>
                                </a:lnTo>
                                <a:lnTo>
                                  <a:pt x="31" y="17"/>
                                </a:lnTo>
                                <a:lnTo>
                                  <a:pt x="31" y="20"/>
                                </a:lnTo>
                                <a:lnTo>
                                  <a:pt x="20" y="20"/>
                                </a:lnTo>
                                <a:lnTo>
                                  <a:pt x="20" y="57"/>
                                </a:lnTo>
                                <a:lnTo>
                                  <a:pt x="20" y="60"/>
                                </a:lnTo>
                                <a:lnTo>
                                  <a:pt x="23" y="62"/>
                                </a:lnTo>
                                <a:lnTo>
                                  <a:pt x="25" y="65"/>
                                </a:lnTo>
                                <a:lnTo>
                                  <a:pt x="28" y="62"/>
                                </a:lnTo>
                                <a:lnTo>
                                  <a:pt x="31" y="62"/>
                                </a:lnTo>
                                <a:lnTo>
                                  <a:pt x="31" y="60"/>
                                </a:lnTo>
                                <a:lnTo>
                                  <a:pt x="34" y="60"/>
                                </a:lnTo>
                                <a:lnTo>
                                  <a:pt x="31" y="65"/>
                                </a:lnTo>
                                <a:lnTo>
                                  <a:pt x="28" y="68"/>
                                </a:lnTo>
                                <a:lnTo>
                                  <a:pt x="25" y="71"/>
                                </a:lnTo>
                                <a:lnTo>
                                  <a:pt x="20" y="71"/>
                                </a:lnTo>
                                <a:lnTo>
                                  <a:pt x="17" y="71"/>
                                </a:lnTo>
                                <a:lnTo>
                                  <a:pt x="14" y="71"/>
                                </a:lnTo>
                                <a:lnTo>
                                  <a:pt x="11" y="68"/>
                                </a:lnTo>
                                <a:lnTo>
                                  <a:pt x="11" y="65"/>
                                </a:lnTo>
                                <a:lnTo>
                                  <a:pt x="11" y="62"/>
                                </a:lnTo>
                                <a:lnTo>
                                  <a:pt x="9" y="57"/>
                                </a:lnTo>
                                <a:lnTo>
                                  <a:pt x="9" y="20"/>
                                </a:lnTo>
                                <a:lnTo>
                                  <a:pt x="0" y="20"/>
                                </a:lnTo>
                                <a:lnTo>
                                  <a:pt x="6" y="17"/>
                                </a:lnTo>
                                <a:lnTo>
                                  <a:pt x="9" y="14"/>
                                </a:lnTo>
                                <a:lnTo>
                                  <a:pt x="11" y="12"/>
                                </a:lnTo>
                                <a:lnTo>
                                  <a:pt x="14" y="9"/>
                                </a:lnTo>
                                <a:lnTo>
                                  <a:pt x="17" y="6"/>
                                </a:lnTo>
                                <a:lnTo>
                                  <a:pt x="2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5" name="Freeform 714"/>
                        <wps:cNvSpPr>
                          <a:spLocks/>
                        </wps:cNvSpPr>
                        <wps:spPr bwMode="auto">
                          <a:xfrm>
                            <a:off x="1994" y="1331"/>
                            <a:ext cx="26" cy="82"/>
                          </a:xfrm>
                          <a:custGeom>
                            <a:avLst/>
                            <a:gdLst>
                              <a:gd name="T0" fmla="*/ 12 w 26"/>
                              <a:gd name="T1" fmla="*/ 0 h 82"/>
                              <a:gd name="T2" fmla="*/ 14 w 26"/>
                              <a:gd name="T3" fmla="*/ 0 h 82"/>
                              <a:gd name="T4" fmla="*/ 17 w 26"/>
                              <a:gd name="T5" fmla="*/ 3 h 82"/>
                              <a:gd name="T6" fmla="*/ 17 w 26"/>
                              <a:gd name="T7" fmla="*/ 3 h 82"/>
                              <a:gd name="T8" fmla="*/ 20 w 26"/>
                              <a:gd name="T9" fmla="*/ 6 h 82"/>
                              <a:gd name="T10" fmla="*/ 17 w 26"/>
                              <a:gd name="T11" fmla="*/ 9 h 82"/>
                              <a:gd name="T12" fmla="*/ 17 w 26"/>
                              <a:gd name="T13" fmla="*/ 11 h 82"/>
                              <a:gd name="T14" fmla="*/ 14 w 26"/>
                              <a:gd name="T15" fmla="*/ 11 h 82"/>
                              <a:gd name="T16" fmla="*/ 12 w 26"/>
                              <a:gd name="T17" fmla="*/ 14 h 82"/>
                              <a:gd name="T18" fmla="*/ 9 w 26"/>
                              <a:gd name="T19" fmla="*/ 11 h 82"/>
                              <a:gd name="T20" fmla="*/ 6 w 26"/>
                              <a:gd name="T21" fmla="*/ 11 h 82"/>
                              <a:gd name="T22" fmla="*/ 6 w 26"/>
                              <a:gd name="T23" fmla="*/ 9 h 82"/>
                              <a:gd name="T24" fmla="*/ 6 w 26"/>
                              <a:gd name="T25" fmla="*/ 6 h 82"/>
                              <a:gd name="T26" fmla="*/ 6 w 26"/>
                              <a:gd name="T27" fmla="*/ 3 h 82"/>
                              <a:gd name="T28" fmla="*/ 6 w 26"/>
                              <a:gd name="T29" fmla="*/ 3 h 82"/>
                              <a:gd name="T30" fmla="*/ 9 w 26"/>
                              <a:gd name="T31" fmla="*/ 0 h 82"/>
                              <a:gd name="T32" fmla="*/ 12 w 26"/>
                              <a:gd name="T33" fmla="*/ 0 h 82"/>
                              <a:gd name="T34" fmla="*/ 17 w 26"/>
                              <a:gd name="T35" fmla="*/ 28 h 82"/>
                              <a:gd name="T36" fmla="*/ 17 w 26"/>
                              <a:gd name="T37" fmla="*/ 68 h 82"/>
                              <a:gd name="T38" fmla="*/ 17 w 26"/>
                              <a:gd name="T39" fmla="*/ 73 h 82"/>
                              <a:gd name="T40" fmla="*/ 17 w 26"/>
                              <a:gd name="T41" fmla="*/ 76 h 82"/>
                              <a:gd name="T42" fmla="*/ 20 w 26"/>
                              <a:gd name="T43" fmla="*/ 79 h 82"/>
                              <a:gd name="T44" fmla="*/ 20 w 26"/>
                              <a:gd name="T45" fmla="*/ 79 h 82"/>
                              <a:gd name="T46" fmla="*/ 23 w 26"/>
                              <a:gd name="T47" fmla="*/ 79 h 82"/>
                              <a:gd name="T48" fmla="*/ 26 w 26"/>
                              <a:gd name="T49" fmla="*/ 79 h 82"/>
                              <a:gd name="T50" fmla="*/ 26 w 26"/>
                              <a:gd name="T51" fmla="*/ 82 h 82"/>
                              <a:gd name="T52" fmla="*/ 0 w 26"/>
                              <a:gd name="T53" fmla="*/ 82 h 82"/>
                              <a:gd name="T54" fmla="*/ 0 w 26"/>
                              <a:gd name="T55" fmla="*/ 79 h 82"/>
                              <a:gd name="T56" fmla="*/ 3 w 26"/>
                              <a:gd name="T57" fmla="*/ 79 h 82"/>
                              <a:gd name="T58" fmla="*/ 6 w 26"/>
                              <a:gd name="T59" fmla="*/ 79 h 82"/>
                              <a:gd name="T60" fmla="*/ 6 w 26"/>
                              <a:gd name="T61" fmla="*/ 79 h 82"/>
                              <a:gd name="T62" fmla="*/ 6 w 26"/>
                              <a:gd name="T63" fmla="*/ 76 h 82"/>
                              <a:gd name="T64" fmla="*/ 9 w 26"/>
                              <a:gd name="T65" fmla="*/ 73 h 82"/>
                              <a:gd name="T66" fmla="*/ 9 w 26"/>
                              <a:gd name="T67" fmla="*/ 68 h 82"/>
                              <a:gd name="T68" fmla="*/ 9 w 26"/>
                              <a:gd name="T69" fmla="*/ 51 h 82"/>
                              <a:gd name="T70" fmla="*/ 9 w 26"/>
                              <a:gd name="T71" fmla="*/ 42 h 82"/>
                              <a:gd name="T72" fmla="*/ 6 w 26"/>
                              <a:gd name="T73" fmla="*/ 37 h 82"/>
                              <a:gd name="T74" fmla="*/ 6 w 26"/>
                              <a:gd name="T75" fmla="*/ 37 h 82"/>
                              <a:gd name="T76" fmla="*/ 6 w 26"/>
                              <a:gd name="T77" fmla="*/ 34 h 82"/>
                              <a:gd name="T78" fmla="*/ 6 w 26"/>
                              <a:gd name="T79" fmla="*/ 34 h 82"/>
                              <a:gd name="T80" fmla="*/ 3 w 26"/>
                              <a:gd name="T81" fmla="*/ 34 h 82"/>
                              <a:gd name="T82" fmla="*/ 3 w 26"/>
                              <a:gd name="T83" fmla="*/ 34 h 82"/>
                              <a:gd name="T84" fmla="*/ 0 w 26"/>
                              <a:gd name="T85" fmla="*/ 34 h 82"/>
                              <a:gd name="T86" fmla="*/ 0 w 26"/>
                              <a:gd name="T87" fmla="*/ 34 h 82"/>
                              <a:gd name="T88" fmla="*/ 14 w 26"/>
                              <a:gd name="T89" fmla="*/ 28 h 82"/>
                              <a:gd name="T90" fmla="*/ 17 w 26"/>
                              <a:gd name="T91" fmla="*/ 28 h 82"/>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26" h="82">
                                <a:moveTo>
                                  <a:pt x="12" y="0"/>
                                </a:moveTo>
                                <a:lnTo>
                                  <a:pt x="14" y="0"/>
                                </a:lnTo>
                                <a:lnTo>
                                  <a:pt x="17" y="3"/>
                                </a:lnTo>
                                <a:lnTo>
                                  <a:pt x="20" y="6"/>
                                </a:lnTo>
                                <a:lnTo>
                                  <a:pt x="17" y="9"/>
                                </a:lnTo>
                                <a:lnTo>
                                  <a:pt x="17" y="11"/>
                                </a:lnTo>
                                <a:lnTo>
                                  <a:pt x="14" y="11"/>
                                </a:lnTo>
                                <a:lnTo>
                                  <a:pt x="12" y="14"/>
                                </a:lnTo>
                                <a:lnTo>
                                  <a:pt x="9" y="11"/>
                                </a:lnTo>
                                <a:lnTo>
                                  <a:pt x="6" y="11"/>
                                </a:lnTo>
                                <a:lnTo>
                                  <a:pt x="6" y="9"/>
                                </a:lnTo>
                                <a:lnTo>
                                  <a:pt x="6" y="6"/>
                                </a:lnTo>
                                <a:lnTo>
                                  <a:pt x="6" y="3"/>
                                </a:lnTo>
                                <a:lnTo>
                                  <a:pt x="9" y="0"/>
                                </a:lnTo>
                                <a:lnTo>
                                  <a:pt x="12" y="0"/>
                                </a:lnTo>
                                <a:close/>
                                <a:moveTo>
                                  <a:pt x="17" y="28"/>
                                </a:moveTo>
                                <a:lnTo>
                                  <a:pt x="17" y="68"/>
                                </a:lnTo>
                                <a:lnTo>
                                  <a:pt x="17" y="73"/>
                                </a:lnTo>
                                <a:lnTo>
                                  <a:pt x="17" y="76"/>
                                </a:lnTo>
                                <a:lnTo>
                                  <a:pt x="20" y="79"/>
                                </a:lnTo>
                                <a:lnTo>
                                  <a:pt x="23" y="79"/>
                                </a:lnTo>
                                <a:lnTo>
                                  <a:pt x="26" y="79"/>
                                </a:lnTo>
                                <a:lnTo>
                                  <a:pt x="26" y="82"/>
                                </a:lnTo>
                                <a:lnTo>
                                  <a:pt x="0" y="82"/>
                                </a:lnTo>
                                <a:lnTo>
                                  <a:pt x="0" y="79"/>
                                </a:lnTo>
                                <a:lnTo>
                                  <a:pt x="3" y="79"/>
                                </a:lnTo>
                                <a:lnTo>
                                  <a:pt x="6" y="79"/>
                                </a:lnTo>
                                <a:lnTo>
                                  <a:pt x="6" y="76"/>
                                </a:lnTo>
                                <a:lnTo>
                                  <a:pt x="9" y="73"/>
                                </a:lnTo>
                                <a:lnTo>
                                  <a:pt x="9" y="68"/>
                                </a:lnTo>
                                <a:lnTo>
                                  <a:pt x="9" y="51"/>
                                </a:lnTo>
                                <a:lnTo>
                                  <a:pt x="9" y="42"/>
                                </a:lnTo>
                                <a:lnTo>
                                  <a:pt x="6" y="37"/>
                                </a:lnTo>
                                <a:lnTo>
                                  <a:pt x="6" y="34"/>
                                </a:lnTo>
                                <a:lnTo>
                                  <a:pt x="3" y="34"/>
                                </a:lnTo>
                                <a:lnTo>
                                  <a:pt x="0" y="34"/>
                                </a:lnTo>
                                <a:lnTo>
                                  <a:pt x="14" y="28"/>
                                </a:lnTo>
                                <a:lnTo>
                                  <a:pt x="17" y="28"/>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6" name="Freeform 715"/>
                        <wps:cNvSpPr>
                          <a:spLocks/>
                        </wps:cNvSpPr>
                        <wps:spPr bwMode="auto">
                          <a:xfrm>
                            <a:off x="2028" y="1359"/>
                            <a:ext cx="37" cy="54"/>
                          </a:xfrm>
                          <a:custGeom>
                            <a:avLst/>
                            <a:gdLst>
                              <a:gd name="T0" fmla="*/ 34 w 37"/>
                              <a:gd name="T1" fmla="*/ 0 h 54"/>
                              <a:gd name="T2" fmla="*/ 34 w 37"/>
                              <a:gd name="T3" fmla="*/ 17 h 54"/>
                              <a:gd name="T4" fmla="*/ 31 w 37"/>
                              <a:gd name="T5" fmla="*/ 17 h 54"/>
                              <a:gd name="T6" fmla="*/ 28 w 37"/>
                              <a:gd name="T7" fmla="*/ 12 h 54"/>
                              <a:gd name="T8" fmla="*/ 25 w 37"/>
                              <a:gd name="T9" fmla="*/ 6 h 54"/>
                              <a:gd name="T10" fmla="*/ 23 w 37"/>
                              <a:gd name="T11" fmla="*/ 3 h 54"/>
                              <a:gd name="T12" fmla="*/ 17 w 37"/>
                              <a:gd name="T13" fmla="*/ 3 h 54"/>
                              <a:gd name="T14" fmla="*/ 14 w 37"/>
                              <a:gd name="T15" fmla="*/ 3 h 54"/>
                              <a:gd name="T16" fmla="*/ 11 w 37"/>
                              <a:gd name="T17" fmla="*/ 6 h 54"/>
                              <a:gd name="T18" fmla="*/ 9 w 37"/>
                              <a:gd name="T19" fmla="*/ 9 h 54"/>
                              <a:gd name="T20" fmla="*/ 9 w 37"/>
                              <a:gd name="T21" fmla="*/ 9 h 54"/>
                              <a:gd name="T22" fmla="*/ 9 w 37"/>
                              <a:gd name="T23" fmla="*/ 12 h 54"/>
                              <a:gd name="T24" fmla="*/ 9 w 37"/>
                              <a:gd name="T25" fmla="*/ 14 h 54"/>
                              <a:gd name="T26" fmla="*/ 11 w 37"/>
                              <a:gd name="T27" fmla="*/ 17 h 54"/>
                              <a:gd name="T28" fmla="*/ 17 w 37"/>
                              <a:gd name="T29" fmla="*/ 20 h 54"/>
                              <a:gd name="T30" fmla="*/ 25 w 37"/>
                              <a:gd name="T31" fmla="*/ 23 h 54"/>
                              <a:gd name="T32" fmla="*/ 31 w 37"/>
                              <a:gd name="T33" fmla="*/ 28 h 54"/>
                              <a:gd name="T34" fmla="*/ 34 w 37"/>
                              <a:gd name="T35" fmla="*/ 34 h 54"/>
                              <a:gd name="T36" fmla="*/ 37 w 37"/>
                              <a:gd name="T37" fmla="*/ 40 h 54"/>
                              <a:gd name="T38" fmla="*/ 34 w 37"/>
                              <a:gd name="T39" fmla="*/ 45 h 54"/>
                              <a:gd name="T40" fmla="*/ 31 w 37"/>
                              <a:gd name="T41" fmla="*/ 51 h 54"/>
                              <a:gd name="T42" fmla="*/ 25 w 37"/>
                              <a:gd name="T43" fmla="*/ 54 h 54"/>
                              <a:gd name="T44" fmla="*/ 20 w 37"/>
                              <a:gd name="T45" fmla="*/ 54 h 54"/>
                              <a:gd name="T46" fmla="*/ 14 w 37"/>
                              <a:gd name="T47" fmla="*/ 54 h 54"/>
                              <a:gd name="T48" fmla="*/ 9 w 37"/>
                              <a:gd name="T49" fmla="*/ 54 h 54"/>
                              <a:gd name="T50" fmla="*/ 6 w 37"/>
                              <a:gd name="T51" fmla="*/ 51 h 54"/>
                              <a:gd name="T52" fmla="*/ 3 w 37"/>
                              <a:gd name="T53" fmla="*/ 51 h 54"/>
                              <a:gd name="T54" fmla="*/ 3 w 37"/>
                              <a:gd name="T55" fmla="*/ 54 h 54"/>
                              <a:gd name="T56" fmla="*/ 3 w 37"/>
                              <a:gd name="T57" fmla="*/ 54 h 54"/>
                              <a:gd name="T58" fmla="*/ 0 w 37"/>
                              <a:gd name="T59" fmla="*/ 54 h 54"/>
                              <a:gd name="T60" fmla="*/ 0 w 37"/>
                              <a:gd name="T61" fmla="*/ 37 h 54"/>
                              <a:gd name="T62" fmla="*/ 3 w 37"/>
                              <a:gd name="T63" fmla="*/ 37 h 54"/>
                              <a:gd name="T64" fmla="*/ 6 w 37"/>
                              <a:gd name="T65" fmla="*/ 43 h 54"/>
                              <a:gd name="T66" fmla="*/ 9 w 37"/>
                              <a:gd name="T67" fmla="*/ 48 h 54"/>
                              <a:gd name="T68" fmla="*/ 14 w 37"/>
                              <a:gd name="T69" fmla="*/ 51 h 54"/>
                              <a:gd name="T70" fmla="*/ 20 w 37"/>
                              <a:gd name="T71" fmla="*/ 51 h 54"/>
                              <a:gd name="T72" fmla="*/ 23 w 37"/>
                              <a:gd name="T73" fmla="*/ 51 h 54"/>
                              <a:gd name="T74" fmla="*/ 25 w 37"/>
                              <a:gd name="T75" fmla="*/ 48 h 54"/>
                              <a:gd name="T76" fmla="*/ 28 w 37"/>
                              <a:gd name="T77" fmla="*/ 45 h 54"/>
                              <a:gd name="T78" fmla="*/ 28 w 37"/>
                              <a:gd name="T79" fmla="*/ 43 h 54"/>
                              <a:gd name="T80" fmla="*/ 28 w 37"/>
                              <a:gd name="T81" fmla="*/ 40 h 54"/>
                              <a:gd name="T82" fmla="*/ 25 w 37"/>
                              <a:gd name="T83" fmla="*/ 37 h 54"/>
                              <a:gd name="T84" fmla="*/ 20 w 37"/>
                              <a:gd name="T85" fmla="*/ 34 h 54"/>
                              <a:gd name="T86" fmla="*/ 14 w 37"/>
                              <a:gd name="T87" fmla="*/ 28 h 54"/>
                              <a:gd name="T88" fmla="*/ 9 w 37"/>
                              <a:gd name="T89" fmla="*/ 26 h 54"/>
                              <a:gd name="T90" fmla="*/ 3 w 37"/>
                              <a:gd name="T91" fmla="*/ 23 h 54"/>
                              <a:gd name="T92" fmla="*/ 0 w 37"/>
                              <a:gd name="T93" fmla="*/ 20 h 54"/>
                              <a:gd name="T94" fmla="*/ 0 w 37"/>
                              <a:gd name="T95" fmla="*/ 14 h 54"/>
                              <a:gd name="T96" fmla="*/ 3 w 37"/>
                              <a:gd name="T97" fmla="*/ 9 h 54"/>
                              <a:gd name="T98" fmla="*/ 6 w 37"/>
                              <a:gd name="T99" fmla="*/ 3 h 54"/>
                              <a:gd name="T100" fmla="*/ 11 w 37"/>
                              <a:gd name="T101" fmla="*/ 0 h 54"/>
                              <a:gd name="T102" fmla="*/ 17 w 37"/>
                              <a:gd name="T103" fmla="*/ 0 h 54"/>
                              <a:gd name="T104" fmla="*/ 20 w 37"/>
                              <a:gd name="T105" fmla="*/ 0 h 54"/>
                              <a:gd name="T106" fmla="*/ 25 w 37"/>
                              <a:gd name="T107" fmla="*/ 0 h 54"/>
                              <a:gd name="T108" fmla="*/ 28 w 37"/>
                              <a:gd name="T109" fmla="*/ 3 h 54"/>
                              <a:gd name="T110" fmla="*/ 28 w 37"/>
                              <a:gd name="T111" fmla="*/ 3 h 54"/>
                              <a:gd name="T112" fmla="*/ 28 w 37"/>
                              <a:gd name="T113" fmla="*/ 3 h 54"/>
                              <a:gd name="T114" fmla="*/ 31 w 37"/>
                              <a:gd name="T115" fmla="*/ 0 h 54"/>
                              <a:gd name="T116" fmla="*/ 31 w 37"/>
                              <a:gd name="T117" fmla="*/ 0 h 54"/>
                              <a:gd name="T118" fmla="*/ 31 w 37"/>
                              <a:gd name="T119" fmla="*/ 0 h 54"/>
                              <a:gd name="T120" fmla="*/ 34 w 37"/>
                              <a:gd name="T121" fmla="*/ 0 h 54"/>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7" h="54">
                                <a:moveTo>
                                  <a:pt x="34" y="0"/>
                                </a:moveTo>
                                <a:lnTo>
                                  <a:pt x="34" y="17"/>
                                </a:lnTo>
                                <a:lnTo>
                                  <a:pt x="31" y="17"/>
                                </a:lnTo>
                                <a:lnTo>
                                  <a:pt x="28" y="12"/>
                                </a:lnTo>
                                <a:lnTo>
                                  <a:pt x="25" y="6"/>
                                </a:lnTo>
                                <a:lnTo>
                                  <a:pt x="23" y="3"/>
                                </a:lnTo>
                                <a:lnTo>
                                  <a:pt x="17" y="3"/>
                                </a:lnTo>
                                <a:lnTo>
                                  <a:pt x="14" y="3"/>
                                </a:lnTo>
                                <a:lnTo>
                                  <a:pt x="11" y="6"/>
                                </a:lnTo>
                                <a:lnTo>
                                  <a:pt x="9" y="9"/>
                                </a:lnTo>
                                <a:lnTo>
                                  <a:pt x="9" y="12"/>
                                </a:lnTo>
                                <a:lnTo>
                                  <a:pt x="9" y="14"/>
                                </a:lnTo>
                                <a:lnTo>
                                  <a:pt x="11" y="17"/>
                                </a:lnTo>
                                <a:lnTo>
                                  <a:pt x="17" y="20"/>
                                </a:lnTo>
                                <a:lnTo>
                                  <a:pt x="25" y="23"/>
                                </a:lnTo>
                                <a:lnTo>
                                  <a:pt x="31" y="28"/>
                                </a:lnTo>
                                <a:lnTo>
                                  <a:pt x="34" y="34"/>
                                </a:lnTo>
                                <a:lnTo>
                                  <a:pt x="37" y="40"/>
                                </a:lnTo>
                                <a:lnTo>
                                  <a:pt x="34" y="45"/>
                                </a:lnTo>
                                <a:lnTo>
                                  <a:pt x="31" y="51"/>
                                </a:lnTo>
                                <a:lnTo>
                                  <a:pt x="25" y="54"/>
                                </a:lnTo>
                                <a:lnTo>
                                  <a:pt x="20" y="54"/>
                                </a:lnTo>
                                <a:lnTo>
                                  <a:pt x="14" y="54"/>
                                </a:lnTo>
                                <a:lnTo>
                                  <a:pt x="9" y="54"/>
                                </a:lnTo>
                                <a:lnTo>
                                  <a:pt x="6" y="51"/>
                                </a:lnTo>
                                <a:lnTo>
                                  <a:pt x="3" y="51"/>
                                </a:lnTo>
                                <a:lnTo>
                                  <a:pt x="3" y="54"/>
                                </a:lnTo>
                                <a:lnTo>
                                  <a:pt x="0" y="54"/>
                                </a:lnTo>
                                <a:lnTo>
                                  <a:pt x="0" y="37"/>
                                </a:lnTo>
                                <a:lnTo>
                                  <a:pt x="3" y="37"/>
                                </a:lnTo>
                                <a:lnTo>
                                  <a:pt x="6" y="43"/>
                                </a:lnTo>
                                <a:lnTo>
                                  <a:pt x="9" y="48"/>
                                </a:lnTo>
                                <a:lnTo>
                                  <a:pt x="14" y="51"/>
                                </a:lnTo>
                                <a:lnTo>
                                  <a:pt x="20" y="51"/>
                                </a:lnTo>
                                <a:lnTo>
                                  <a:pt x="23" y="51"/>
                                </a:lnTo>
                                <a:lnTo>
                                  <a:pt x="25" y="48"/>
                                </a:lnTo>
                                <a:lnTo>
                                  <a:pt x="28" y="45"/>
                                </a:lnTo>
                                <a:lnTo>
                                  <a:pt x="28" y="43"/>
                                </a:lnTo>
                                <a:lnTo>
                                  <a:pt x="28" y="40"/>
                                </a:lnTo>
                                <a:lnTo>
                                  <a:pt x="25" y="37"/>
                                </a:lnTo>
                                <a:lnTo>
                                  <a:pt x="20" y="34"/>
                                </a:lnTo>
                                <a:lnTo>
                                  <a:pt x="14" y="28"/>
                                </a:lnTo>
                                <a:lnTo>
                                  <a:pt x="9" y="26"/>
                                </a:lnTo>
                                <a:lnTo>
                                  <a:pt x="3" y="23"/>
                                </a:lnTo>
                                <a:lnTo>
                                  <a:pt x="0" y="20"/>
                                </a:lnTo>
                                <a:lnTo>
                                  <a:pt x="0" y="14"/>
                                </a:lnTo>
                                <a:lnTo>
                                  <a:pt x="3" y="9"/>
                                </a:lnTo>
                                <a:lnTo>
                                  <a:pt x="6" y="3"/>
                                </a:lnTo>
                                <a:lnTo>
                                  <a:pt x="11" y="0"/>
                                </a:lnTo>
                                <a:lnTo>
                                  <a:pt x="17" y="0"/>
                                </a:lnTo>
                                <a:lnTo>
                                  <a:pt x="20" y="0"/>
                                </a:lnTo>
                                <a:lnTo>
                                  <a:pt x="25" y="0"/>
                                </a:lnTo>
                                <a:lnTo>
                                  <a:pt x="28" y="3"/>
                                </a:lnTo>
                                <a:lnTo>
                                  <a:pt x="31" y="0"/>
                                </a:lnTo>
                                <a:lnTo>
                                  <a:pt x="34"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7" name="Freeform 716"/>
                        <wps:cNvSpPr>
                          <a:spLocks/>
                        </wps:cNvSpPr>
                        <wps:spPr bwMode="auto">
                          <a:xfrm>
                            <a:off x="2826" y="1399"/>
                            <a:ext cx="56" cy="53"/>
                          </a:xfrm>
                          <a:custGeom>
                            <a:avLst/>
                            <a:gdLst>
                              <a:gd name="T0" fmla="*/ 0 w 56"/>
                              <a:gd name="T1" fmla="*/ 0 h 53"/>
                              <a:gd name="T2" fmla="*/ 25 w 56"/>
                              <a:gd name="T3" fmla="*/ 0 h 53"/>
                              <a:gd name="T4" fmla="*/ 25 w 56"/>
                              <a:gd name="T5" fmla="*/ 0 h 53"/>
                              <a:gd name="T6" fmla="*/ 22 w 56"/>
                              <a:gd name="T7" fmla="*/ 0 h 53"/>
                              <a:gd name="T8" fmla="*/ 22 w 56"/>
                              <a:gd name="T9" fmla="*/ 3 h 53"/>
                              <a:gd name="T10" fmla="*/ 20 w 56"/>
                              <a:gd name="T11" fmla="*/ 3 h 53"/>
                              <a:gd name="T12" fmla="*/ 20 w 56"/>
                              <a:gd name="T13" fmla="*/ 3 h 53"/>
                              <a:gd name="T14" fmla="*/ 20 w 56"/>
                              <a:gd name="T15" fmla="*/ 5 h 53"/>
                              <a:gd name="T16" fmla="*/ 20 w 56"/>
                              <a:gd name="T17" fmla="*/ 8 h 53"/>
                              <a:gd name="T18" fmla="*/ 20 w 56"/>
                              <a:gd name="T19" fmla="*/ 11 h 53"/>
                              <a:gd name="T20" fmla="*/ 31 w 56"/>
                              <a:gd name="T21" fmla="*/ 39 h 53"/>
                              <a:gd name="T22" fmla="*/ 42 w 56"/>
                              <a:gd name="T23" fmla="*/ 8 h 53"/>
                              <a:gd name="T24" fmla="*/ 45 w 56"/>
                              <a:gd name="T25" fmla="*/ 5 h 53"/>
                              <a:gd name="T26" fmla="*/ 45 w 56"/>
                              <a:gd name="T27" fmla="*/ 3 h 53"/>
                              <a:gd name="T28" fmla="*/ 45 w 56"/>
                              <a:gd name="T29" fmla="*/ 3 h 53"/>
                              <a:gd name="T30" fmla="*/ 45 w 56"/>
                              <a:gd name="T31" fmla="*/ 3 h 53"/>
                              <a:gd name="T32" fmla="*/ 42 w 56"/>
                              <a:gd name="T33" fmla="*/ 3 h 53"/>
                              <a:gd name="T34" fmla="*/ 42 w 56"/>
                              <a:gd name="T35" fmla="*/ 3 h 53"/>
                              <a:gd name="T36" fmla="*/ 42 w 56"/>
                              <a:gd name="T37" fmla="*/ 0 h 53"/>
                              <a:gd name="T38" fmla="*/ 39 w 56"/>
                              <a:gd name="T39" fmla="*/ 0 h 53"/>
                              <a:gd name="T40" fmla="*/ 39 w 56"/>
                              <a:gd name="T41" fmla="*/ 0 h 53"/>
                              <a:gd name="T42" fmla="*/ 56 w 56"/>
                              <a:gd name="T43" fmla="*/ 0 h 53"/>
                              <a:gd name="T44" fmla="*/ 56 w 56"/>
                              <a:gd name="T45" fmla="*/ 0 h 53"/>
                              <a:gd name="T46" fmla="*/ 53 w 56"/>
                              <a:gd name="T47" fmla="*/ 3 h 53"/>
                              <a:gd name="T48" fmla="*/ 50 w 56"/>
                              <a:gd name="T49" fmla="*/ 3 h 53"/>
                              <a:gd name="T50" fmla="*/ 48 w 56"/>
                              <a:gd name="T51" fmla="*/ 5 h 53"/>
                              <a:gd name="T52" fmla="*/ 48 w 56"/>
                              <a:gd name="T53" fmla="*/ 8 h 53"/>
                              <a:gd name="T54" fmla="*/ 31 w 56"/>
                              <a:gd name="T55" fmla="*/ 53 h 53"/>
                              <a:gd name="T56" fmla="*/ 25 w 56"/>
                              <a:gd name="T57" fmla="*/ 53 h 53"/>
                              <a:gd name="T58" fmla="*/ 8 w 56"/>
                              <a:gd name="T59" fmla="*/ 8 h 53"/>
                              <a:gd name="T60" fmla="*/ 8 w 56"/>
                              <a:gd name="T61" fmla="*/ 5 h 53"/>
                              <a:gd name="T62" fmla="*/ 6 w 56"/>
                              <a:gd name="T63" fmla="*/ 5 h 53"/>
                              <a:gd name="T64" fmla="*/ 6 w 56"/>
                              <a:gd name="T65" fmla="*/ 3 h 53"/>
                              <a:gd name="T66" fmla="*/ 3 w 56"/>
                              <a:gd name="T67" fmla="*/ 3 h 53"/>
                              <a:gd name="T68" fmla="*/ 3 w 56"/>
                              <a:gd name="T69" fmla="*/ 3 h 53"/>
                              <a:gd name="T70" fmla="*/ 0 w 56"/>
                              <a:gd name="T71" fmla="*/ 0 h 53"/>
                              <a:gd name="T72" fmla="*/ 0 w 56"/>
                              <a:gd name="T73" fmla="*/ 0 h 53"/>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56" h="53">
                                <a:moveTo>
                                  <a:pt x="0" y="0"/>
                                </a:moveTo>
                                <a:lnTo>
                                  <a:pt x="25" y="0"/>
                                </a:lnTo>
                                <a:lnTo>
                                  <a:pt x="22" y="0"/>
                                </a:lnTo>
                                <a:lnTo>
                                  <a:pt x="22" y="3"/>
                                </a:lnTo>
                                <a:lnTo>
                                  <a:pt x="20" y="3"/>
                                </a:lnTo>
                                <a:lnTo>
                                  <a:pt x="20" y="5"/>
                                </a:lnTo>
                                <a:lnTo>
                                  <a:pt x="20" y="8"/>
                                </a:lnTo>
                                <a:lnTo>
                                  <a:pt x="20" y="11"/>
                                </a:lnTo>
                                <a:lnTo>
                                  <a:pt x="31" y="39"/>
                                </a:lnTo>
                                <a:lnTo>
                                  <a:pt x="42" y="8"/>
                                </a:lnTo>
                                <a:lnTo>
                                  <a:pt x="45" y="5"/>
                                </a:lnTo>
                                <a:lnTo>
                                  <a:pt x="45" y="3"/>
                                </a:lnTo>
                                <a:lnTo>
                                  <a:pt x="42" y="3"/>
                                </a:lnTo>
                                <a:lnTo>
                                  <a:pt x="42" y="0"/>
                                </a:lnTo>
                                <a:lnTo>
                                  <a:pt x="39" y="0"/>
                                </a:lnTo>
                                <a:lnTo>
                                  <a:pt x="56" y="0"/>
                                </a:lnTo>
                                <a:lnTo>
                                  <a:pt x="53" y="3"/>
                                </a:lnTo>
                                <a:lnTo>
                                  <a:pt x="50" y="3"/>
                                </a:lnTo>
                                <a:lnTo>
                                  <a:pt x="48" y="5"/>
                                </a:lnTo>
                                <a:lnTo>
                                  <a:pt x="48" y="8"/>
                                </a:lnTo>
                                <a:lnTo>
                                  <a:pt x="31" y="53"/>
                                </a:lnTo>
                                <a:lnTo>
                                  <a:pt x="25" y="53"/>
                                </a:lnTo>
                                <a:lnTo>
                                  <a:pt x="8" y="8"/>
                                </a:lnTo>
                                <a:lnTo>
                                  <a:pt x="8" y="5"/>
                                </a:lnTo>
                                <a:lnTo>
                                  <a:pt x="6" y="5"/>
                                </a:lnTo>
                                <a:lnTo>
                                  <a:pt x="6" y="3"/>
                                </a:lnTo>
                                <a:lnTo>
                                  <a:pt x="3" y="3"/>
                                </a:lnTo>
                                <a:lnTo>
                                  <a:pt x="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8" name="Freeform 717"/>
                        <wps:cNvSpPr>
                          <a:spLocks/>
                        </wps:cNvSpPr>
                        <wps:spPr bwMode="auto">
                          <a:xfrm>
                            <a:off x="2885" y="1399"/>
                            <a:ext cx="50" cy="53"/>
                          </a:xfrm>
                          <a:custGeom>
                            <a:avLst/>
                            <a:gdLst>
                              <a:gd name="T0" fmla="*/ 25 w 50"/>
                              <a:gd name="T1" fmla="*/ 0 h 53"/>
                              <a:gd name="T2" fmla="*/ 34 w 50"/>
                              <a:gd name="T3" fmla="*/ 0 h 53"/>
                              <a:gd name="T4" fmla="*/ 39 w 50"/>
                              <a:gd name="T5" fmla="*/ 3 h 53"/>
                              <a:gd name="T6" fmla="*/ 45 w 50"/>
                              <a:gd name="T7" fmla="*/ 8 h 53"/>
                              <a:gd name="T8" fmla="*/ 50 w 50"/>
                              <a:gd name="T9" fmla="*/ 17 h 53"/>
                              <a:gd name="T10" fmla="*/ 50 w 50"/>
                              <a:gd name="T11" fmla="*/ 25 h 53"/>
                              <a:gd name="T12" fmla="*/ 50 w 50"/>
                              <a:gd name="T13" fmla="*/ 31 h 53"/>
                              <a:gd name="T14" fmla="*/ 48 w 50"/>
                              <a:gd name="T15" fmla="*/ 39 h 53"/>
                              <a:gd name="T16" fmla="*/ 45 w 50"/>
                              <a:gd name="T17" fmla="*/ 45 h 53"/>
                              <a:gd name="T18" fmla="*/ 39 w 50"/>
                              <a:gd name="T19" fmla="*/ 50 h 53"/>
                              <a:gd name="T20" fmla="*/ 34 w 50"/>
                              <a:gd name="T21" fmla="*/ 53 h 53"/>
                              <a:gd name="T22" fmla="*/ 25 w 50"/>
                              <a:gd name="T23" fmla="*/ 53 h 53"/>
                              <a:gd name="T24" fmla="*/ 20 w 50"/>
                              <a:gd name="T25" fmla="*/ 53 h 53"/>
                              <a:gd name="T26" fmla="*/ 11 w 50"/>
                              <a:gd name="T27" fmla="*/ 48 h 53"/>
                              <a:gd name="T28" fmla="*/ 8 w 50"/>
                              <a:gd name="T29" fmla="*/ 45 h 53"/>
                              <a:gd name="T30" fmla="*/ 3 w 50"/>
                              <a:gd name="T31" fmla="*/ 36 h 53"/>
                              <a:gd name="T32" fmla="*/ 0 w 50"/>
                              <a:gd name="T33" fmla="*/ 25 h 53"/>
                              <a:gd name="T34" fmla="*/ 3 w 50"/>
                              <a:gd name="T35" fmla="*/ 19 h 53"/>
                              <a:gd name="T36" fmla="*/ 6 w 50"/>
                              <a:gd name="T37" fmla="*/ 11 h 53"/>
                              <a:gd name="T38" fmla="*/ 8 w 50"/>
                              <a:gd name="T39" fmla="*/ 5 h 53"/>
                              <a:gd name="T40" fmla="*/ 14 w 50"/>
                              <a:gd name="T41" fmla="*/ 3 h 53"/>
                              <a:gd name="T42" fmla="*/ 20 w 50"/>
                              <a:gd name="T43" fmla="*/ 0 h 53"/>
                              <a:gd name="T44" fmla="*/ 25 w 50"/>
                              <a:gd name="T45" fmla="*/ 0 h 53"/>
                              <a:gd name="T46" fmla="*/ 25 w 50"/>
                              <a:gd name="T47" fmla="*/ 3 h 53"/>
                              <a:gd name="T48" fmla="*/ 22 w 50"/>
                              <a:gd name="T49" fmla="*/ 3 h 53"/>
                              <a:gd name="T50" fmla="*/ 20 w 50"/>
                              <a:gd name="T51" fmla="*/ 3 h 53"/>
                              <a:gd name="T52" fmla="*/ 17 w 50"/>
                              <a:gd name="T53" fmla="*/ 5 h 53"/>
                              <a:gd name="T54" fmla="*/ 14 w 50"/>
                              <a:gd name="T55" fmla="*/ 11 h 53"/>
                              <a:gd name="T56" fmla="*/ 11 w 50"/>
                              <a:gd name="T57" fmla="*/ 17 h 53"/>
                              <a:gd name="T58" fmla="*/ 11 w 50"/>
                              <a:gd name="T59" fmla="*/ 22 h 53"/>
                              <a:gd name="T60" fmla="*/ 11 w 50"/>
                              <a:gd name="T61" fmla="*/ 33 h 53"/>
                              <a:gd name="T62" fmla="*/ 17 w 50"/>
                              <a:gd name="T63" fmla="*/ 42 h 53"/>
                              <a:gd name="T64" fmla="*/ 22 w 50"/>
                              <a:gd name="T65" fmla="*/ 48 h 53"/>
                              <a:gd name="T66" fmla="*/ 28 w 50"/>
                              <a:gd name="T67" fmla="*/ 50 h 53"/>
                              <a:gd name="T68" fmla="*/ 34 w 50"/>
                              <a:gd name="T69" fmla="*/ 48 h 53"/>
                              <a:gd name="T70" fmla="*/ 39 w 50"/>
                              <a:gd name="T71" fmla="*/ 45 h 53"/>
                              <a:gd name="T72" fmla="*/ 42 w 50"/>
                              <a:gd name="T73" fmla="*/ 39 h 53"/>
                              <a:gd name="T74" fmla="*/ 42 w 50"/>
                              <a:gd name="T75" fmla="*/ 31 h 53"/>
                              <a:gd name="T76" fmla="*/ 42 w 50"/>
                              <a:gd name="T77" fmla="*/ 19 h 53"/>
                              <a:gd name="T78" fmla="*/ 39 w 50"/>
                              <a:gd name="T79" fmla="*/ 14 h 53"/>
                              <a:gd name="T80" fmla="*/ 36 w 50"/>
                              <a:gd name="T81" fmla="*/ 8 h 53"/>
                              <a:gd name="T82" fmla="*/ 31 w 50"/>
                              <a:gd name="T83" fmla="*/ 3 h 53"/>
                              <a:gd name="T84" fmla="*/ 25 w 50"/>
                              <a:gd name="T85" fmla="*/ 3 h 53"/>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50" h="53">
                                <a:moveTo>
                                  <a:pt x="25" y="0"/>
                                </a:moveTo>
                                <a:lnTo>
                                  <a:pt x="34" y="0"/>
                                </a:lnTo>
                                <a:lnTo>
                                  <a:pt x="39" y="3"/>
                                </a:lnTo>
                                <a:lnTo>
                                  <a:pt x="45" y="8"/>
                                </a:lnTo>
                                <a:lnTo>
                                  <a:pt x="50" y="17"/>
                                </a:lnTo>
                                <a:lnTo>
                                  <a:pt x="50" y="25"/>
                                </a:lnTo>
                                <a:lnTo>
                                  <a:pt x="50" y="31"/>
                                </a:lnTo>
                                <a:lnTo>
                                  <a:pt x="48" y="39"/>
                                </a:lnTo>
                                <a:lnTo>
                                  <a:pt x="45" y="45"/>
                                </a:lnTo>
                                <a:lnTo>
                                  <a:pt x="39" y="50"/>
                                </a:lnTo>
                                <a:lnTo>
                                  <a:pt x="34" y="53"/>
                                </a:lnTo>
                                <a:lnTo>
                                  <a:pt x="25" y="53"/>
                                </a:lnTo>
                                <a:lnTo>
                                  <a:pt x="20" y="53"/>
                                </a:lnTo>
                                <a:lnTo>
                                  <a:pt x="11" y="48"/>
                                </a:lnTo>
                                <a:lnTo>
                                  <a:pt x="8" y="45"/>
                                </a:lnTo>
                                <a:lnTo>
                                  <a:pt x="3" y="36"/>
                                </a:lnTo>
                                <a:lnTo>
                                  <a:pt x="0" y="25"/>
                                </a:lnTo>
                                <a:lnTo>
                                  <a:pt x="3" y="19"/>
                                </a:lnTo>
                                <a:lnTo>
                                  <a:pt x="6" y="11"/>
                                </a:lnTo>
                                <a:lnTo>
                                  <a:pt x="8" y="5"/>
                                </a:lnTo>
                                <a:lnTo>
                                  <a:pt x="14" y="3"/>
                                </a:lnTo>
                                <a:lnTo>
                                  <a:pt x="20" y="0"/>
                                </a:lnTo>
                                <a:lnTo>
                                  <a:pt x="25" y="0"/>
                                </a:lnTo>
                                <a:close/>
                                <a:moveTo>
                                  <a:pt x="25" y="3"/>
                                </a:moveTo>
                                <a:lnTo>
                                  <a:pt x="22" y="3"/>
                                </a:lnTo>
                                <a:lnTo>
                                  <a:pt x="20" y="3"/>
                                </a:lnTo>
                                <a:lnTo>
                                  <a:pt x="17" y="5"/>
                                </a:lnTo>
                                <a:lnTo>
                                  <a:pt x="14" y="11"/>
                                </a:lnTo>
                                <a:lnTo>
                                  <a:pt x="11" y="17"/>
                                </a:lnTo>
                                <a:lnTo>
                                  <a:pt x="11" y="22"/>
                                </a:lnTo>
                                <a:lnTo>
                                  <a:pt x="11" y="33"/>
                                </a:lnTo>
                                <a:lnTo>
                                  <a:pt x="17" y="42"/>
                                </a:lnTo>
                                <a:lnTo>
                                  <a:pt x="22" y="48"/>
                                </a:lnTo>
                                <a:lnTo>
                                  <a:pt x="28" y="50"/>
                                </a:lnTo>
                                <a:lnTo>
                                  <a:pt x="34" y="48"/>
                                </a:lnTo>
                                <a:lnTo>
                                  <a:pt x="39" y="45"/>
                                </a:lnTo>
                                <a:lnTo>
                                  <a:pt x="42" y="39"/>
                                </a:lnTo>
                                <a:lnTo>
                                  <a:pt x="42" y="31"/>
                                </a:lnTo>
                                <a:lnTo>
                                  <a:pt x="42" y="19"/>
                                </a:lnTo>
                                <a:lnTo>
                                  <a:pt x="39" y="14"/>
                                </a:lnTo>
                                <a:lnTo>
                                  <a:pt x="36" y="8"/>
                                </a:lnTo>
                                <a:lnTo>
                                  <a:pt x="31" y="3"/>
                                </a:lnTo>
                                <a:lnTo>
                                  <a:pt x="25" y="3"/>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9" name="Freeform 718"/>
                        <wps:cNvSpPr>
                          <a:spLocks/>
                        </wps:cNvSpPr>
                        <wps:spPr bwMode="auto">
                          <a:xfrm>
                            <a:off x="2944" y="1399"/>
                            <a:ext cx="45" cy="53"/>
                          </a:xfrm>
                          <a:custGeom>
                            <a:avLst/>
                            <a:gdLst>
                              <a:gd name="T0" fmla="*/ 45 w 45"/>
                              <a:gd name="T1" fmla="*/ 31 h 53"/>
                              <a:gd name="T2" fmla="*/ 42 w 45"/>
                              <a:gd name="T3" fmla="*/ 42 h 53"/>
                              <a:gd name="T4" fmla="*/ 36 w 45"/>
                              <a:gd name="T5" fmla="*/ 48 h 53"/>
                              <a:gd name="T6" fmla="*/ 31 w 45"/>
                              <a:gd name="T7" fmla="*/ 50 h 53"/>
                              <a:gd name="T8" fmla="*/ 22 w 45"/>
                              <a:gd name="T9" fmla="*/ 53 h 53"/>
                              <a:gd name="T10" fmla="*/ 14 w 45"/>
                              <a:gd name="T11" fmla="*/ 50 h 53"/>
                              <a:gd name="T12" fmla="*/ 8 w 45"/>
                              <a:gd name="T13" fmla="*/ 45 h 53"/>
                              <a:gd name="T14" fmla="*/ 5 w 45"/>
                              <a:gd name="T15" fmla="*/ 39 h 53"/>
                              <a:gd name="T16" fmla="*/ 3 w 45"/>
                              <a:gd name="T17" fmla="*/ 33 h 53"/>
                              <a:gd name="T18" fmla="*/ 0 w 45"/>
                              <a:gd name="T19" fmla="*/ 25 h 53"/>
                              <a:gd name="T20" fmla="*/ 3 w 45"/>
                              <a:gd name="T21" fmla="*/ 19 h 53"/>
                              <a:gd name="T22" fmla="*/ 5 w 45"/>
                              <a:gd name="T23" fmla="*/ 11 h 53"/>
                              <a:gd name="T24" fmla="*/ 8 w 45"/>
                              <a:gd name="T25" fmla="*/ 5 h 53"/>
                              <a:gd name="T26" fmla="*/ 17 w 45"/>
                              <a:gd name="T27" fmla="*/ 0 h 53"/>
                              <a:gd name="T28" fmla="*/ 25 w 45"/>
                              <a:gd name="T29" fmla="*/ 0 h 53"/>
                              <a:gd name="T30" fmla="*/ 34 w 45"/>
                              <a:gd name="T31" fmla="*/ 0 h 53"/>
                              <a:gd name="T32" fmla="*/ 39 w 45"/>
                              <a:gd name="T33" fmla="*/ 3 h 53"/>
                              <a:gd name="T34" fmla="*/ 42 w 45"/>
                              <a:gd name="T35" fmla="*/ 5 h 53"/>
                              <a:gd name="T36" fmla="*/ 42 w 45"/>
                              <a:gd name="T37" fmla="*/ 11 h 53"/>
                              <a:gd name="T38" fmla="*/ 42 w 45"/>
                              <a:gd name="T39" fmla="*/ 14 h 53"/>
                              <a:gd name="T40" fmla="*/ 42 w 45"/>
                              <a:gd name="T41" fmla="*/ 14 h 53"/>
                              <a:gd name="T42" fmla="*/ 39 w 45"/>
                              <a:gd name="T43" fmla="*/ 14 h 53"/>
                              <a:gd name="T44" fmla="*/ 39 w 45"/>
                              <a:gd name="T45" fmla="*/ 17 h 53"/>
                              <a:gd name="T46" fmla="*/ 36 w 45"/>
                              <a:gd name="T47" fmla="*/ 14 h 53"/>
                              <a:gd name="T48" fmla="*/ 34 w 45"/>
                              <a:gd name="T49" fmla="*/ 14 h 53"/>
                              <a:gd name="T50" fmla="*/ 34 w 45"/>
                              <a:gd name="T51" fmla="*/ 11 h 53"/>
                              <a:gd name="T52" fmla="*/ 31 w 45"/>
                              <a:gd name="T53" fmla="*/ 8 h 53"/>
                              <a:gd name="T54" fmla="*/ 31 w 45"/>
                              <a:gd name="T55" fmla="*/ 5 h 53"/>
                              <a:gd name="T56" fmla="*/ 31 w 45"/>
                              <a:gd name="T57" fmla="*/ 3 h 53"/>
                              <a:gd name="T58" fmla="*/ 28 w 45"/>
                              <a:gd name="T59" fmla="*/ 3 h 53"/>
                              <a:gd name="T60" fmla="*/ 25 w 45"/>
                              <a:gd name="T61" fmla="*/ 3 h 53"/>
                              <a:gd name="T62" fmla="*/ 20 w 45"/>
                              <a:gd name="T63" fmla="*/ 3 h 53"/>
                              <a:gd name="T64" fmla="*/ 17 w 45"/>
                              <a:gd name="T65" fmla="*/ 5 h 53"/>
                              <a:gd name="T66" fmla="*/ 11 w 45"/>
                              <a:gd name="T67" fmla="*/ 14 h 53"/>
                              <a:gd name="T68" fmla="*/ 11 w 45"/>
                              <a:gd name="T69" fmla="*/ 19 h 53"/>
                              <a:gd name="T70" fmla="*/ 11 w 45"/>
                              <a:gd name="T71" fmla="*/ 28 h 53"/>
                              <a:gd name="T72" fmla="*/ 17 w 45"/>
                              <a:gd name="T73" fmla="*/ 36 h 53"/>
                              <a:gd name="T74" fmla="*/ 22 w 45"/>
                              <a:gd name="T75" fmla="*/ 42 h 53"/>
                              <a:gd name="T76" fmla="*/ 28 w 45"/>
                              <a:gd name="T77" fmla="*/ 45 h 53"/>
                              <a:gd name="T78" fmla="*/ 34 w 45"/>
                              <a:gd name="T79" fmla="*/ 42 h 53"/>
                              <a:gd name="T80" fmla="*/ 39 w 45"/>
                              <a:gd name="T81" fmla="*/ 39 h 53"/>
                              <a:gd name="T82" fmla="*/ 42 w 45"/>
                              <a:gd name="T83" fmla="*/ 36 h 53"/>
                              <a:gd name="T84" fmla="*/ 45 w 45"/>
                              <a:gd name="T85" fmla="*/ 31 h 53"/>
                              <a:gd name="T86" fmla="*/ 45 w 45"/>
                              <a:gd name="T87" fmla="*/ 31 h 5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45" h="53">
                                <a:moveTo>
                                  <a:pt x="45" y="31"/>
                                </a:moveTo>
                                <a:lnTo>
                                  <a:pt x="42" y="42"/>
                                </a:lnTo>
                                <a:lnTo>
                                  <a:pt x="36" y="48"/>
                                </a:lnTo>
                                <a:lnTo>
                                  <a:pt x="31" y="50"/>
                                </a:lnTo>
                                <a:lnTo>
                                  <a:pt x="22" y="53"/>
                                </a:lnTo>
                                <a:lnTo>
                                  <a:pt x="14" y="50"/>
                                </a:lnTo>
                                <a:lnTo>
                                  <a:pt x="8" y="45"/>
                                </a:lnTo>
                                <a:lnTo>
                                  <a:pt x="5" y="39"/>
                                </a:lnTo>
                                <a:lnTo>
                                  <a:pt x="3" y="33"/>
                                </a:lnTo>
                                <a:lnTo>
                                  <a:pt x="0" y="25"/>
                                </a:lnTo>
                                <a:lnTo>
                                  <a:pt x="3" y="19"/>
                                </a:lnTo>
                                <a:lnTo>
                                  <a:pt x="5" y="11"/>
                                </a:lnTo>
                                <a:lnTo>
                                  <a:pt x="8" y="5"/>
                                </a:lnTo>
                                <a:lnTo>
                                  <a:pt x="17" y="0"/>
                                </a:lnTo>
                                <a:lnTo>
                                  <a:pt x="25" y="0"/>
                                </a:lnTo>
                                <a:lnTo>
                                  <a:pt x="34" y="0"/>
                                </a:lnTo>
                                <a:lnTo>
                                  <a:pt x="39" y="3"/>
                                </a:lnTo>
                                <a:lnTo>
                                  <a:pt x="42" y="5"/>
                                </a:lnTo>
                                <a:lnTo>
                                  <a:pt x="42" y="11"/>
                                </a:lnTo>
                                <a:lnTo>
                                  <a:pt x="42" y="14"/>
                                </a:lnTo>
                                <a:lnTo>
                                  <a:pt x="39" y="14"/>
                                </a:lnTo>
                                <a:lnTo>
                                  <a:pt x="39" y="17"/>
                                </a:lnTo>
                                <a:lnTo>
                                  <a:pt x="36" y="14"/>
                                </a:lnTo>
                                <a:lnTo>
                                  <a:pt x="34" y="14"/>
                                </a:lnTo>
                                <a:lnTo>
                                  <a:pt x="34" y="11"/>
                                </a:lnTo>
                                <a:lnTo>
                                  <a:pt x="31" y="8"/>
                                </a:lnTo>
                                <a:lnTo>
                                  <a:pt x="31" y="5"/>
                                </a:lnTo>
                                <a:lnTo>
                                  <a:pt x="31" y="3"/>
                                </a:lnTo>
                                <a:lnTo>
                                  <a:pt x="28" y="3"/>
                                </a:lnTo>
                                <a:lnTo>
                                  <a:pt x="25" y="3"/>
                                </a:lnTo>
                                <a:lnTo>
                                  <a:pt x="20" y="3"/>
                                </a:lnTo>
                                <a:lnTo>
                                  <a:pt x="17" y="5"/>
                                </a:lnTo>
                                <a:lnTo>
                                  <a:pt x="11" y="14"/>
                                </a:lnTo>
                                <a:lnTo>
                                  <a:pt x="11" y="19"/>
                                </a:lnTo>
                                <a:lnTo>
                                  <a:pt x="11" y="28"/>
                                </a:lnTo>
                                <a:lnTo>
                                  <a:pt x="17" y="36"/>
                                </a:lnTo>
                                <a:lnTo>
                                  <a:pt x="22" y="42"/>
                                </a:lnTo>
                                <a:lnTo>
                                  <a:pt x="28" y="45"/>
                                </a:lnTo>
                                <a:lnTo>
                                  <a:pt x="34" y="42"/>
                                </a:lnTo>
                                <a:lnTo>
                                  <a:pt x="39" y="39"/>
                                </a:lnTo>
                                <a:lnTo>
                                  <a:pt x="42" y="36"/>
                                </a:lnTo>
                                <a:lnTo>
                                  <a:pt x="45" y="3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0" name="Freeform 719"/>
                        <wps:cNvSpPr>
                          <a:spLocks/>
                        </wps:cNvSpPr>
                        <wps:spPr bwMode="auto">
                          <a:xfrm>
                            <a:off x="2997" y="1399"/>
                            <a:ext cx="48" cy="53"/>
                          </a:xfrm>
                          <a:custGeom>
                            <a:avLst/>
                            <a:gdLst>
                              <a:gd name="T0" fmla="*/ 26 w 48"/>
                              <a:gd name="T1" fmla="*/ 48 h 53"/>
                              <a:gd name="T2" fmla="*/ 20 w 48"/>
                              <a:gd name="T3" fmla="*/ 50 h 53"/>
                              <a:gd name="T4" fmla="*/ 14 w 48"/>
                              <a:gd name="T5" fmla="*/ 53 h 53"/>
                              <a:gd name="T6" fmla="*/ 6 w 48"/>
                              <a:gd name="T7" fmla="*/ 50 h 53"/>
                              <a:gd name="T8" fmla="*/ 0 w 48"/>
                              <a:gd name="T9" fmla="*/ 39 h 53"/>
                              <a:gd name="T10" fmla="*/ 3 w 48"/>
                              <a:gd name="T11" fmla="*/ 33 h 53"/>
                              <a:gd name="T12" fmla="*/ 11 w 48"/>
                              <a:gd name="T13" fmla="*/ 25 h 53"/>
                              <a:gd name="T14" fmla="*/ 31 w 48"/>
                              <a:gd name="T15" fmla="*/ 17 h 53"/>
                              <a:gd name="T16" fmla="*/ 31 w 48"/>
                              <a:gd name="T17" fmla="*/ 8 h 53"/>
                              <a:gd name="T18" fmla="*/ 26 w 48"/>
                              <a:gd name="T19" fmla="*/ 3 h 53"/>
                              <a:gd name="T20" fmla="*/ 17 w 48"/>
                              <a:gd name="T21" fmla="*/ 3 h 53"/>
                              <a:gd name="T22" fmla="*/ 14 w 48"/>
                              <a:gd name="T23" fmla="*/ 5 h 53"/>
                              <a:gd name="T24" fmla="*/ 14 w 48"/>
                              <a:gd name="T25" fmla="*/ 11 h 53"/>
                              <a:gd name="T26" fmla="*/ 11 w 48"/>
                              <a:gd name="T27" fmla="*/ 17 h 53"/>
                              <a:gd name="T28" fmla="*/ 9 w 48"/>
                              <a:gd name="T29" fmla="*/ 17 h 53"/>
                              <a:gd name="T30" fmla="*/ 6 w 48"/>
                              <a:gd name="T31" fmla="*/ 17 h 53"/>
                              <a:gd name="T32" fmla="*/ 3 w 48"/>
                              <a:gd name="T33" fmla="*/ 11 h 53"/>
                              <a:gd name="T34" fmla="*/ 9 w 48"/>
                              <a:gd name="T35" fmla="*/ 3 h 53"/>
                              <a:gd name="T36" fmla="*/ 23 w 48"/>
                              <a:gd name="T37" fmla="*/ 0 h 53"/>
                              <a:gd name="T38" fmla="*/ 34 w 48"/>
                              <a:gd name="T39" fmla="*/ 0 h 53"/>
                              <a:gd name="T40" fmla="*/ 40 w 48"/>
                              <a:gd name="T41" fmla="*/ 5 h 53"/>
                              <a:gd name="T42" fmla="*/ 40 w 48"/>
                              <a:gd name="T43" fmla="*/ 17 h 53"/>
                              <a:gd name="T44" fmla="*/ 40 w 48"/>
                              <a:gd name="T45" fmla="*/ 39 h 53"/>
                              <a:gd name="T46" fmla="*/ 42 w 48"/>
                              <a:gd name="T47" fmla="*/ 45 h 53"/>
                              <a:gd name="T48" fmla="*/ 42 w 48"/>
                              <a:gd name="T49" fmla="*/ 45 h 53"/>
                              <a:gd name="T50" fmla="*/ 45 w 48"/>
                              <a:gd name="T51" fmla="*/ 45 h 53"/>
                              <a:gd name="T52" fmla="*/ 45 w 48"/>
                              <a:gd name="T53" fmla="*/ 45 h 53"/>
                              <a:gd name="T54" fmla="*/ 48 w 48"/>
                              <a:gd name="T55" fmla="*/ 45 h 53"/>
                              <a:gd name="T56" fmla="*/ 37 w 48"/>
                              <a:gd name="T57" fmla="*/ 53 h 53"/>
                              <a:gd name="T58" fmla="*/ 31 w 48"/>
                              <a:gd name="T59" fmla="*/ 50 h 53"/>
                              <a:gd name="T60" fmla="*/ 31 w 48"/>
                              <a:gd name="T61" fmla="*/ 45 h 53"/>
                              <a:gd name="T62" fmla="*/ 31 w 48"/>
                              <a:gd name="T63" fmla="*/ 22 h 53"/>
                              <a:gd name="T64" fmla="*/ 20 w 48"/>
                              <a:gd name="T65" fmla="*/ 25 h 53"/>
                              <a:gd name="T66" fmla="*/ 11 w 48"/>
                              <a:gd name="T67" fmla="*/ 31 h 53"/>
                              <a:gd name="T68" fmla="*/ 11 w 48"/>
                              <a:gd name="T69" fmla="*/ 36 h 53"/>
                              <a:gd name="T70" fmla="*/ 14 w 48"/>
                              <a:gd name="T71" fmla="*/ 42 h 53"/>
                              <a:gd name="T72" fmla="*/ 20 w 48"/>
                              <a:gd name="T73" fmla="*/ 45 h 53"/>
                              <a:gd name="T74" fmla="*/ 31 w 48"/>
                              <a:gd name="T75" fmla="*/ 39 h 53"/>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3">
                                <a:moveTo>
                                  <a:pt x="31" y="45"/>
                                </a:moveTo>
                                <a:lnTo>
                                  <a:pt x="26" y="48"/>
                                </a:lnTo>
                                <a:lnTo>
                                  <a:pt x="23" y="50"/>
                                </a:lnTo>
                                <a:lnTo>
                                  <a:pt x="20" y="50"/>
                                </a:lnTo>
                                <a:lnTo>
                                  <a:pt x="17" y="53"/>
                                </a:lnTo>
                                <a:lnTo>
                                  <a:pt x="14" y="53"/>
                                </a:lnTo>
                                <a:lnTo>
                                  <a:pt x="9" y="53"/>
                                </a:lnTo>
                                <a:lnTo>
                                  <a:pt x="6" y="50"/>
                                </a:lnTo>
                                <a:lnTo>
                                  <a:pt x="3" y="45"/>
                                </a:lnTo>
                                <a:lnTo>
                                  <a:pt x="0" y="39"/>
                                </a:lnTo>
                                <a:lnTo>
                                  <a:pt x="0" y="36"/>
                                </a:lnTo>
                                <a:lnTo>
                                  <a:pt x="3" y="33"/>
                                </a:lnTo>
                                <a:lnTo>
                                  <a:pt x="6" y="31"/>
                                </a:lnTo>
                                <a:lnTo>
                                  <a:pt x="11" y="25"/>
                                </a:lnTo>
                                <a:lnTo>
                                  <a:pt x="20" y="22"/>
                                </a:lnTo>
                                <a:lnTo>
                                  <a:pt x="31" y="17"/>
                                </a:lnTo>
                                <a:lnTo>
                                  <a:pt x="31" y="8"/>
                                </a:lnTo>
                                <a:lnTo>
                                  <a:pt x="28" y="5"/>
                                </a:lnTo>
                                <a:lnTo>
                                  <a:pt x="26" y="3"/>
                                </a:lnTo>
                                <a:lnTo>
                                  <a:pt x="20" y="3"/>
                                </a:lnTo>
                                <a:lnTo>
                                  <a:pt x="17" y="3"/>
                                </a:lnTo>
                                <a:lnTo>
                                  <a:pt x="14" y="5"/>
                                </a:lnTo>
                                <a:lnTo>
                                  <a:pt x="14" y="8"/>
                                </a:lnTo>
                                <a:lnTo>
                                  <a:pt x="14" y="11"/>
                                </a:lnTo>
                                <a:lnTo>
                                  <a:pt x="14" y="14"/>
                                </a:lnTo>
                                <a:lnTo>
                                  <a:pt x="11" y="17"/>
                                </a:lnTo>
                                <a:lnTo>
                                  <a:pt x="9" y="17"/>
                                </a:lnTo>
                                <a:lnTo>
                                  <a:pt x="6" y="17"/>
                                </a:lnTo>
                                <a:lnTo>
                                  <a:pt x="3" y="14"/>
                                </a:lnTo>
                                <a:lnTo>
                                  <a:pt x="3" y="11"/>
                                </a:lnTo>
                                <a:lnTo>
                                  <a:pt x="6" y="8"/>
                                </a:lnTo>
                                <a:lnTo>
                                  <a:pt x="9" y="3"/>
                                </a:lnTo>
                                <a:lnTo>
                                  <a:pt x="14" y="0"/>
                                </a:lnTo>
                                <a:lnTo>
                                  <a:pt x="23" y="0"/>
                                </a:lnTo>
                                <a:lnTo>
                                  <a:pt x="28" y="0"/>
                                </a:lnTo>
                                <a:lnTo>
                                  <a:pt x="34" y="0"/>
                                </a:lnTo>
                                <a:lnTo>
                                  <a:pt x="37" y="3"/>
                                </a:lnTo>
                                <a:lnTo>
                                  <a:pt x="40" y="5"/>
                                </a:lnTo>
                                <a:lnTo>
                                  <a:pt x="40" y="11"/>
                                </a:lnTo>
                                <a:lnTo>
                                  <a:pt x="40" y="17"/>
                                </a:lnTo>
                                <a:lnTo>
                                  <a:pt x="40" y="33"/>
                                </a:lnTo>
                                <a:lnTo>
                                  <a:pt x="40" y="39"/>
                                </a:lnTo>
                                <a:lnTo>
                                  <a:pt x="40" y="42"/>
                                </a:lnTo>
                                <a:lnTo>
                                  <a:pt x="42" y="45"/>
                                </a:lnTo>
                                <a:lnTo>
                                  <a:pt x="45" y="45"/>
                                </a:lnTo>
                                <a:lnTo>
                                  <a:pt x="48" y="42"/>
                                </a:lnTo>
                                <a:lnTo>
                                  <a:pt x="48" y="45"/>
                                </a:lnTo>
                                <a:lnTo>
                                  <a:pt x="42" y="50"/>
                                </a:lnTo>
                                <a:lnTo>
                                  <a:pt x="37" y="53"/>
                                </a:lnTo>
                                <a:lnTo>
                                  <a:pt x="34" y="53"/>
                                </a:lnTo>
                                <a:lnTo>
                                  <a:pt x="31" y="50"/>
                                </a:lnTo>
                                <a:lnTo>
                                  <a:pt x="31" y="48"/>
                                </a:lnTo>
                                <a:lnTo>
                                  <a:pt x="31" y="45"/>
                                </a:lnTo>
                                <a:close/>
                                <a:moveTo>
                                  <a:pt x="31" y="39"/>
                                </a:moveTo>
                                <a:lnTo>
                                  <a:pt x="31" y="22"/>
                                </a:lnTo>
                                <a:lnTo>
                                  <a:pt x="23" y="25"/>
                                </a:lnTo>
                                <a:lnTo>
                                  <a:pt x="20" y="25"/>
                                </a:lnTo>
                                <a:lnTo>
                                  <a:pt x="14" y="28"/>
                                </a:lnTo>
                                <a:lnTo>
                                  <a:pt x="11" y="31"/>
                                </a:lnTo>
                                <a:lnTo>
                                  <a:pt x="11" y="33"/>
                                </a:lnTo>
                                <a:lnTo>
                                  <a:pt x="11" y="36"/>
                                </a:lnTo>
                                <a:lnTo>
                                  <a:pt x="11" y="39"/>
                                </a:lnTo>
                                <a:lnTo>
                                  <a:pt x="14" y="42"/>
                                </a:lnTo>
                                <a:lnTo>
                                  <a:pt x="17" y="45"/>
                                </a:lnTo>
                                <a:lnTo>
                                  <a:pt x="20" y="45"/>
                                </a:lnTo>
                                <a:lnTo>
                                  <a:pt x="26" y="45"/>
                                </a:lnTo>
                                <a:lnTo>
                                  <a:pt x="31" y="3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1" name="Freeform 720"/>
                        <wps:cNvSpPr>
                          <a:spLocks/>
                        </wps:cNvSpPr>
                        <wps:spPr bwMode="auto">
                          <a:xfrm>
                            <a:off x="3053" y="1371"/>
                            <a:ext cx="23" cy="81"/>
                          </a:xfrm>
                          <a:custGeom>
                            <a:avLst/>
                            <a:gdLst>
                              <a:gd name="T0" fmla="*/ 17 w 23"/>
                              <a:gd name="T1" fmla="*/ 0 h 81"/>
                              <a:gd name="T2" fmla="*/ 17 w 23"/>
                              <a:gd name="T3" fmla="*/ 67 h 81"/>
                              <a:gd name="T4" fmla="*/ 17 w 23"/>
                              <a:gd name="T5" fmla="*/ 73 h 81"/>
                              <a:gd name="T6" fmla="*/ 17 w 23"/>
                              <a:gd name="T7" fmla="*/ 76 h 81"/>
                              <a:gd name="T8" fmla="*/ 17 w 23"/>
                              <a:gd name="T9" fmla="*/ 76 h 81"/>
                              <a:gd name="T10" fmla="*/ 20 w 23"/>
                              <a:gd name="T11" fmla="*/ 78 h 81"/>
                              <a:gd name="T12" fmla="*/ 20 w 23"/>
                              <a:gd name="T13" fmla="*/ 78 h 81"/>
                              <a:gd name="T14" fmla="*/ 23 w 23"/>
                              <a:gd name="T15" fmla="*/ 78 h 81"/>
                              <a:gd name="T16" fmla="*/ 23 w 23"/>
                              <a:gd name="T17" fmla="*/ 81 h 81"/>
                              <a:gd name="T18" fmla="*/ 0 w 23"/>
                              <a:gd name="T19" fmla="*/ 81 h 81"/>
                              <a:gd name="T20" fmla="*/ 0 w 23"/>
                              <a:gd name="T21" fmla="*/ 78 h 81"/>
                              <a:gd name="T22" fmla="*/ 3 w 23"/>
                              <a:gd name="T23" fmla="*/ 78 h 81"/>
                              <a:gd name="T24" fmla="*/ 3 w 23"/>
                              <a:gd name="T25" fmla="*/ 78 h 81"/>
                              <a:gd name="T26" fmla="*/ 6 w 23"/>
                              <a:gd name="T27" fmla="*/ 76 h 81"/>
                              <a:gd name="T28" fmla="*/ 6 w 23"/>
                              <a:gd name="T29" fmla="*/ 76 h 81"/>
                              <a:gd name="T30" fmla="*/ 6 w 23"/>
                              <a:gd name="T31" fmla="*/ 73 h 81"/>
                              <a:gd name="T32" fmla="*/ 6 w 23"/>
                              <a:gd name="T33" fmla="*/ 67 h 81"/>
                              <a:gd name="T34" fmla="*/ 6 w 23"/>
                              <a:gd name="T35" fmla="*/ 19 h 81"/>
                              <a:gd name="T36" fmla="*/ 6 w 23"/>
                              <a:gd name="T37" fmla="*/ 14 h 81"/>
                              <a:gd name="T38" fmla="*/ 6 w 23"/>
                              <a:gd name="T39" fmla="*/ 8 h 81"/>
                              <a:gd name="T40" fmla="*/ 6 w 23"/>
                              <a:gd name="T41" fmla="*/ 8 h 81"/>
                              <a:gd name="T42" fmla="*/ 6 w 23"/>
                              <a:gd name="T43" fmla="*/ 5 h 81"/>
                              <a:gd name="T44" fmla="*/ 3 w 23"/>
                              <a:gd name="T45" fmla="*/ 5 h 81"/>
                              <a:gd name="T46" fmla="*/ 3 w 23"/>
                              <a:gd name="T47" fmla="*/ 5 h 81"/>
                              <a:gd name="T48" fmla="*/ 0 w 23"/>
                              <a:gd name="T49" fmla="*/ 5 h 81"/>
                              <a:gd name="T50" fmla="*/ 0 w 23"/>
                              <a:gd name="T51" fmla="*/ 5 h 81"/>
                              <a:gd name="T52" fmla="*/ 0 w 23"/>
                              <a:gd name="T53" fmla="*/ 5 h 81"/>
                              <a:gd name="T54" fmla="*/ 14 w 23"/>
                              <a:gd name="T55" fmla="*/ 0 h 81"/>
                              <a:gd name="T56" fmla="*/ 17 w 23"/>
                              <a:gd name="T57" fmla="*/ 0 h 81"/>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3" h="81">
                                <a:moveTo>
                                  <a:pt x="17" y="0"/>
                                </a:moveTo>
                                <a:lnTo>
                                  <a:pt x="17" y="67"/>
                                </a:lnTo>
                                <a:lnTo>
                                  <a:pt x="17" y="73"/>
                                </a:lnTo>
                                <a:lnTo>
                                  <a:pt x="17" y="76"/>
                                </a:lnTo>
                                <a:lnTo>
                                  <a:pt x="20" y="78"/>
                                </a:lnTo>
                                <a:lnTo>
                                  <a:pt x="23" y="78"/>
                                </a:lnTo>
                                <a:lnTo>
                                  <a:pt x="23" y="81"/>
                                </a:lnTo>
                                <a:lnTo>
                                  <a:pt x="0" y="81"/>
                                </a:lnTo>
                                <a:lnTo>
                                  <a:pt x="0" y="78"/>
                                </a:lnTo>
                                <a:lnTo>
                                  <a:pt x="3" y="78"/>
                                </a:lnTo>
                                <a:lnTo>
                                  <a:pt x="6" y="76"/>
                                </a:lnTo>
                                <a:lnTo>
                                  <a:pt x="6" y="73"/>
                                </a:lnTo>
                                <a:lnTo>
                                  <a:pt x="6" y="67"/>
                                </a:lnTo>
                                <a:lnTo>
                                  <a:pt x="6" y="19"/>
                                </a:lnTo>
                                <a:lnTo>
                                  <a:pt x="6" y="14"/>
                                </a:lnTo>
                                <a:lnTo>
                                  <a:pt x="6" y="8"/>
                                </a:lnTo>
                                <a:lnTo>
                                  <a:pt x="6" y="5"/>
                                </a:lnTo>
                                <a:lnTo>
                                  <a:pt x="3" y="5"/>
                                </a:lnTo>
                                <a:lnTo>
                                  <a:pt x="0" y="5"/>
                                </a:lnTo>
                                <a:lnTo>
                                  <a:pt x="14" y="0"/>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2" name="Freeform 721"/>
                        <wps:cNvSpPr>
                          <a:spLocks/>
                        </wps:cNvSpPr>
                        <wps:spPr bwMode="auto">
                          <a:xfrm>
                            <a:off x="3110" y="1382"/>
                            <a:ext cx="33" cy="70"/>
                          </a:xfrm>
                          <a:custGeom>
                            <a:avLst/>
                            <a:gdLst>
                              <a:gd name="T0" fmla="*/ 19 w 33"/>
                              <a:gd name="T1" fmla="*/ 0 h 70"/>
                              <a:gd name="T2" fmla="*/ 19 w 33"/>
                              <a:gd name="T3" fmla="*/ 17 h 70"/>
                              <a:gd name="T4" fmla="*/ 31 w 33"/>
                              <a:gd name="T5" fmla="*/ 17 h 70"/>
                              <a:gd name="T6" fmla="*/ 31 w 33"/>
                              <a:gd name="T7" fmla="*/ 20 h 70"/>
                              <a:gd name="T8" fmla="*/ 19 w 33"/>
                              <a:gd name="T9" fmla="*/ 20 h 70"/>
                              <a:gd name="T10" fmla="*/ 19 w 33"/>
                              <a:gd name="T11" fmla="*/ 53 h 70"/>
                              <a:gd name="T12" fmla="*/ 19 w 33"/>
                              <a:gd name="T13" fmla="*/ 59 h 70"/>
                              <a:gd name="T14" fmla="*/ 19 w 33"/>
                              <a:gd name="T15" fmla="*/ 62 h 70"/>
                              <a:gd name="T16" fmla="*/ 22 w 33"/>
                              <a:gd name="T17" fmla="*/ 62 h 70"/>
                              <a:gd name="T18" fmla="*/ 25 w 33"/>
                              <a:gd name="T19" fmla="*/ 62 h 70"/>
                              <a:gd name="T20" fmla="*/ 25 w 33"/>
                              <a:gd name="T21" fmla="*/ 62 h 70"/>
                              <a:gd name="T22" fmla="*/ 28 w 33"/>
                              <a:gd name="T23" fmla="*/ 62 h 70"/>
                              <a:gd name="T24" fmla="*/ 31 w 33"/>
                              <a:gd name="T25" fmla="*/ 62 h 70"/>
                              <a:gd name="T26" fmla="*/ 31 w 33"/>
                              <a:gd name="T27" fmla="*/ 59 h 70"/>
                              <a:gd name="T28" fmla="*/ 33 w 33"/>
                              <a:gd name="T29" fmla="*/ 59 h 70"/>
                              <a:gd name="T30" fmla="*/ 31 w 33"/>
                              <a:gd name="T31" fmla="*/ 65 h 70"/>
                              <a:gd name="T32" fmla="*/ 28 w 33"/>
                              <a:gd name="T33" fmla="*/ 67 h 70"/>
                              <a:gd name="T34" fmla="*/ 22 w 33"/>
                              <a:gd name="T35" fmla="*/ 70 h 70"/>
                              <a:gd name="T36" fmla="*/ 19 w 33"/>
                              <a:gd name="T37" fmla="*/ 70 h 70"/>
                              <a:gd name="T38" fmla="*/ 16 w 33"/>
                              <a:gd name="T39" fmla="*/ 70 h 70"/>
                              <a:gd name="T40" fmla="*/ 14 w 33"/>
                              <a:gd name="T41" fmla="*/ 67 h 70"/>
                              <a:gd name="T42" fmla="*/ 11 w 33"/>
                              <a:gd name="T43" fmla="*/ 67 h 70"/>
                              <a:gd name="T44" fmla="*/ 11 w 33"/>
                              <a:gd name="T45" fmla="*/ 65 h 70"/>
                              <a:gd name="T46" fmla="*/ 8 w 33"/>
                              <a:gd name="T47" fmla="*/ 62 h 70"/>
                              <a:gd name="T48" fmla="*/ 8 w 33"/>
                              <a:gd name="T49" fmla="*/ 56 h 70"/>
                              <a:gd name="T50" fmla="*/ 8 w 33"/>
                              <a:gd name="T51" fmla="*/ 20 h 70"/>
                              <a:gd name="T52" fmla="*/ 0 w 33"/>
                              <a:gd name="T53" fmla="*/ 20 h 70"/>
                              <a:gd name="T54" fmla="*/ 0 w 33"/>
                              <a:gd name="T55" fmla="*/ 20 h 70"/>
                              <a:gd name="T56" fmla="*/ 2 w 33"/>
                              <a:gd name="T57" fmla="*/ 17 h 70"/>
                              <a:gd name="T58" fmla="*/ 8 w 33"/>
                              <a:gd name="T59" fmla="*/ 14 h 70"/>
                              <a:gd name="T60" fmla="*/ 11 w 33"/>
                              <a:gd name="T61" fmla="*/ 11 h 70"/>
                              <a:gd name="T62" fmla="*/ 14 w 33"/>
                              <a:gd name="T63" fmla="*/ 8 h 70"/>
                              <a:gd name="T64" fmla="*/ 14 w 33"/>
                              <a:gd name="T65" fmla="*/ 5 h 70"/>
                              <a:gd name="T66" fmla="*/ 16 w 33"/>
                              <a:gd name="T67" fmla="*/ 0 h 70"/>
                              <a:gd name="T68" fmla="*/ 19 w 33"/>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3" h="70">
                                <a:moveTo>
                                  <a:pt x="19" y="0"/>
                                </a:moveTo>
                                <a:lnTo>
                                  <a:pt x="19" y="17"/>
                                </a:lnTo>
                                <a:lnTo>
                                  <a:pt x="31" y="17"/>
                                </a:lnTo>
                                <a:lnTo>
                                  <a:pt x="31" y="20"/>
                                </a:lnTo>
                                <a:lnTo>
                                  <a:pt x="19" y="20"/>
                                </a:lnTo>
                                <a:lnTo>
                                  <a:pt x="19" y="53"/>
                                </a:lnTo>
                                <a:lnTo>
                                  <a:pt x="19" y="59"/>
                                </a:lnTo>
                                <a:lnTo>
                                  <a:pt x="19" y="62"/>
                                </a:lnTo>
                                <a:lnTo>
                                  <a:pt x="22" y="62"/>
                                </a:lnTo>
                                <a:lnTo>
                                  <a:pt x="25" y="62"/>
                                </a:lnTo>
                                <a:lnTo>
                                  <a:pt x="28" y="62"/>
                                </a:lnTo>
                                <a:lnTo>
                                  <a:pt x="31" y="62"/>
                                </a:lnTo>
                                <a:lnTo>
                                  <a:pt x="31" y="59"/>
                                </a:lnTo>
                                <a:lnTo>
                                  <a:pt x="33" y="59"/>
                                </a:lnTo>
                                <a:lnTo>
                                  <a:pt x="31" y="65"/>
                                </a:lnTo>
                                <a:lnTo>
                                  <a:pt x="28" y="67"/>
                                </a:lnTo>
                                <a:lnTo>
                                  <a:pt x="22" y="70"/>
                                </a:lnTo>
                                <a:lnTo>
                                  <a:pt x="19" y="70"/>
                                </a:lnTo>
                                <a:lnTo>
                                  <a:pt x="16" y="70"/>
                                </a:lnTo>
                                <a:lnTo>
                                  <a:pt x="14" y="67"/>
                                </a:lnTo>
                                <a:lnTo>
                                  <a:pt x="11" y="67"/>
                                </a:lnTo>
                                <a:lnTo>
                                  <a:pt x="11" y="65"/>
                                </a:lnTo>
                                <a:lnTo>
                                  <a:pt x="8" y="62"/>
                                </a:lnTo>
                                <a:lnTo>
                                  <a:pt x="8" y="56"/>
                                </a:lnTo>
                                <a:lnTo>
                                  <a:pt x="8" y="20"/>
                                </a:lnTo>
                                <a:lnTo>
                                  <a:pt x="0" y="20"/>
                                </a:lnTo>
                                <a:lnTo>
                                  <a:pt x="2" y="17"/>
                                </a:lnTo>
                                <a:lnTo>
                                  <a:pt x="8" y="14"/>
                                </a:lnTo>
                                <a:lnTo>
                                  <a:pt x="11" y="11"/>
                                </a:lnTo>
                                <a:lnTo>
                                  <a:pt x="14" y="8"/>
                                </a:lnTo>
                                <a:lnTo>
                                  <a:pt x="14" y="5"/>
                                </a:lnTo>
                                <a:lnTo>
                                  <a:pt x="16" y="0"/>
                                </a:lnTo>
                                <a:lnTo>
                                  <a:pt x="19"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3" name="Freeform 722"/>
                        <wps:cNvSpPr>
                          <a:spLocks/>
                        </wps:cNvSpPr>
                        <wps:spPr bwMode="auto">
                          <a:xfrm>
                            <a:off x="3143" y="1399"/>
                            <a:ext cx="40" cy="53"/>
                          </a:xfrm>
                          <a:custGeom>
                            <a:avLst/>
                            <a:gdLst>
                              <a:gd name="T0" fmla="*/ 17 w 40"/>
                              <a:gd name="T1" fmla="*/ 0 h 53"/>
                              <a:gd name="T2" fmla="*/ 17 w 40"/>
                              <a:gd name="T3" fmla="*/ 11 h 53"/>
                              <a:gd name="T4" fmla="*/ 23 w 40"/>
                              <a:gd name="T5" fmla="*/ 5 h 53"/>
                              <a:gd name="T6" fmla="*/ 28 w 40"/>
                              <a:gd name="T7" fmla="*/ 0 h 53"/>
                              <a:gd name="T8" fmla="*/ 31 w 40"/>
                              <a:gd name="T9" fmla="*/ 0 h 53"/>
                              <a:gd name="T10" fmla="*/ 34 w 40"/>
                              <a:gd name="T11" fmla="*/ 0 h 53"/>
                              <a:gd name="T12" fmla="*/ 37 w 40"/>
                              <a:gd name="T13" fmla="*/ 0 h 53"/>
                              <a:gd name="T14" fmla="*/ 40 w 40"/>
                              <a:gd name="T15" fmla="*/ 3 h 53"/>
                              <a:gd name="T16" fmla="*/ 40 w 40"/>
                              <a:gd name="T17" fmla="*/ 5 h 53"/>
                              <a:gd name="T18" fmla="*/ 40 w 40"/>
                              <a:gd name="T19" fmla="*/ 8 h 53"/>
                              <a:gd name="T20" fmla="*/ 37 w 40"/>
                              <a:gd name="T21" fmla="*/ 11 h 53"/>
                              <a:gd name="T22" fmla="*/ 37 w 40"/>
                              <a:gd name="T23" fmla="*/ 11 h 53"/>
                              <a:gd name="T24" fmla="*/ 34 w 40"/>
                              <a:gd name="T25" fmla="*/ 11 h 53"/>
                              <a:gd name="T26" fmla="*/ 34 w 40"/>
                              <a:gd name="T27" fmla="*/ 11 h 53"/>
                              <a:gd name="T28" fmla="*/ 31 w 40"/>
                              <a:gd name="T29" fmla="*/ 8 h 53"/>
                              <a:gd name="T30" fmla="*/ 28 w 40"/>
                              <a:gd name="T31" fmla="*/ 8 h 53"/>
                              <a:gd name="T32" fmla="*/ 26 w 40"/>
                              <a:gd name="T33" fmla="*/ 8 h 53"/>
                              <a:gd name="T34" fmla="*/ 26 w 40"/>
                              <a:gd name="T35" fmla="*/ 8 h 53"/>
                              <a:gd name="T36" fmla="*/ 23 w 40"/>
                              <a:gd name="T37" fmla="*/ 8 h 53"/>
                              <a:gd name="T38" fmla="*/ 20 w 40"/>
                              <a:gd name="T39" fmla="*/ 11 h 53"/>
                              <a:gd name="T40" fmla="*/ 17 w 40"/>
                              <a:gd name="T41" fmla="*/ 17 h 53"/>
                              <a:gd name="T42" fmla="*/ 17 w 40"/>
                              <a:gd name="T43" fmla="*/ 39 h 53"/>
                              <a:gd name="T44" fmla="*/ 20 w 40"/>
                              <a:gd name="T45" fmla="*/ 45 h 53"/>
                              <a:gd name="T46" fmla="*/ 20 w 40"/>
                              <a:gd name="T47" fmla="*/ 48 h 53"/>
                              <a:gd name="T48" fmla="*/ 20 w 40"/>
                              <a:gd name="T49" fmla="*/ 48 h 53"/>
                              <a:gd name="T50" fmla="*/ 23 w 40"/>
                              <a:gd name="T51" fmla="*/ 50 h 53"/>
                              <a:gd name="T52" fmla="*/ 26 w 40"/>
                              <a:gd name="T53" fmla="*/ 50 h 53"/>
                              <a:gd name="T54" fmla="*/ 28 w 40"/>
                              <a:gd name="T55" fmla="*/ 50 h 53"/>
                              <a:gd name="T56" fmla="*/ 28 w 40"/>
                              <a:gd name="T57" fmla="*/ 53 h 53"/>
                              <a:gd name="T58" fmla="*/ 0 w 40"/>
                              <a:gd name="T59" fmla="*/ 53 h 53"/>
                              <a:gd name="T60" fmla="*/ 0 w 40"/>
                              <a:gd name="T61" fmla="*/ 50 h 53"/>
                              <a:gd name="T62" fmla="*/ 3 w 40"/>
                              <a:gd name="T63" fmla="*/ 50 h 53"/>
                              <a:gd name="T64" fmla="*/ 6 w 40"/>
                              <a:gd name="T65" fmla="*/ 50 h 53"/>
                              <a:gd name="T66" fmla="*/ 9 w 40"/>
                              <a:gd name="T67" fmla="*/ 48 h 53"/>
                              <a:gd name="T68" fmla="*/ 9 w 40"/>
                              <a:gd name="T69" fmla="*/ 45 h 53"/>
                              <a:gd name="T70" fmla="*/ 9 w 40"/>
                              <a:gd name="T71" fmla="*/ 45 h 53"/>
                              <a:gd name="T72" fmla="*/ 9 w 40"/>
                              <a:gd name="T73" fmla="*/ 39 h 53"/>
                              <a:gd name="T74" fmla="*/ 9 w 40"/>
                              <a:gd name="T75" fmla="*/ 19 h 53"/>
                              <a:gd name="T76" fmla="*/ 9 w 40"/>
                              <a:gd name="T77" fmla="*/ 14 h 53"/>
                              <a:gd name="T78" fmla="*/ 9 w 40"/>
                              <a:gd name="T79" fmla="*/ 8 h 53"/>
                              <a:gd name="T80" fmla="*/ 9 w 40"/>
                              <a:gd name="T81" fmla="*/ 8 h 53"/>
                              <a:gd name="T82" fmla="*/ 6 w 40"/>
                              <a:gd name="T83" fmla="*/ 5 h 53"/>
                              <a:gd name="T84" fmla="*/ 6 w 40"/>
                              <a:gd name="T85" fmla="*/ 5 h 53"/>
                              <a:gd name="T86" fmla="*/ 6 w 40"/>
                              <a:gd name="T87" fmla="*/ 5 h 53"/>
                              <a:gd name="T88" fmla="*/ 3 w 40"/>
                              <a:gd name="T89" fmla="*/ 5 h 53"/>
                              <a:gd name="T90" fmla="*/ 3 w 40"/>
                              <a:gd name="T91" fmla="*/ 5 h 53"/>
                              <a:gd name="T92" fmla="*/ 0 w 40"/>
                              <a:gd name="T93" fmla="*/ 5 h 53"/>
                              <a:gd name="T94" fmla="*/ 17 w 40"/>
                              <a:gd name="T95" fmla="*/ 0 h 53"/>
                              <a:gd name="T96" fmla="*/ 17 w 40"/>
                              <a:gd name="T97" fmla="*/ 0 h 53"/>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40" h="53">
                                <a:moveTo>
                                  <a:pt x="17" y="0"/>
                                </a:moveTo>
                                <a:lnTo>
                                  <a:pt x="17" y="11"/>
                                </a:lnTo>
                                <a:lnTo>
                                  <a:pt x="23" y="5"/>
                                </a:lnTo>
                                <a:lnTo>
                                  <a:pt x="28" y="0"/>
                                </a:lnTo>
                                <a:lnTo>
                                  <a:pt x="31" y="0"/>
                                </a:lnTo>
                                <a:lnTo>
                                  <a:pt x="34" y="0"/>
                                </a:lnTo>
                                <a:lnTo>
                                  <a:pt x="37" y="0"/>
                                </a:lnTo>
                                <a:lnTo>
                                  <a:pt x="40" y="3"/>
                                </a:lnTo>
                                <a:lnTo>
                                  <a:pt x="40" y="5"/>
                                </a:lnTo>
                                <a:lnTo>
                                  <a:pt x="40" y="8"/>
                                </a:lnTo>
                                <a:lnTo>
                                  <a:pt x="37" y="11"/>
                                </a:lnTo>
                                <a:lnTo>
                                  <a:pt x="34" y="11"/>
                                </a:lnTo>
                                <a:lnTo>
                                  <a:pt x="31" y="8"/>
                                </a:lnTo>
                                <a:lnTo>
                                  <a:pt x="28" y="8"/>
                                </a:lnTo>
                                <a:lnTo>
                                  <a:pt x="26" y="8"/>
                                </a:lnTo>
                                <a:lnTo>
                                  <a:pt x="23" y="8"/>
                                </a:lnTo>
                                <a:lnTo>
                                  <a:pt x="20" y="11"/>
                                </a:lnTo>
                                <a:lnTo>
                                  <a:pt x="17" y="17"/>
                                </a:lnTo>
                                <a:lnTo>
                                  <a:pt x="17" y="39"/>
                                </a:lnTo>
                                <a:lnTo>
                                  <a:pt x="20" y="45"/>
                                </a:lnTo>
                                <a:lnTo>
                                  <a:pt x="20" y="48"/>
                                </a:lnTo>
                                <a:lnTo>
                                  <a:pt x="23" y="50"/>
                                </a:lnTo>
                                <a:lnTo>
                                  <a:pt x="26" y="50"/>
                                </a:lnTo>
                                <a:lnTo>
                                  <a:pt x="28" y="50"/>
                                </a:lnTo>
                                <a:lnTo>
                                  <a:pt x="28" y="53"/>
                                </a:lnTo>
                                <a:lnTo>
                                  <a:pt x="0" y="53"/>
                                </a:lnTo>
                                <a:lnTo>
                                  <a:pt x="0" y="50"/>
                                </a:lnTo>
                                <a:lnTo>
                                  <a:pt x="3" y="50"/>
                                </a:lnTo>
                                <a:lnTo>
                                  <a:pt x="6" y="50"/>
                                </a:lnTo>
                                <a:lnTo>
                                  <a:pt x="9" y="48"/>
                                </a:lnTo>
                                <a:lnTo>
                                  <a:pt x="9" y="45"/>
                                </a:lnTo>
                                <a:lnTo>
                                  <a:pt x="9" y="39"/>
                                </a:lnTo>
                                <a:lnTo>
                                  <a:pt x="9" y="19"/>
                                </a:lnTo>
                                <a:lnTo>
                                  <a:pt x="9" y="14"/>
                                </a:lnTo>
                                <a:lnTo>
                                  <a:pt x="9" y="8"/>
                                </a:lnTo>
                                <a:lnTo>
                                  <a:pt x="6" y="5"/>
                                </a:lnTo>
                                <a:lnTo>
                                  <a:pt x="3" y="5"/>
                                </a:lnTo>
                                <a:lnTo>
                                  <a:pt x="0" y="5"/>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4" name="Freeform 723"/>
                        <wps:cNvSpPr>
                          <a:spLocks/>
                        </wps:cNvSpPr>
                        <wps:spPr bwMode="auto">
                          <a:xfrm>
                            <a:off x="3185" y="1399"/>
                            <a:ext cx="48" cy="53"/>
                          </a:xfrm>
                          <a:custGeom>
                            <a:avLst/>
                            <a:gdLst>
                              <a:gd name="T0" fmla="*/ 26 w 48"/>
                              <a:gd name="T1" fmla="*/ 48 h 53"/>
                              <a:gd name="T2" fmla="*/ 20 w 48"/>
                              <a:gd name="T3" fmla="*/ 50 h 53"/>
                              <a:gd name="T4" fmla="*/ 15 w 48"/>
                              <a:gd name="T5" fmla="*/ 53 h 53"/>
                              <a:gd name="T6" fmla="*/ 3 w 48"/>
                              <a:gd name="T7" fmla="*/ 50 h 53"/>
                              <a:gd name="T8" fmla="*/ 0 w 48"/>
                              <a:gd name="T9" fmla="*/ 39 h 53"/>
                              <a:gd name="T10" fmla="*/ 3 w 48"/>
                              <a:gd name="T11" fmla="*/ 33 h 53"/>
                              <a:gd name="T12" fmla="*/ 12 w 48"/>
                              <a:gd name="T13" fmla="*/ 25 h 53"/>
                              <a:gd name="T14" fmla="*/ 31 w 48"/>
                              <a:gd name="T15" fmla="*/ 17 h 53"/>
                              <a:gd name="T16" fmla="*/ 29 w 48"/>
                              <a:gd name="T17" fmla="*/ 8 h 53"/>
                              <a:gd name="T18" fmla="*/ 26 w 48"/>
                              <a:gd name="T19" fmla="*/ 3 h 53"/>
                              <a:gd name="T20" fmla="*/ 17 w 48"/>
                              <a:gd name="T21" fmla="*/ 3 h 53"/>
                              <a:gd name="T22" fmla="*/ 15 w 48"/>
                              <a:gd name="T23" fmla="*/ 5 h 53"/>
                              <a:gd name="T24" fmla="*/ 15 w 48"/>
                              <a:gd name="T25" fmla="*/ 11 h 53"/>
                              <a:gd name="T26" fmla="*/ 12 w 48"/>
                              <a:gd name="T27" fmla="*/ 17 h 53"/>
                              <a:gd name="T28" fmla="*/ 9 w 48"/>
                              <a:gd name="T29" fmla="*/ 17 h 53"/>
                              <a:gd name="T30" fmla="*/ 6 w 48"/>
                              <a:gd name="T31" fmla="*/ 17 h 53"/>
                              <a:gd name="T32" fmla="*/ 3 w 48"/>
                              <a:gd name="T33" fmla="*/ 11 h 53"/>
                              <a:gd name="T34" fmla="*/ 9 w 48"/>
                              <a:gd name="T35" fmla="*/ 3 h 53"/>
                              <a:gd name="T36" fmla="*/ 23 w 48"/>
                              <a:gd name="T37" fmla="*/ 0 h 53"/>
                              <a:gd name="T38" fmla="*/ 34 w 48"/>
                              <a:gd name="T39" fmla="*/ 0 h 53"/>
                              <a:gd name="T40" fmla="*/ 40 w 48"/>
                              <a:gd name="T41" fmla="*/ 5 h 53"/>
                              <a:gd name="T42" fmla="*/ 40 w 48"/>
                              <a:gd name="T43" fmla="*/ 17 h 53"/>
                              <a:gd name="T44" fmla="*/ 40 w 48"/>
                              <a:gd name="T45" fmla="*/ 39 h 53"/>
                              <a:gd name="T46" fmla="*/ 40 w 48"/>
                              <a:gd name="T47" fmla="*/ 45 h 53"/>
                              <a:gd name="T48" fmla="*/ 43 w 48"/>
                              <a:gd name="T49" fmla="*/ 45 h 53"/>
                              <a:gd name="T50" fmla="*/ 43 w 48"/>
                              <a:gd name="T51" fmla="*/ 45 h 53"/>
                              <a:gd name="T52" fmla="*/ 45 w 48"/>
                              <a:gd name="T53" fmla="*/ 45 h 53"/>
                              <a:gd name="T54" fmla="*/ 48 w 48"/>
                              <a:gd name="T55" fmla="*/ 45 h 53"/>
                              <a:gd name="T56" fmla="*/ 37 w 48"/>
                              <a:gd name="T57" fmla="*/ 53 h 53"/>
                              <a:gd name="T58" fmla="*/ 31 w 48"/>
                              <a:gd name="T59" fmla="*/ 50 h 53"/>
                              <a:gd name="T60" fmla="*/ 31 w 48"/>
                              <a:gd name="T61" fmla="*/ 45 h 53"/>
                              <a:gd name="T62" fmla="*/ 31 w 48"/>
                              <a:gd name="T63" fmla="*/ 22 h 53"/>
                              <a:gd name="T64" fmla="*/ 20 w 48"/>
                              <a:gd name="T65" fmla="*/ 25 h 53"/>
                              <a:gd name="T66" fmla="*/ 12 w 48"/>
                              <a:gd name="T67" fmla="*/ 31 h 53"/>
                              <a:gd name="T68" fmla="*/ 12 w 48"/>
                              <a:gd name="T69" fmla="*/ 36 h 53"/>
                              <a:gd name="T70" fmla="*/ 15 w 48"/>
                              <a:gd name="T71" fmla="*/ 42 h 53"/>
                              <a:gd name="T72" fmla="*/ 20 w 48"/>
                              <a:gd name="T73" fmla="*/ 45 h 53"/>
                              <a:gd name="T74" fmla="*/ 31 w 48"/>
                              <a:gd name="T75" fmla="*/ 39 h 53"/>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3">
                                <a:moveTo>
                                  <a:pt x="31" y="45"/>
                                </a:moveTo>
                                <a:lnTo>
                                  <a:pt x="26" y="48"/>
                                </a:lnTo>
                                <a:lnTo>
                                  <a:pt x="23" y="50"/>
                                </a:lnTo>
                                <a:lnTo>
                                  <a:pt x="20" y="50"/>
                                </a:lnTo>
                                <a:lnTo>
                                  <a:pt x="17" y="53"/>
                                </a:lnTo>
                                <a:lnTo>
                                  <a:pt x="15" y="53"/>
                                </a:lnTo>
                                <a:lnTo>
                                  <a:pt x="9" y="53"/>
                                </a:lnTo>
                                <a:lnTo>
                                  <a:pt x="3" y="50"/>
                                </a:lnTo>
                                <a:lnTo>
                                  <a:pt x="3" y="45"/>
                                </a:lnTo>
                                <a:lnTo>
                                  <a:pt x="0" y="39"/>
                                </a:lnTo>
                                <a:lnTo>
                                  <a:pt x="0" y="36"/>
                                </a:lnTo>
                                <a:lnTo>
                                  <a:pt x="3" y="33"/>
                                </a:lnTo>
                                <a:lnTo>
                                  <a:pt x="6" y="31"/>
                                </a:lnTo>
                                <a:lnTo>
                                  <a:pt x="12" y="25"/>
                                </a:lnTo>
                                <a:lnTo>
                                  <a:pt x="20" y="22"/>
                                </a:lnTo>
                                <a:lnTo>
                                  <a:pt x="31" y="17"/>
                                </a:lnTo>
                                <a:lnTo>
                                  <a:pt x="29" y="8"/>
                                </a:lnTo>
                                <a:lnTo>
                                  <a:pt x="29" y="5"/>
                                </a:lnTo>
                                <a:lnTo>
                                  <a:pt x="26" y="3"/>
                                </a:lnTo>
                                <a:lnTo>
                                  <a:pt x="20" y="3"/>
                                </a:lnTo>
                                <a:lnTo>
                                  <a:pt x="17" y="3"/>
                                </a:lnTo>
                                <a:lnTo>
                                  <a:pt x="15" y="5"/>
                                </a:lnTo>
                                <a:lnTo>
                                  <a:pt x="15" y="8"/>
                                </a:lnTo>
                                <a:lnTo>
                                  <a:pt x="15" y="11"/>
                                </a:lnTo>
                                <a:lnTo>
                                  <a:pt x="12" y="14"/>
                                </a:lnTo>
                                <a:lnTo>
                                  <a:pt x="12" y="17"/>
                                </a:lnTo>
                                <a:lnTo>
                                  <a:pt x="9" y="17"/>
                                </a:lnTo>
                                <a:lnTo>
                                  <a:pt x="6" y="17"/>
                                </a:lnTo>
                                <a:lnTo>
                                  <a:pt x="3" y="14"/>
                                </a:lnTo>
                                <a:lnTo>
                                  <a:pt x="3" y="11"/>
                                </a:lnTo>
                                <a:lnTo>
                                  <a:pt x="6" y="8"/>
                                </a:lnTo>
                                <a:lnTo>
                                  <a:pt x="9" y="3"/>
                                </a:lnTo>
                                <a:lnTo>
                                  <a:pt x="15" y="0"/>
                                </a:lnTo>
                                <a:lnTo>
                                  <a:pt x="23" y="0"/>
                                </a:lnTo>
                                <a:lnTo>
                                  <a:pt x="29" y="0"/>
                                </a:lnTo>
                                <a:lnTo>
                                  <a:pt x="34" y="0"/>
                                </a:lnTo>
                                <a:lnTo>
                                  <a:pt x="37" y="3"/>
                                </a:lnTo>
                                <a:lnTo>
                                  <a:pt x="40" y="5"/>
                                </a:lnTo>
                                <a:lnTo>
                                  <a:pt x="40" y="11"/>
                                </a:lnTo>
                                <a:lnTo>
                                  <a:pt x="40" y="17"/>
                                </a:lnTo>
                                <a:lnTo>
                                  <a:pt x="40" y="33"/>
                                </a:lnTo>
                                <a:lnTo>
                                  <a:pt x="40" y="39"/>
                                </a:lnTo>
                                <a:lnTo>
                                  <a:pt x="40" y="42"/>
                                </a:lnTo>
                                <a:lnTo>
                                  <a:pt x="40" y="45"/>
                                </a:lnTo>
                                <a:lnTo>
                                  <a:pt x="43" y="45"/>
                                </a:lnTo>
                                <a:lnTo>
                                  <a:pt x="45" y="45"/>
                                </a:lnTo>
                                <a:lnTo>
                                  <a:pt x="48" y="42"/>
                                </a:lnTo>
                                <a:lnTo>
                                  <a:pt x="48" y="45"/>
                                </a:lnTo>
                                <a:lnTo>
                                  <a:pt x="43" y="50"/>
                                </a:lnTo>
                                <a:lnTo>
                                  <a:pt x="37" y="53"/>
                                </a:lnTo>
                                <a:lnTo>
                                  <a:pt x="34" y="53"/>
                                </a:lnTo>
                                <a:lnTo>
                                  <a:pt x="31" y="50"/>
                                </a:lnTo>
                                <a:lnTo>
                                  <a:pt x="31" y="48"/>
                                </a:lnTo>
                                <a:lnTo>
                                  <a:pt x="31" y="45"/>
                                </a:lnTo>
                                <a:close/>
                                <a:moveTo>
                                  <a:pt x="31" y="39"/>
                                </a:moveTo>
                                <a:lnTo>
                                  <a:pt x="31" y="22"/>
                                </a:lnTo>
                                <a:lnTo>
                                  <a:pt x="23" y="25"/>
                                </a:lnTo>
                                <a:lnTo>
                                  <a:pt x="20" y="25"/>
                                </a:lnTo>
                                <a:lnTo>
                                  <a:pt x="15" y="28"/>
                                </a:lnTo>
                                <a:lnTo>
                                  <a:pt x="12" y="31"/>
                                </a:lnTo>
                                <a:lnTo>
                                  <a:pt x="12" y="33"/>
                                </a:lnTo>
                                <a:lnTo>
                                  <a:pt x="12" y="36"/>
                                </a:lnTo>
                                <a:lnTo>
                                  <a:pt x="12" y="39"/>
                                </a:lnTo>
                                <a:lnTo>
                                  <a:pt x="15" y="42"/>
                                </a:lnTo>
                                <a:lnTo>
                                  <a:pt x="17" y="45"/>
                                </a:lnTo>
                                <a:lnTo>
                                  <a:pt x="20" y="45"/>
                                </a:lnTo>
                                <a:lnTo>
                                  <a:pt x="23" y="45"/>
                                </a:lnTo>
                                <a:lnTo>
                                  <a:pt x="31" y="39"/>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5" name="Freeform 724"/>
                        <wps:cNvSpPr>
                          <a:spLocks/>
                        </wps:cNvSpPr>
                        <wps:spPr bwMode="auto">
                          <a:xfrm>
                            <a:off x="3239" y="1399"/>
                            <a:ext cx="45" cy="53"/>
                          </a:xfrm>
                          <a:custGeom>
                            <a:avLst/>
                            <a:gdLst>
                              <a:gd name="T0" fmla="*/ 45 w 45"/>
                              <a:gd name="T1" fmla="*/ 31 h 53"/>
                              <a:gd name="T2" fmla="*/ 42 w 45"/>
                              <a:gd name="T3" fmla="*/ 42 h 53"/>
                              <a:gd name="T4" fmla="*/ 36 w 45"/>
                              <a:gd name="T5" fmla="*/ 48 h 53"/>
                              <a:gd name="T6" fmla="*/ 28 w 45"/>
                              <a:gd name="T7" fmla="*/ 50 h 53"/>
                              <a:gd name="T8" fmla="*/ 22 w 45"/>
                              <a:gd name="T9" fmla="*/ 53 h 53"/>
                              <a:gd name="T10" fmla="*/ 14 w 45"/>
                              <a:gd name="T11" fmla="*/ 50 h 53"/>
                              <a:gd name="T12" fmla="*/ 5 w 45"/>
                              <a:gd name="T13" fmla="*/ 45 h 53"/>
                              <a:gd name="T14" fmla="*/ 3 w 45"/>
                              <a:gd name="T15" fmla="*/ 39 h 53"/>
                              <a:gd name="T16" fmla="*/ 0 w 45"/>
                              <a:gd name="T17" fmla="*/ 33 h 53"/>
                              <a:gd name="T18" fmla="*/ 0 w 45"/>
                              <a:gd name="T19" fmla="*/ 25 h 53"/>
                              <a:gd name="T20" fmla="*/ 0 w 45"/>
                              <a:gd name="T21" fmla="*/ 19 h 53"/>
                              <a:gd name="T22" fmla="*/ 3 w 45"/>
                              <a:gd name="T23" fmla="*/ 11 h 53"/>
                              <a:gd name="T24" fmla="*/ 8 w 45"/>
                              <a:gd name="T25" fmla="*/ 5 h 53"/>
                              <a:gd name="T26" fmla="*/ 14 w 45"/>
                              <a:gd name="T27" fmla="*/ 0 h 53"/>
                              <a:gd name="T28" fmla="*/ 25 w 45"/>
                              <a:gd name="T29" fmla="*/ 0 h 53"/>
                              <a:gd name="T30" fmla="*/ 31 w 45"/>
                              <a:gd name="T31" fmla="*/ 0 h 53"/>
                              <a:gd name="T32" fmla="*/ 36 w 45"/>
                              <a:gd name="T33" fmla="*/ 3 h 53"/>
                              <a:gd name="T34" fmla="*/ 39 w 45"/>
                              <a:gd name="T35" fmla="*/ 5 h 53"/>
                              <a:gd name="T36" fmla="*/ 42 w 45"/>
                              <a:gd name="T37" fmla="*/ 11 h 53"/>
                              <a:gd name="T38" fmla="*/ 42 w 45"/>
                              <a:gd name="T39" fmla="*/ 14 h 53"/>
                              <a:gd name="T40" fmla="*/ 39 w 45"/>
                              <a:gd name="T41" fmla="*/ 14 h 53"/>
                              <a:gd name="T42" fmla="*/ 39 w 45"/>
                              <a:gd name="T43" fmla="*/ 14 h 53"/>
                              <a:gd name="T44" fmla="*/ 36 w 45"/>
                              <a:gd name="T45" fmla="*/ 17 h 53"/>
                              <a:gd name="T46" fmla="*/ 34 w 45"/>
                              <a:gd name="T47" fmla="*/ 14 h 53"/>
                              <a:gd name="T48" fmla="*/ 34 w 45"/>
                              <a:gd name="T49" fmla="*/ 14 h 53"/>
                              <a:gd name="T50" fmla="*/ 31 w 45"/>
                              <a:gd name="T51" fmla="*/ 11 h 53"/>
                              <a:gd name="T52" fmla="*/ 31 w 45"/>
                              <a:gd name="T53" fmla="*/ 8 h 53"/>
                              <a:gd name="T54" fmla="*/ 31 w 45"/>
                              <a:gd name="T55" fmla="*/ 5 h 53"/>
                              <a:gd name="T56" fmla="*/ 28 w 45"/>
                              <a:gd name="T57" fmla="*/ 3 h 53"/>
                              <a:gd name="T58" fmla="*/ 25 w 45"/>
                              <a:gd name="T59" fmla="*/ 3 h 53"/>
                              <a:gd name="T60" fmla="*/ 22 w 45"/>
                              <a:gd name="T61" fmla="*/ 3 h 53"/>
                              <a:gd name="T62" fmla="*/ 17 w 45"/>
                              <a:gd name="T63" fmla="*/ 3 h 53"/>
                              <a:gd name="T64" fmla="*/ 14 w 45"/>
                              <a:gd name="T65" fmla="*/ 5 h 53"/>
                              <a:gd name="T66" fmla="*/ 11 w 45"/>
                              <a:gd name="T67" fmla="*/ 14 h 53"/>
                              <a:gd name="T68" fmla="*/ 11 w 45"/>
                              <a:gd name="T69" fmla="*/ 19 h 53"/>
                              <a:gd name="T70" fmla="*/ 11 w 45"/>
                              <a:gd name="T71" fmla="*/ 28 h 53"/>
                              <a:gd name="T72" fmla="*/ 14 w 45"/>
                              <a:gd name="T73" fmla="*/ 36 h 53"/>
                              <a:gd name="T74" fmla="*/ 19 w 45"/>
                              <a:gd name="T75" fmla="*/ 42 h 53"/>
                              <a:gd name="T76" fmla="*/ 28 w 45"/>
                              <a:gd name="T77" fmla="*/ 45 h 53"/>
                              <a:gd name="T78" fmla="*/ 31 w 45"/>
                              <a:gd name="T79" fmla="*/ 42 h 53"/>
                              <a:gd name="T80" fmla="*/ 36 w 45"/>
                              <a:gd name="T81" fmla="*/ 39 h 53"/>
                              <a:gd name="T82" fmla="*/ 39 w 45"/>
                              <a:gd name="T83" fmla="*/ 36 h 53"/>
                              <a:gd name="T84" fmla="*/ 42 w 45"/>
                              <a:gd name="T85" fmla="*/ 31 h 53"/>
                              <a:gd name="T86" fmla="*/ 45 w 45"/>
                              <a:gd name="T87" fmla="*/ 31 h 53"/>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45" h="53">
                                <a:moveTo>
                                  <a:pt x="45" y="31"/>
                                </a:moveTo>
                                <a:lnTo>
                                  <a:pt x="42" y="42"/>
                                </a:lnTo>
                                <a:lnTo>
                                  <a:pt x="36" y="48"/>
                                </a:lnTo>
                                <a:lnTo>
                                  <a:pt x="28" y="50"/>
                                </a:lnTo>
                                <a:lnTo>
                                  <a:pt x="22" y="53"/>
                                </a:lnTo>
                                <a:lnTo>
                                  <a:pt x="14" y="50"/>
                                </a:lnTo>
                                <a:lnTo>
                                  <a:pt x="5" y="45"/>
                                </a:lnTo>
                                <a:lnTo>
                                  <a:pt x="3" y="39"/>
                                </a:lnTo>
                                <a:lnTo>
                                  <a:pt x="0" y="33"/>
                                </a:lnTo>
                                <a:lnTo>
                                  <a:pt x="0" y="25"/>
                                </a:lnTo>
                                <a:lnTo>
                                  <a:pt x="0" y="19"/>
                                </a:lnTo>
                                <a:lnTo>
                                  <a:pt x="3" y="11"/>
                                </a:lnTo>
                                <a:lnTo>
                                  <a:pt x="8" y="5"/>
                                </a:lnTo>
                                <a:lnTo>
                                  <a:pt x="14" y="0"/>
                                </a:lnTo>
                                <a:lnTo>
                                  <a:pt x="25" y="0"/>
                                </a:lnTo>
                                <a:lnTo>
                                  <a:pt x="31" y="0"/>
                                </a:lnTo>
                                <a:lnTo>
                                  <a:pt x="36" y="3"/>
                                </a:lnTo>
                                <a:lnTo>
                                  <a:pt x="39" y="5"/>
                                </a:lnTo>
                                <a:lnTo>
                                  <a:pt x="42" y="11"/>
                                </a:lnTo>
                                <a:lnTo>
                                  <a:pt x="42" y="14"/>
                                </a:lnTo>
                                <a:lnTo>
                                  <a:pt x="39" y="14"/>
                                </a:lnTo>
                                <a:lnTo>
                                  <a:pt x="36" y="17"/>
                                </a:lnTo>
                                <a:lnTo>
                                  <a:pt x="34" y="14"/>
                                </a:lnTo>
                                <a:lnTo>
                                  <a:pt x="31" y="11"/>
                                </a:lnTo>
                                <a:lnTo>
                                  <a:pt x="31" y="8"/>
                                </a:lnTo>
                                <a:lnTo>
                                  <a:pt x="31" y="5"/>
                                </a:lnTo>
                                <a:lnTo>
                                  <a:pt x="28" y="3"/>
                                </a:lnTo>
                                <a:lnTo>
                                  <a:pt x="25" y="3"/>
                                </a:lnTo>
                                <a:lnTo>
                                  <a:pt x="22" y="3"/>
                                </a:lnTo>
                                <a:lnTo>
                                  <a:pt x="17" y="3"/>
                                </a:lnTo>
                                <a:lnTo>
                                  <a:pt x="14" y="5"/>
                                </a:lnTo>
                                <a:lnTo>
                                  <a:pt x="11" y="14"/>
                                </a:lnTo>
                                <a:lnTo>
                                  <a:pt x="11" y="19"/>
                                </a:lnTo>
                                <a:lnTo>
                                  <a:pt x="11" y="28"/>
                                </a:lnTo>
                                <a:lnTo>
                                  <a:pt x="14" y="36"/>
                                </a:lnTo>
                                <a:lnTo>
                                  <a:pt x="19" y="42"/>
                                </a:lnTo>
                                <a:lnTo>
                                  <a:pt x="28" y="45"/>
                                </a:lnTo>
                                <a:lnTo>
                                  <a:pt x="31" y="42"/>
                                </a:lnTo>
                                <a:lnTo>
                                  <a:pt x="36" y="39"/>
                                </a:lnTo>
                                <a:lnTo>
                                  <a:pt x="39" y="36"/>
                                </a:lnTo>
                                <a:lnTo>
                                  <a:pt x="42" y="31"/>
                                </a:lnTo>
                                <a:lnTo>
                                  <a:pt x="45" y="3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6" name="Freeform 725"/>
                        <wps:cNvSpPr>
                          <a:spLocks/>
                        </wps:cNvSpPr>
                        <wps:spPr bwMode="auto">
                          <a:xfrm>
                            <a:off x="3289" y="1382"/>
                            <a:ext cx="31" cy="70"/>
                          </a:xfrm>
                          <a:custGeom>
                            <a:avLst/>
                            <a:gdLst>
                              <a:gd name="T0" fmla="*/ 17 w 31"/>
                              <a:gd name="T1" fmla="*/ 0 h 70"/>
                              <a:gd name="T2" fmla="*/ 17 w 31"/>
                              <a:gd name="T3" fmla="*/ 17 h 70"/>
                              <a:gd name="T4" fmla="*/ 28 w 31"/>
                              <a:gd name="T5" fmla="*/ 17 h 70"/>
                              <a:gd name="T6" fmla="*/ 28 w 31"/>
                              <a:gd name="T7" fmla="*/ 20 h 70"/>
                              <a:gd name="T8" fmla="*/ 17 w 31"/>
                              <a:gd name="T9" fmla="*/ 20 h 70"/>
                              <a:gd name="T10" fmla="*/ 17 w 31"/>
                              <a:gd name="T11" fmla="*/ 53 h 70"/>
                              <a:gd name="T12" fmla="*/ 17 w 31"/>
                              <a:gd name="T13" fmla="*/ 59 h 70"/>
                              <a:gd name="T14" fmla="*/ 20 w 31"/>
                              <a:gd name="T15" fmla="*/ 62 h 70"/>
                              <a:gd name="T16" fmla="*/ 20 w 31"/>
                              <a:gd name="T17" fmla="*/ 62 h 70"/>
                              <a:gd name="T18" fmla="*/ 23 w 31"/>
                              <a:gd name="T19" fmla="*/ 62 h 70"/>
                              <a:gd name="T20" fmla="*/ 26 w 31"/>
                              <a:gd name="T21" fmla="*/ 62 h 70"/>
                              <a:gd name="T22" fmla="*/ 26 w 31"/>
                              <a:gd name="T23" fmla="*/ 62 h 70"/>
                              <a:gd name="T24" fmla="*/ 28 w 31"/>
                              <a:gd name="T25" fmla="*/ 62 h 70"/>
                              <a:gd name="T26" fmla="*/ 28 w 31"/>
                              <a:gd name="T27" fmla="*/ 59 h 70"/>
                              <a:gd name="T28" fmla="*/ 31 w 31"/>
                              <a:gd name="T29" fmla="*/ 59 h 70"/>
                              <a:gd name="T30" fmla="*/ 28 w 31"/>
                              <a:gd name="T31" fmla="*/ 65 h 70"/>
                              <a:gd name="T32" fmla="*/ 26 w 31"/>
                              <a:gd name="T33" fmla="*/ 67 h 70"/>
                              <a:gd name="T34" fmla="*/ 23 w 31"/>
                              <a:gd name="T35" fmla="*/ 70 h 70"/>
                              <a:gd name="T36" fmla="*/ 17 w 31"/>
                              <a:gd name="T37" fmla="*/ 70 h 70"/>
                              <a:gd name="T38" fmla="*/ 14 w 31"/>
                              <a:gd name="T39" fmla="*/ 70 h 70"/>
                              <a:gd name="T40" fmla="*/ 12 w 31"/>
                              <a:gd name="T41" fmla="*/ 67 h 70"/>
                              <a:gd name="T42" fmla="*/ 12 w 31"/>
                              <a:gd name="T43" fmla="*/ 67 h 70"/>
                              <a:gd name="T44" fmla="*/ 9 w 31"/>
                              <a:gd name="T45" fmla="*/ 65 h 70"/>
                              <a:gd name="T46" fmla="*/ 9 w 31"/>
                              <a:gd name="T47" fmla="*/ 62 h 70"/>
                              <a:gd name="T48" fmla="*/ 9 w 31"/>
                              <a:gd name="T49" fmla="*/ 56 h 70"/>
                              <a:gd name="T50" fmla="*/ 9 w 31"/>
                              <a:gd name="T51" fmla="*/ 20 h 70"/>
                              <a:gd name="T52" fmla="*/ 0 w 31"/>
                              <a:gd name="T53" fmla="*/ 20 h 70"/>
                              <a:gd name="T54" fmla="*/ 0 w 31"/>
                              <a:gd name="T55" fmla="*/ 20 h 70"/>
                              <a:gd name="T56" fmla="*/ 3 w 31"/>
                              <a:gd name="T57" fmla="*/ 17 h 70"/>
                              <a:gd name="T58" fmla="*/ 6 w 31"/>
                              <a:gd name="T59" fmla="*/ 14 h 70"/>
                              <a:gd name="T60" fmla="*/ 9 w 31"/>
                              <a:gd name="T61" fmla="*/ 11 h 70"/>
                              <a:gd name="T62" fmla="*/ 12 w 31"/>
                              <a:gd name="T63" fmla="*/ 8 h 70"/>
                              <a:gd name="T64" fmla="*/ 14 w 31"/>
                              <a:gd name="T65" fmla="*/ 5 h 70"/>
                              <a:gd name="T66" fmla="*/ 17 w 31"/>
                              <a:gd name="T67" fmla="*/ 0 h 70"/>
                              <a:gd name="T68" fmla="*/ 17 w 31"/>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1" h="70">
                                <a:moveTo>
                                  <a:pt x="17" y="0"/>
                                </a:moveTo>
                                <a:lnTo>
                                  <a:pt x="17" y="17"/>
                                </a:lnTo>
                                <a:lnTo>
                                  <a:pt x="28" y="17"/>
                                </a:lnTo>
                                <a:lnTo>
                                  <a:pt x="28" y="20"/>
                                </a:lnTo>
                                <a:lnTo>
                                  <a:pt x="17" y="20"/>
                                </a:lnTo>
                                <a:lnTo>
                                  <a:pt x="17" y="53"/>
                                </a:lnTo>
                                <a:lnTo>
                                  <a:pt x="17" y="59"/>
                                </a:lnTo>
                                <a:lnTo>
                                  <a:pt x="20" y="62"/>
                                </a:lnTo>
                                <a:lnTo>
                                  <a:pt x="23" y="62"/>
                                </a:lnTo>
                                <a:lnTo>
                                  <a:pt x="26" y="62"/>
                                </a:lnTo>
                                <a:lnTo>
                                  <a:pt x="28" y="62"/>
                                </a:lnTo>
                                <a:lnTo>
                                  <a:pt x="28" y="59"/>
                                </a:lnTo>
                                <a:lnTo>
                                  <a:pt x="31" y="59"/>
                                </a:lnTo>
                                <a:lnTo>
                                  <a:pt x="28" y="65"/>
                                </a:lnTo>
                                <a:lnTo>
                                  <a:pt x="26" y="67"/>
                                </a:lnTo>
                                <a:lnTo>
                                  <a:pt x="23" y="70"/>
                                </a:lnTo>
                                <a:lnTo>
                                  <a:pt x="17" y="70"/>
                                </a:lnTo>
                                <a:lnTo>
                                  <a:pt x="14" y="70"/>
                                </a:lnTo>
                                <a:lnTo>
                                  <a:pt x="12" y="67"/>
                                </a:lnTo>
                                <a:lnTo>
                                  <a:pt x="9" y="65"/>
                                </a:lnTo>
                                <a:lnTo>
                                  <a:pt x="9" y="62"/>
                                </a:lnTo>
                                <a:lnTo>
                                  <a:pt x="9" y="56"/>
                                </a:lnTo>
                                <a:lnTo>
                                  <a:pt x="9" y="20"/>
                                </a:lnTo>
                                <a:lnTo>
                                  <a:pt x="0" y="20"/>
                                </a:lnTo>
                                <a:lnTo>
                                  <a:pt x="3" y="17"/>
                                </a:lnTo>
                                <a:lnTo>
                                  <a:pt x="6" y="14"/>
                                </a:lnTo>
                                <a:lnTo>
                                  <a:pt x="9" y="11"/>
                                </a:lnTo>
                                <a:lnTo>
                                  <a:pt x="12" y="8"/>
                                </a:lnTo>
                                <a:lnTo>
                                  <a:pt x="14" y="5"/>
                                </a:lnTo>
                                <a:lnTo>
                                  <a:pt x="17"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7" name="Freeform 726"/>
                        <wps:cNvSpPr>
                          <a:spLocks/>
                        </wps:cNvSpPr>
                        <wps:spPr bwMode="auto">
                          <a:xfrm>
                            <a:off x="3014" y="892"/>
                            <a:ext cx="56" cy="54"/>
                          </a:xfrm>
                          <a:custGeom>
                            <a:avLst/>
                            <a:gdLst>
                              <a:gd name="T0" fmla="*/ 17 w 56"/>
                              <a:gd name="T1" fmla="*/ 11 h 54"/>
                              <a:gd name="T2" fmla="*/ 23 w 56"/>
                              <a:gd name="T3" fmla="*/ 6 h 54"/>
                              <a:gd name="T4" fmla="*/ 28 w 56"/>
                              <a:gd name="T5" fmla="*/ 3 h 54"/>
                              <a:gd name="T6" fmla="*/ 34 w 56"/>
                              <a:gd name="T7" fmla="*/ 0 h 54"/>
                              <a:gd name="T8" fmla="*/ 39 w 56"/>
                              <a:gd name="T9" fmla="*/ 0 h 54"/>
                              <a:gd name="T10" fmla="*/ 42 w 56"/>
                              <a:gd name="T11" fmla="*/ 3 h 54"/>
                              <a:gd name="T12" fmla="*/ 45 w 56"/>
                              <a:gd name="T13" fmla="*/ 6 h 54"/>
                              <a:gd name="T14" fmla="*/ 48 w 56"/>
                              <a:gd name="T15" fmla="*/ 9 h 54"/>
                              <a:gd name="T16" fmla="*/ 48 w 56"/>
                              <a:gd name="T17" fmla="*/ 14 h 54"/>
                              <a:gd name="T18" fmla="*/ 48 w 56"/>
                              <a:gd name="T19" fmla="*/ 20 h 54"/>
                              <a:gd name="T20" fmla="*/ 48 w 56"/>
                              <a:gd name="T21" fmla="*/ 42 h 54"/>
                              <a:gd name="T22" fmla="*/ 48 w 56"/>
                              <a:gd name="T23" fmla="*/ 45 h 54"/>
                              <a:gd name="T24" fmla="*/ 48 w 56"/>
                              <a:gd name="T25" fmla="*/ 51 h 54"/>
                              <a:gd name="T26" fmla="*/ 51 w 56"/>
                              <a:gd name="T27" fmla="*/ 51 h 54"/>
                              <a:gd name="T28" fmla="*/ 51 w 56"/>
                              <a:gd name="T29" fmla="*/ 51 h 54"/>
                              <a:gd name="T30" fmla="*/ 53 w 56"/>
                              <a:gd name="T31" fmla="*/ 54 h 54"/>
                              <a:gd name="T32" fmla="*/ 56 w 56"/>
                              <a:gd name="T33" fmla="*/ 54 h 54"/>
                              <a:gd name="T34" fmla="*/ 56 w 56"/>
                              <a:gd name="T35" fmla="*/ 54 h 54"/>
                              <a:gd name="T36" fmla="*/ 31 w 56"/>
                              <a:gd name="T37" fmla="*/ 54 h 54"/>
                              <a:gd name="T38" fmla="*/ 31 w 56"/>
                              <a:gd name="T39" fmla="*/ 54 h 54"/>
                              <a:gd name="T40" fmla="*/ 31 w 56"/>
                              <a:gd name="T41" fmla="*/ 54 h 54"/>
                              <a:gd name="T42" fmla="*/ 34 w 56"/>
                              <a:gd name="T43" fmla="*/ 54 h 54"/>
                              <a:gd name="T44" fmla="*/ 37 w 56"/>
                              <a:gd name="T45" fmla="*/ 51 h 54"/>
                              <a:gd name="T46" fmla="*/ 37 w 56"/>
                              <a:gd name="T47" fmla="*/ 51 h 54"/>
                              <a:gd name="T48" fmla="*/ 37 w 56"/>
                              <a:gd name="T49" fmla="*/ 48 h 54"/>
                              <a:gd name="T50" fmla="*/ 39 w 56"/>
                              <a:gd name="T51" fmla="*/ 45 h 54"/>
                              <a:gd name="T52" fmla="*/ 39 w 56"/>
                              <a:gd name="T53" fmla="*/ 42 h 54"/>
                              <a:gd name="T54" fmla="*/ 39 w 56"/>
                              <a:gd name="T55" fmla="*/ 20 h 54"/>
                              <a:gd name="T56" fmla="*/ 37 w 56"/>
                              <a:gd name="T57" fmla="*/ 14 h 54"/>
                              <a:gd name="T58" fmla="*/ 37 w 56"/>
                              <a:gd name="T59" fmla="*/ 11 h 54"/>
                              <a:gd name="T60" fmla="*/ 34 w 56"/>
                              <a:gd name="T61" fmla="*/ 9 h 54"/>
                              <a:gd name="T62" fmla="*/ 31 w 56"/>
                              <a:gd name="T63" fmla="*/ 9 h 54"/>
                              <a:gd name="T64" fmla="*/ 23 w 56"/>
                              <a:gd name="T65" fmla="*/ 9 h 54"/>
                              <a:gd name="T66" fmla="*/ 17 w 56"/>
                              <a:gd name="T67" fmla="*/ 14 h 54"/>
                              <a:gd name="T68" fmla="*/ 17 w 56"/>
                              <a:gd name="T69" fmla="*/ 42 h 54"/>
                              <a:gd name="T70" fmla="*/ 17 w 56"/>
                              <a:gd name="T71" fmla="*/ 48 h 54"/>
                              <a:gd name="T72" fmla="*/ 17 w 56"/>
                              <a:gd name="T73" fmla="*/ 48 h 54"/>
                              <a:gd name="T74" fmla="*/ 17 w 56"/>
                              <a:gd name="T75" fmla="*/ 51 h 54"/>
                              <a:gd name="T76" fmla="*/ 20 w 56"/>
                              <a:gd name="T77" fmla="*/ 51 h 54"/>
                              <a:gd name="T78" fmla="*/ 20 w 56"/>
                              <a:gd name="T79" fmla="*/ 54 h 54"/>
                              <a:gd name="T80" fmla="*/ 23 w 56"/>
                              <a:gd name="T81" fmla="*/ 54 h 54"/>
                              <a:gd name="T82" fmla="*/ 23 w 56"/>
                              <a:gd name="T83" fmla="*/ 54 h 54"/>
                              <a:gd name="T84" fmla="*/ 0 w 56"/>
                              <a:gd name="T85" fmla="*/ 54 h 54"/>
                              <a:gd name="T86" fmla="*/ 0 w 56"/>
                              <a:gd name="T87" fmla="*/ 54 h 54"/>
                              <a:gd name="T88" fmla="*/ 0 w 56"/>
                              <a:gd name="T89" fmla="*/ 54 h 54"/>
                              <a:gd name="T90" fmla="*/ 3 w 56"/>
                              <a:gd name="T91" fmla="*/ 54 h 54"/>
                              <a:gd name="T92" fmla="*/ 6 w 56"/>
                              <a:gd name="T93" fmla="*/ 51 h 54"/>
                              <a:gd name="T94" fmla="*/ 6 w 56"/>
                              <a:gd name="T95" fmla="*/ 48 h 54"/>
                              <a:gd name="T96" fmla="*/ 6 w 56"/>
                              <a:gd name="T97" fmla="*/ 42 h 54"/>
                              <a:gd name="T98" fmla="*/ 6 w 56"/>
                              <a:gd name="T99" fmla="*/ 23 h 54"/>
                              <a:gd name="T100" fmla="*/ 6 w 56"/>
                              <a:gd name="T101" fmla="*/ 14 h 54"/>
                              <a:gd name="T102" fmla="*/ 6 w 56"/>
                              <a:gd name="T103" fmla="*/ 11 h 54"/>
                              <a:gd name="T104" fmla="*/ 6 w 56"/>
                              <a:gd name="T105" fmla="*/ 9 h 54"/>
                              <a:gd name="T106" fmla="*/ 6 w 56"/>
                              <a:gd name="T107" fmla="*/ 9 h 54"/>
                              <a:gd name="T108" fmla="*/ 3 w 56"/>
                              <a:gd name="T109" fmla="*/ 9 h 54"/>
                              <a:gd name="T110" fmla="*/ 3 w 56"/>
                              <a:gd name="T111" fmla="*/ 6 h 54"/>
                              <a:gd name="T112" fmla="*/ 0 w 56"/>
                              <a:gd name="T113" fmla="*/ 9 h 54"/>
                              <a:gd name="T114" fmla="*/ 0 w 56"/>
                              <a:gd name="T115" fmla="*/ 9 h 54"/>
                              <a:gd name="T116" fmla="*/ 0 w 56"/>
                              <a:gd name="T117" fmla="*/ 6 h 54"/>
                              <a:gd name="T118" fmla="*/ 14 w 56"/>
                              <a:gd name="T119" fmla="*/ 0 h 54"/>
                              <a:gd name="T120" fmla="*/ 17 w 56"/>
                              <a:gd name="T121" fmla="*/ 0 h 54"/>
                              <a:gd name="T122" fmla="*/ 17 w 56"/>
                              <a:gd name="T123" fmla="*/ 11 h 5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6" h="54">
                                <a:moveTo>
                                  <a:pt x="17" y="11"/>
                                </a:moveTo>
                                <a:lnTo>
                                  <a:pt x="23" y="6"/>
                                </a:lnTo>
                                <a:lnTo>
                                  <a:pt x="28" y="3"/>
                                </a:lnTo>
                                <a:lnTo>
                                  <a:pt x="34" y="0"/>
                                </a:lnTo>
                                <a:lnTo>
                                  <a:pt x="39" y="0"/>
                                </a:lnTo>
                                <a:lnTo>
                                  <a:pt x="42" y="3"/>
                                </a:lnTo>
                                <a:lnTo>
                                  <a:pt x="45" y="6"/>
                                </a:lnTo>
                                <a:lnTo>
                                  <a:pt x="48" y="9"/>
                                </a:lnTo>
                                <a:lnTo>
                                  <a:pt x="48" y="14"/>
                                </a:lnTo>
                                <a:lnTo>
                                  <a:pt x="48" y="20"/>
                                </a:lnTo>
                                <a:lnTo>
                                  <a:pt x="48" y="42"/>
                                </a:lnTo>
                                <a:lnTo>
                                  <a:pt x="48" y="45"/>
                                </a:lnTo>
                                <a:lnTo>
                                  <a:pt x="48" y="51"/>
                                </a:lnTo>
                                <a:lnTo>
                                  <a:pt x="51" y="51"/>
                                </a:lnTo>
                                <a:lnTo>
                                  <a:pt x="53" y="54"/>
                                </a:lnTo>
                                <a:lnTo>
                                  <a:pt x="56" y="54"/>
                                </a:lnTo>
                                <a:lnTo>
                                  <a:pt x="31" y="54"/>
                                </a:lnTo>
                                <a:lnTo>
                                  <a:pt x="34" y="54"/>
                                </a:lnTo>
                                <a:lnTo>
                                  <a:pt x="37" y="51"/>
                                </a:lnTo>
                                <a:lnTo>
                                  <a:pt x="37" y="48"/>
                                </a:lnTo>
                                <a:lnTo>
                                  <a:pt x="39" y="45"/>
                                </a:lnTo>
                                <a:lnTo>
                                  <a:pt x="39" y="42"/>
                                </a:lnTo>
                                <a:lnTo>
                                  <a:pt x="39" y="20"/>
                                </a:lnTo>
                                <a:lnTo>
                                  <a:pt x="37" y="14"/>
                                </a:lnTo>
                                <a:lnTo>
                                  <a:pt x="37" y="11"/>
                                </a:lnTo>
                                <a:lnTo>
                                  <a:pt x="34" y="9"/>
                                </a:lnTo>
                                <a:lnTo>
                                  <a:pt x="31" y="9"/>
                                </a:lnTo>
                                <a:lnTo>
                                  <a:pt x="23" y="9"/>
                                </a:lnTo>
                                <a:lnTo>
                                  <a:pt x="17" y="14"/>
                                </a:lnTo>
                                <a:lnTo>
                                  <a:pt x="17" y="42"/>
                                </a:lnTo>
                                <a:lnTo>
                                  <a:pt x="17" y="48"/>
                                </a:lnTo>
                                <a:lnTo>
                                  <a:pt x="17" y="51"/>
                                </a:lnTo>
                                <a:lnTo>
                                  <a:pt x="20" y="51"/>
                                </a:lnTo>
                                <a:lnTo>
                                  <a:pt x="20" y="54"/>
                                </a:lnTo>
                                <a:lnTo>
                                  <a:pt x="23" y="54"/>
                                </a:lnTo>
                                <a:lnTo>
                                  <a:pt x="0" y="54"/>
                                </a:lnTo>
                                <a:lnTo>
                                  <a:pt x="3" y="54"/>
                                </a:lnTo>
                                <a:lnTo>
                                  <a:pt x="6" y="51"/>
                                </a:lnTo>
                                <a:lnTo>
                                  <a:pt x="6" y="48"/>
                                </a:lnTo>
                                <a:lnTo>
                                  <a:pt x="6" y="42"/>
                                </a:lnTo>
                                <a:lnTo>
                                  <a:pt x="6" y="23"/>
                                </a:lnTo>
                                <a:lnTo>
                                  <a:pt x="6" y="14"/>
                                </a:lnTo>
                                <a:lnTo>
                                  <a:pt x="6" y="11"/>
                                </a:lnTo>
                                <a:lnTo>
                                  <a:pt x="6" y="9"/>
                                </a:lnTo>
                                <a:lnTo>
                                  <a:pt x="3" y="9"/>
                                </a:lnTo>
                                <a:lnTo>
                                  <a:pt x="3" y="6"/>
                                </a:lnTo>
                                <a:lnTo>
                                  <a:pt x="0" y="9"/>
                                </a:lnTo>
                                <a:lnTo>
                                  <a:pt x="0" y="6"/>
                                </a:lnTo>
                                <a:lnTo>
                                  <a:pt x="14" y="0"/>
                                </a:lnTo>
                                <a:lnTo>
                                  <a:pt x="17" y="0"/>
                                </a:lnTo>
                                <a:lnTo>
                                  <a:pt x="17" y="11"/>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8" name="Freeform 727"/>
                        <wps:cNvSpPr>
                          <a:spLocks/>
                        </wps:cNvSpPr>
                        <wps:spPr bwMode="auto">
                          <a:xfrm>
                            <a:off x="3073" y="892"/>
                            <a:ext cx="48" cy="56"/>
                          </a:xfrm>
                          <a:custGeom>
                            <a:avLst/>
                            <a:gdLst>
                              <a:gd name="T0" fmla="*/ 25 w 48"/>
                              <a:gd name="T1" fmla="*/ 51 h 56"/>
                              <a:gd name="T2" fmla="*/ 20 w 48"/>
                              <a:gd name="T3" fmla="*/ 54 h 56"/>
                              <a:gd name="T4" fmla="*/ 14 w 48"/>
                              <a:gd name="T5" fmla="*/ 56 h 56"/>
                              <a:gd name="T6" fmla="*/ 6 w 48"/>
                              <a:gd name="T7" fmla="*/ 51 h 56"/>
                              <a:gd name="T8" fmla="*/ 0 w 48"/>
                              <a:gd name="T9" fmla="*/ 42 h 56"/>
                              <a:gd name="T10" fmla="*/ 3 w 48"/>
                              <a:gd name="T11" fmla="*/ 37 h 56"/>
                              <a:gd name="T12" fmla="*/ 11 w 48"/>
                              <a:gd name="T13" fmla="*/ 28 h 56"/>
                              <a:gd name="T14" fmla="*/ 31 w 48"/>
                              <a:gd name="T15" fmla="*/ 20 h 56"/>
                              <a:gd name="T16" fmla="*/ 31 w 48"/>
                              <a:gd name="T17" fmla="*/ 11 h 56"/>
                              <a:gd name="T18" fmla="*/ 25 w 48"/>
                              <a:gd name="T19" fmla="*/ 6 h 56"/>
                              <a:gd name="T20" fmla="*/ 17 w 48"/>
                              <a:gd name="T21" fmla="*/ 6 h 56"/>
                              <a:gd name="T22" fmla="*/ 14 w 48"/>
                              <a:gd name="T23" fmla="*/ 9 h 56"/>
                              <a:gd name="T24" fmla="*/ 14 w 48"/>
                              <a:gd name="T25" fmla="*/ 14 h 56"/>
                              <a:gd name="T26" fmla="*/ 11 w 48"/>
                              <a:gd name="T27" fmla="*/ 20 h 56"/>
                              <a:gd name="T28" fmla="*/ 9 w 48"/>
                              <a:gd name="T29" fmla="*/ 20 h 56"/>
                              <a:gd name="T30" fmla="*/ 6 w 48"/>
                              <a:gd name="T31" fmla="*/ 20 h 56"/>
                              <a:gd name="T32" fmla="*/ 3 w 48"/>
                              <a:gd name="T33" fmla="*/ 14 h 56"/>
                              <a:gd name="T34" fmla="*/ 9 w 48"/>
                              <a:gd name="T35" fmla="*/ 6 h 56"/>
                              <a:gd name="T36" fmla="*/ 23 w 48"/>
                              <a:gd name="T37" fmla="*/ 0 h 56"/>
                              <a:gd name="T38" fmla="*/ 34 w 48"/>
                              <a:gd name="T39" fmla="*/ 3 h 56"/>
                              <a:gd name="T40" fmla="*/ 39 w 48"/>
                              <a:gd name="T41" fmla="*/ 9 h 56"/>
                              <a:gd name="T42" fmla="*/ 39 w 48"/>
                              <a:gd name="T43" fmla="*/ 17 h 56"/>
                              <a:gd name="T44" fmla="*/ 39 w 48"/>
                              <a:gd name="T45" fmla="*/ 42 h 56"/>
                              <a:gd name="T46" fmla="*/ 42 w 48"/>
                              <a:gd name="T47" fmla="*/ 45 h 56"/>
                              <a:gd name="T48" fmla="*/ 42 w 48"/>
                              <a:gd name="T49" fmla="*/ 48 h 56"/>
                              <a:gd name="T50" fmla="*/ 45 w 48"/>
                              <a:gd name="T51" fmla="*/ 48 h 56"/>
                              <a:gd name="T52" fmla="*/ 45 w 48"/>
                              <a:gd name="T53" fmla="*/ 45 h 56"/>
                              <a:gd name="T54" fmla="*/ 48 w 48"/>
                              <a:gd name="T55" fmla="*/ 48 h 56"/>
                              <a:gd name="T56" fmla="*/ 37 w 48"/>
                              <a:gd name="T57" fmla="*/ 56 h 56"/>
                              <a:gd name="T58" fmla="*/ 34 w 48"/>
                              <a:gd name="T59" fmla="*/ 54 h 56"/>
                              <a:gd name="T60" fmla="*/ 31 w 48"/>
                              <a:gd name="T61" fmla="*/ 45 h 56"/>
                              <a:gd name="T62" fmla="*/ 31 w 48"/>
                              <a:gd name="T63" fmla="*/ 23 h 56"/>
                              <a:gd name="T64" fmla="*/ 20 w 48"/>
                              <a:gd name="T65" fmla="*/ 28 h 56"/>
                              <a:gd name="T66" fmla="*/ 14 w 48"/>
                              <a:gd name="T67" fmla="*/ 34 h 56"/>
                              <a:gd name="T68" fmla="*/ 11 w 48"/>
                              <a:gd name="T69" fmla="*/ 40 h 56"/>
                              <a:gd name="T70" fmla="*/ 14 w 48"/>
                              <a:gd name="T71" fmla="*/ 45 h 56"/>
                              <a:gd name="T72" fmla="*/ 20 w 48"/>
                              <a:gd name="T73" fmla="*/ 48 h 56"/>
                              <a:gd name="T74" fmla="*/ 31 w 48"/>
                              <a:gd name="T75" fmla="*/ 42 h 5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6">
                                <a:moveTo>
                                  <a:pt x="31" y="45"/>
                                </a:moveTo>
                                <a:lnTo>
                                  <a:pt x="25"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1" y="28"/>
                                </a:lnTo>
                                <a:lnTo>
                                  <a:pt x="20" y="25"/>
                                </a:lnTo>
                                <a:lnTo>
                                  <a:pt x="31" y="20"/>
                                </a:lnTo>
                                <a:lnTo>
                                  <a:pt x="31" y="17"/>
                                </a:lnTo>
                                <a:lnTo>
                                  <a:pt x="31" y="11"/>
                                </a:lnTo>
                                <a:lnTo>
                                  <a:pt x="28" y="9"/>
                                </a:lnTo>
                                <a:lnTo>
                                  <a:pt x="25" y="6"/>
                                </a:lnTo>
                                <a:lnTo>
                                  <a:pt x="23" y="3"/>
                                </a:lnTo>
                                <a:lnTo>
                                  <a:pt x="17" y="6"/>
                                </a:lnTo>
                                <a:lnTo>
                                  <a:pt x="14" y="9"/>
                                </a:lnTo>
                                <a:lnTo>
                                  <a:pt x="14" y="11"/>
                                </a:lnTo>
                                <a:lnTo>
                                  <a:pt x="14" y="14"/>
                                </a:lnTo>
                                <a:lnTo>
                                  <a:pt x="14" y="17"/>
                                </a:lnTo>
                                <a:lnTo>
                                  <a:pt x="11" y="20"/>
                                </a:lnTo>
                                <a:lnTo>
                                  <a:pt x="9" y="20"/>
                                </a:lnTo>
                                <a:lnTo>
                                  <a:pt x="6" y="20"/>
                                </a:lnTo>
                                <a:lnTo>
                                  <a:pt x="3" y="17"/>
                                </a:lnTo>
                                <a:lnTo>
                                  <a:pt x="3" y="14"/>
                                </a:lnTo>
                                <a:lnTo>
                                  <a:pt x="6" y="9"/>
                                </a:lnTo>
                                <a:lnTo>
                                  <a:pt x="9" y="6"/>
                                </a:lnTo>
                                <a:lnTo>
                                  <a:pt x="14" y="3"/>
                                </a:lnTo>
                                <a:lnTo>
                                  <a:pt x="23" y="0"/>
                                </a:lnTo>
                                <a:lnTo>
                                  <a:pt x="28" y="0"/>
                                </a:lnTo>
                                <a:lnTo>
                                  <a:pt x="34" y="3"/>
                                </a:lnTo>
                                <a:lnTo>
                                  <a:pt x="37" y="6"/>
                                </a:lnTo>
                                <a:lnTo>
                                  <a:pt x="39" y="9"/>
                                </a:lnTo>
                                <a:lnTo>
                                  <a:pt x="39" y="11"/>
                                </a:lnTo>
                                <a:lnTo>
                                  <a:pt x="39" y="17"/>
                                </a:lnTo>
                                <a:lnTo>
                                  <a:pt x="39" y="37"/>
                                </a:lnTo>
                                <a:lnTo>
                                  <a:pt x="39" y="42"/>
                                </a:lnTo>
                                <a:lnTo>
                                  <a:pt x="42" y="45"/>
                                </a:lnTo>
                                <a:lnTo>
                                  <a:pt x="42" y="48"/>
                                </a:lnTo>
                                <a:lnTo>
                                  <a:pt x="45" y="48"/>
                                </a:lnTo>
                                <a:lnTo>
                                  <a:pt x="45" y="45"/>
                                </a:lnTo>
                                <a:lnTo>
                                  <a:pt x="48" y="45"/>
                                </a:lnTo>
                                <a:lnTo>
                                  <a:pt x="48" y="48"/>
                                </a:lnTo>
                                <a:lnTo>
                                  <a:pt x="42" y="54"/>
                                </a:lnTo>
                                <a:lnTo>
                                  <a:pt x="37" y="56"/>
                                </a:lnTo>
                                <a:lnTo>
                                  <a:pt x="34" y="54"/>
                                </a:lnTo>
                                <a:lnTo>
                                  <a:pt x="31" y="51"/>
                                </a:lnTo>
                                <a:lnTo>
                                  <a:pt x="31" y="45"/>
                                </a:lnTo>
                                <a:close/>
                                <a:moveTo>
                                  <a:pt x="31" y="42"/>
                                </a:moveTo>
                                <a:lnTo>
                                  <a:pt x="31" y="23"/>
                                </a:lnTo>
                                <a:lnTo>
                                  <a:pt x="23" y="25"/>
                                </a:lnTo>
                                <a:lnTo>
                                  <a:pt x="20" y="28"/>
                                </a:lnTo>
                                <a:lnTo>
                                  <a:pt x="17" y="31"/>
                                </a:lnTo>
                                <a:lnTo>
                                  <a:pt x="14" y="34"/>
                                </a:lnTo>
                                <a:lnTo>
                                  <a:pt x="11" y="37"/>
                                </a:lnTo>
                                <a:lnTo>
                                  <a:pt x="11" y="40"/>
                                </a:lnTo>
                                <a:lnTo>
                                  <a:pt x="11" y="42"/>
                                </a:lnTo>
                                <a:lnTo>
                                  <a:pt x="14" y="45"/>
                                </a:lnTo>
                                <a:lnTo>
                                  <a:pt x="17" y="48"/>
                                </a:lnTo>
                                <a:lnTo>
                                  <a:pt x="20" y="48"/>
                                </a:lnTo>
                                <a:lnTo>
                                  <a:pt x="25" y="48"/>
                                </a:lnTo>
                                <a:lnTo>
                                  <a:pt x="31"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29" name="Freeform 728"/>
                        <wps:cNvSpPr>
                          <a:spLocks/>
                        </wps:cNvSpPr>
                        <wps:spPr bwMode="auto">
                          <a:xfrm>
                            <a:off x="3129" y="892"/>
                            <a:ext cx="37" cy="56"/>
                          </a:xfrm>
                          <a:custGeom>
                            <a:avLst/>
                            <a:gdLst>
                              <a:gd name="T0" fmla="*/ 31 w 37"/>
                              <a:gd name="T1" fmla="*/ 0 h 56"/>
                              <a:gd name="T2" fmla="*/ 31 w 37"/>
                              <a:gd name="T3" fmla="*/ 20 h 56"/>
                              <a:gd name="T4" fmla="*/ 31 w 37"/>
                              <a:gd name="T5" fmla="*/ 20 h 56"/>
                              <a:gd name="T6" fmla="*/ 28 w 37"/>
                              <a:gd name="T7" fmla="*/ 11 h 56"/>
                              <a:gd name="T8" fmla="*/ 26 w 37"/>
                              <a:gd name="T9" fmla="*/ 9 h 56"/>
                              <a:gd name="T10" fmla="*/ 23 w 37"/>
                              <a:gd name="T11" fmla="*/ 6 h 56"/>
                              <a:gd name="T12" fmla="*/ 17 w 37"/>
                              <a:gd name="T13" fmla="*/ 3 h 56"/>
                              <a:gd name="T14" fmla="*/ 14 w 37"/>
                              <a:gd name="T15" fmla="*/ 6 h 56"/>
                              <a:gd name="T16" fmla="*/ 12 w 37"/>
                              <a:gd name="T17" fmla="*/ 6 h 56"/>
                              <a:gd name="T18" fmla="*/ 9 w 37"/>
                              <a:gd name="T19" fmla="*/ 9 h 56"/>
                              <a:gd name="T20" fmla="*/ 9 w 37"/>
                              <a:gd name="T21" fmla="*/ 11 h 56"/>
                              <a:gd name="T22" fmla="*/ 9 w 37"/>
                              <a:gd name="T23" fmla="*/ 14 h 56"/>
                              <a:gd name="T24" fmla="*/ 9 w 37"/>
                              <a:gd name="T25" fmla="*/ 17 h 56"/>
                              <a:gd name="T26" fmla="*/ 12 w 37"/>
                              <a:gd name="T27" fmla="*/ 20 h 56"/>
                              <a:gd name="T28" fmla="*/ 17 w 37"/>
                              <a:gd name="T29" fmla="*/ 20 h 56"/>
                              <a:gd name="T30" fmla="*/ 26 w 37"/>
                              <a:gd name="T31" fmla="*/ 25 h 56"/>
                              <a:gd name="T32" fmla="*/ 31 w 37"/>
                              <a:gd name="T33" fmla="*/ 28 h 56"/>
                              <a:gd name="T34" fmla="*/ 34 w 37"/>
                              <a:gd name="T35" fmla="*/ 34 h 56"/>
                              <a:gd name="T36" fmla="*/ 37 w 37"/>
                              <a:gd name="T37" fmla="*/ 40 h 56"/>
                              <a:gd name="T38" fmla="*/ 34 w 37"/>
                              <a:gd name="T39" fmla="*/ 45 h 56"/>
                              <a:gd name="T40" fmla="*/ 31 w 37"/>
                              <a:gd name="T41" fmla="*/ 51 h 56"/>
                              <a:gd name="T42" fmla="*/ 26 w 37"/>
                              <a:gd name="T43" fmla="*/ 54 h 56"/>
                              <a:gd name="T44" fmla="*/ 17 w 37"/>
                              <a:gd name="T45" fmla="*/ 56 h 56"/>
                              <a:gd name="T46" fmla="*/ 14 w 37"/>
                              <a:gd name="T47" fmla="*/ 54 h 56"/>
                              <a:gd name="T48" fmla="*/ 6 w 37"/>
                              <a:gd name="T49" fmla="*/ 54 h 56"/>
                              <a:gd name="T50" fmla="*/ 6 w 37"/>
                              <a:gd name="T51" fmla="*/ 54 h 56"/>
                              <a:gd name="T52" fmla="*/ 3 w 37"/>
                              <a:gd name="T53" fmla="*/ 54 h 56"/>
                              <a:gd name="T54" fmla="*/ 3 w 37"/>
                              <a:gd name="T55" fmla="*/ 54 h 56"/>
                              <a:gd name="T56" fmla="*/ 3 w 37"/>
                              <a:gd name="T57" fmla="*/ 56 h 56"/>
                              <a:gd name="T58" fmla="*/ 0 w 37"/>
                              <a:gd name="T59" fmla="*/ 56 h 56"/>
                              <a:gd name="T60" fmla="*/ 0 w 37"/>
                              <a:gd name="T61" fmla="*/ 37 h 56"/>
                              <a:gd name="T62" fmla="*/ 3 w 37"/>
                              <a:gd name="T63" fmla="*/ 37 h 56"/>
                              <a:gd name="T64" fmla="*/ 3 w 37"/>
                              <a:gd name="T65" fmla="*/ 42 h 56"/>
                              <a:gd name="T66" fmla="*/ 9 w 37"/>
                              <a:gd name="T67" fmla="*/ 48 h 56"/>
                              <a:gd name="T68" fmla="*/ 14 w 37"/>
                              <a:gd name="T69" fmla="*/ 51 h 56"/>
                              <a:gd name="T70" fmla="*/ 17 w 37"/>
                              <a:gd name="T71" fmla="*/ 51 h 56"/>
                              <a:gd name="T72" fmla="*/ 23 w 37"/>
                              <a:gd name="T73" fmla="*/ 51 h 56"/>
                              <a:gd name="T74" fmla="*/ 26 w 37"/>
                              <a:gd name="T75" fmla="*/ 48 h 56"/>
                              <a:gd name="T76" fmla="*/ 26 w 37"/>
                              <a:gd name="T77" fmla="*/ 48 h 56"/>
                              <a:gd name="T78" fmla="*/ 28 w 37"/>
                              <a:gd name="T79" fmla="*/ 42 h 56"/>
                              <a:gd name="T80" fmla="*/ 26 w 37"/>
                              <a:gd name="T81" fmla="*/ 40 h 56"/>
                              <a:gd name="T82" fmla="*/ 26 w 37"/>
                              <a:gd name="T83" fmla="*/ 37 h 56"/>
                              <a:gd name="T84" fmla="*/ 20 w 37"/>
                              <a:gd name="T85" fmla="*/ 34 h 56"/>
                              <a:gd name="T86" fmla="*/ 14 w 37"/>
                              <a:gd name="T87" fmla="*/ 31 h 56"/>
                              <a:gd name="T88" fmla="*/ 6 w 37"/>
                              <a:gd name="T89" fmla="*/ 25 h 56"/>
                              <a:gd name="T90" fmla="*/ 3 w 37"/>
                              <a:gd name="T91" fmla="*/ 23 h 56"/>
                              <a:gd name="T92" fmla="*/ 0 w 37"/>
                              <a:gd name="T93" fmla="*/ 20 h 56"/>
                              <a:gd name="T94" fmla="*/ 0 w 37"/>
                              <a:gd name="T95" fmla="*/ 14 h 56"/>
                              <a:gd name="T96" fmla="*/ 3 w 37"/>
                              <a:gd name="T97" fmla="*/ 9 h 56"/>
                              <a:gd name="T98" fmla="*/ 6 w 37"/>
                              <a:gd name="T99" fmla="*/ 6 h 56"/>
                              <a:gd name="T100" fmla="*/ 12 w 37"/>
                              <a:gd name="T101" fmla="*/ 3 h 56"/>
                              <a:gd name="T102" fmla="*/ 17 w 37"/>
                              <a:gd name="T103" fmla="*/ 0 h 56"/>
                              <a:gd name="T104" fmla="*/ 20 w 37"/>
                              <a:gd name="T105" fmla="*/ 0 h 56"/>
                              <a:gd name="T106" fmla="*/ 26 w 37"/>
                              <a:gd name="T107" fmla="*/ 3 h 56"/>
                              <a:gd name="T108" fmla="*/ 28 w 37"/>
                              <a:gd name="T109" fmla="*/ 3 h 56"/>
                              <a:gd name="T110" fmla="*/ 28 w 37"/>
                              <a:gd name="T111" fmla="*/ 3 h 56"/>
                              <a:gd name="T112" fmla="*/ 28 w 37"/>
                              <a:gd name="T113" fmla="*/ 3 h 56"/>
                              <a:gd name="T114" fmla="*/ 31 w 37"/>
                              <a:gd name="T115" fmla="*/ 3 h 56"/>
                              <a:gd name="T116" fmla="*/ 31 w 37"/>
                              <a:gd name="T117" fmla="*/ 3 h 56"/>
                              <a:gd name="T118" fmla="*/ 31 w 37"/>
                              <a:gd name="T119" fmla="*/ 0 h 56"/>
                              <a:gd name="T120" fmla="*/ 31 w 37"/>
                              <a:gd name="T121" fmla="*/ 0 h 5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37" h="56">
                                <a:moveTo>
                                  <a:pt x="31" y="0"/>
                                </a:moveTo>
                                <a:lnTo>
                                  <a:pt x="31" y="20"/>
                                </a:lnTo>
                                <a:lnTo>
                                  <a:pt x="28" y="11"/>
                                </a:lnTo>
                                <a:lnTo>
                                  <a:pt x="26" y="9"/>
                                </a:lnTo>
                                <a:lnTo>
                                  <a:pt x="23" y="6"/>
                                </a:lnTo>
                                <a:lnTo>
                                  <a:pt x="17" y="3"/>
                                </a:lnTo>
                                <a:lnTo>
                                  <a:pt x="14" y="6"/>
                                </a:lnTo>
                                <a:lnTo>
                                  <a:pt x="12" y="6"/>
                                </a:lnTo>
                                <a:lnTo>
                                  <a:pt x="9" y="9"/>
                                </a:lnTo>
                                <a:lnTo>
                                  <a:pt x="9" y="11"/>
                                </a:lnTo>
                                <a:lnTo>
                                  <a:pt x="9" y="14"/>
                                </a:lnTo>
                                <a:lnTo>
                                  <a:pt x="9" y="17"/>
                                </a:lnTo>
                                <a:lnTo>
                                  <a:pt x="12" y="20"/>
                                </a:lnTo>
                                <a:lnTo>
                                  <a:pt x="17" y="20"/>
                                </a:lnTo>
                                <a:lnTo>
                                  <a:pt x="26" y="25"/>
                                </a:lnTo>
                                <a:lnTo>
                                  <a:pt x="31" y="28"/>
                                </a:lnTo>
                                <a:lnTo>
                                  <a:pt x="34" y="34"/>
                                </a:lnTo>
                                <a:lnTo>
                                  <a:pt x="37" y="40"/>
                                </a:lnTo>
                                <a:lnTo>
                                  <a:pt x="34" y="45"/>
                                </a:lnTo>
                                <a:lnTo>
                                  <a:pt x="31" y="51"/>
                                </a:lnTo>
                                <a:lnTo>
                                  <a:pt x="26" y="54"/>
                                </a:lnTo>
                                <a:lnTo>
                                  <a:pt x="17" y="56"/>
                                </a:lnTo>
                                <a:lnTo>
                                  <a:pt x="14" y="54"/>
                                </a:lnTo>
                                <a:lnTo>
                                  <a:pt x="6" y="54"/>
                                </a:lnTo>
                                <a:lnTo>
                                  <a:pt x="3" y="54"/>
                                </a:lnTo>
                                <a:lnTo>
                                  <a:pt x="3" y="56"/>
                                </a:lnTo>
                                <a:lnTo>
                                  <a:pt x="0" y="56"/>
                                </a:lnTo>
                                <a:lnTo>
                                  <a:pt x="0" y="37"/>
                                </a:lnTo>
                                <a:lnTo>
                                  <a:pt x="3" y="37"/>
                                </a:lnTo>
                                <a:lnTo>
                                  <a:pt x="3" y="42"/>
                                </a:lnTo>
                                <a:lnTo>
                                  <a:pt x="9" y="48"/>
                                </a:lnTo>
                                <a:lnTo>
                                  <a:pt x="14" y="51"/>
                                </a:lnTo>
                                <a:lnTo>
                                  <a:pt x="17" y="51"/>
                                </a:lnTo>
                                <a:lnTo>
                                  <a:pt x="23" y="51"/>
                                </a:lnTo>
                                <a:lnTo>
                                  <a:pt x="26" y="48"/>
                                </a:lnTo>
                                <a:lnTo>
                                  <a:pt x="28" y="42"/>
                                </a:lnTo>
                                <a:lnTo>
                                  <a:pt x="26" y="40"/>
                                </a:lnTo>
                                <a:lnTo>
                                  <a:pt x="26" y="37"/>
                                </a:lnTo>
                                <a:lnTo>
                                  <a:pt x="20" y="34"/>
                                </a:lnTo>
                                <a:lnTo>
                                  <a:pt x="14" y="31"/>
                                </a:lnTo>
                                <a:lnTo>
                                  <a:pt x="6" y="25"/>
                                </a:lnTo>
                                <a:lnTo>
                                  <a:pt x="3" y="23"/>
                                </a:lnTo>
                                <a:lnTo>
                                  <a:pt x="0" y="20"/>
                                </a:lnTo>
                                <a:lnTo>
                                  <a:pt x="0" y="14"/>
                                </a:lnTo>
                                <a:lnTo>
                                  <a:pt x="3" y="9"/>
                                </a:lnTo>
                                <a:lnTo>
                                  <a:pt x="6" y="6"/>
                                </a:lnTo>
                                <a:lnTo>
                                  <a:pt x="12" y="3"/>
                                </a:lnTo>
                                <a:lnTo>
                                  <a:pt x="17" y="0"/>
                                </a:lnTo>
                                <a:lnTo>
                                  <a:pt x="20" y="0"/>
                                </a:lnTo>
                                <a:lnTo>
                                  <a:pt x="26" y="3"/>
                                </a:lnTo>
                                <a:lnTo>
                                  <a:pt x="28" y="3"/>
                                </a:lnTo>
                                <a:lnTo>
                                  <a:pt x="31" y="3"/>
                                </a:lnTo>
                                <a:lnTo>
                                  <a:pt x="31"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0" name="Freeform 729"/>
                        <wps:cNvSpPr>
                          <a:spLocks/>
                        </wps:cNvSpPr>
                        <wps:spPr bwMode="auto">
                          <a:xfrm>
                            <a:off x="3171" y="892"/>
                            <a:ext cx="48" cy="56"/>
                          </a:xfrm>
                          <a:custGeom>
                            <a:avLst/>
                            <a:gdLst>
                              <a:gd name="T0" fmla="*/ 26 w 48"/>
                              <a:gd name="T1" fmla="*/ 51 h 56"/>
                              <a:gd name="T2" fmla="*/ 20 w 48"/>
                              <a:gd name="T3" fmla="*/ 54 h 56"/>
                              <a:gd name="T4" fmla="*/ 14 w 48"/>
                              <a:gd name="T5" fmla="*/ 56 h 56"/>
                              <a:gd name="T6" fmla="*/ 6 w 48"/>
                              <a:gd name="T7" fmla="*/ 51 h 56"/>
                              <a:gd name="T8" fmla="*/ 0 w 48"/>
                              <a:gd name="T9" fmla="*/ 42 h 56"/>
                              <a:gd name="T10" fmla="*/ 3 w 48"/>
                              <a:gd name="T11" fmla="*/ 37 h 56"/>
                              <a:gd name="T12" fmla="*/ 12 w 48"/>
                              <a:gd name="T13" fmla="*/ 28 h 56"/>
                              <a:gd name="T14" fmla="*/ 31 w 48"/>
                              <a:gd name="T15" fmla="*/ 20 h 56"/>
                              <a:gd name="T16" fmla="*/ 31 w 48"/>
                              <a:gd name="T17" fmla="*/ 11 h 56"/>
                              <a:gd name="T18" fmla="*/ 26 w 48"/>
                              <a:gd name="T19" fmla="*/ 6 h 56"/>
                              <a:gd name="T20" fmla="*/ 17 w 48"/>
                              <a:gd name="T21" fmla="*/ 6 h 56"/>
                              <a:gd name="T22" fmla="*/ 14 w 48"/>
                              <a:gd name="T23" fmla="*/ 9 h 56"/>
                              <a:gd name="T24" fmla="*/ 14 w 48"/>
                              <a:gd name="T25" fmla="*/ 14 h 56"/>
                              <a:gd name="T26" fmla="*/ 12 w 48"/>
                              <a:gd name="T27" fmla="*/ 20 h 56"/>
                              <a:gd name="T28" fmla="*/ 9 w 48"/>
                              <a:gd name="T29" fmla="*/ 20 h 56"/>
                              <a:gd name="T30" fmla="*/ 6 w 48"/>
                              <a:gd name="T31" fmla="*/ 20 h 56"/>
                              <a:gd name="T32" fmla="*/ 3 w 48"/>
                              <a:gd name="T33" fmla="*/ 14 h 56"/>
                              <a:gd name="T34" fmla="*/ 9 w 48"/>
                              <a:gd name="T35" fmla="*/ 6 h 56"/>
                              <a:gd name="T36" fmla="*/ 23 w 48"/>
                              <a:gd name="T37" fmla="*/ 0 h 56"/>
                              <a:gd name="T38" fmla="*/ 34 w 48"/>
                              <a:gd name="T39" fmla="*/ 3 h 56"/>
                              <a:gd name="T40" fmla="*/ 40 w 48"/>
                              <a:gd name="T41" fmla="*/ 9 h 56"/>
                              <a:gd name="T42" fmla="*/ 40 w 48"/>
                              <a:gd name="T43" fmla="*/ 17 h 56"/>
                              <a:gd name="T44" fmla="*/ 40 w 48"/>
                              <a:gd name="T45" fmla="*/ 42 h 56"/>
                              <a:gd name="T46" fmla="*/ 43 w 48"/>
                              <a:gd name="T47" fmla="*/ 45 h 56"/>
                              <a:gd name="T48" fmla="*/ 43 w 48"/>
                              <a:gd name="T49" fmla="*/ 48 h 56"/>
                              <a:gd name="T50" fmla="*/ 45 w 48"/>
                              <a:gd name="T51" fmla="*/ 48 h 56"/>
                              <a:gd name="T52" fmla="*/ 45 w 48"/>
                              <a:gd name="T53" fmla="*/ 45 h 56"/>
                              <a:gd name="T54" fmla="*/ 48 w 48"/>
                              <a:gd name="T55" fmla="*/ 48 h 56"/>
                              <a:gd name="T56" fmla="*/ 37 w 48"/>
                              <a:gd name="T57" fmla="*/ 56 h 56"/>
                              <a:gd name="T58" fmla="*/ 34 w 48"/>
                              <a:gd name="T59" fmla="*/ 54 h 56"/>
                              <a:gd name="T60" fmla="*/ 31 w 48"/>
                              <a:gd name="T61" fmla="*/ 45 h 56"/>
                              <a:gd name="T62" fmla="*/ 31 w 48"/>
                              <a:gd name="T63" fmla="*/ 23 h 56"/>
                              <a:gd name="T64" fmla="*/ 20 w 48"/>
                              <a:gd name="T65" fmla="*/ 28 h 56"/>
                              <a:gd name="T66" fmla="*/ 14 w 48"/>
                              <a:gd name="T67" fmla="*/ 34 h 56"/>
                              <a:gd name="T68" fmla="*/ 12 w 48"/>
                              <a:gd name="T69" fmla="*/ 40 h 56"/>
                              <a:gd name="T70" fmla="*/ 14 w 48"/>
                              <a:gd name="T71" fmla="*/ 45 h 56"/>
                              <a:gd name="T72" fmla="*/ 20 w 48"/>
                              <a:gd name="T73" fmla="*/ 48 h 56"/>
                              <a:gd name="T74" fmla="*/ 31 w 48"/>
                              <a:gd name="T75" fmla="*/ 42 h 5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8" h="56">
                                <a:moveTo>
                                  <a:pt x="31" y="45"/>
                                </a:moveTo>
                                <a:lnTo>
                                  <a:pt x="26" y="51"/>
                                </a:lnTo>
                                <a:lnTo>
                                  <a:pt x="23" y="54"/>
                                </a:lnTo>
                                <a:lnTo>
                                  <a:pt x="20" y="54"/>
                                </a:lnTo>
                                <a:lnTo>
                                  <a:pt x="17" y="54"/>
                                </a:lnTo>
                                <a:lnTo>
                                  <a:pt x="14" y="56"/>
                                </a:lnTo>
                                <a:lnTo>
                                  <a:pt x="9" y="54"/>
                                </a:lnTo>
                                <a:lnTo>
                                  <a:pt x="6" y="51"/>
                                </a:lnTo>
                                <a:lnTo>
                                  <a:pt x="3" y="48"/>
                                </a:lnTo>
                                <a:lnTo>
                                  <a:pt x="0" y="42"/>
                                </a:lnTo>
                                <a:lnTo>
                                  <a:pt x="3" y="40"/>
                                </a:lnTo>
                                <a:lnTo>
                                  <a:pt x="3" y="37"/>
                                </a:lnTo>
                                <a:lnTo>
                                  <a:pt x="6" y="31"/>
                                </a:lnTo>
                                <a:lnTo>
                                  <a:pt x="12" y="28"/>
                                </a:lnTo>
                                <a:lnTo>
                                  <a:pt x="20" y="25"/>
                                </a:lnTo>
                                <a:lnTo>
                                  <a:pt x="31" y="20"/>
                                </a:lnTo>
                                <a:lnTo>
                                  <a:pt x="31" y="17"/>
                                </a:lnTo>
                                <a:lnTo>
                                  <a:pt x="31" y="11"/>
                                </a:lnTo>
                                <a:lnTo>
                                  <a:pt x="29" y="9"/>
                                </a:lnTo>
                                <a:lnTo>
                                  <a:pt x="26" y="6"/>
                                </a:lnTo>
                                <a:lnTo>
                                  <a:pt x="20" y="3"/>
                                </a:lnTo>
                                <a:lnTo>
                                  <a:pt x="17" y="6"/>
                                </a:lnTo>
                                <a:lnTo>
                                  <a:pt x="14" y="9"/>
                                </a:lnTo>
                                <a:lnTo>
                                  <a:pt x="14" y="11"/>
                                </a:lnTo>
                                <a:lnTo>
                                  <a:pt x="14" y="14"/>
                                </a:lnTo>
                                <a:lnTo>
                                  <a:pt x="14" y="17"/>
                                </a:lnTo>
                                <a:lnTo>
                                  <a:pt x="12" y="20"/>
                                </a:lnTo>
                                <a:lnTo>
                                  <a:pt x="9" y="20"/>
                                </a:lnTo>
                                <a:lnTo>
                                  <a:pt x="6" y="20"/>
                                </a:lnTo>
                                <a:lnTo>
                                  <a:pt x="3" y="17"/>
                                </a:lnTo>
                                <a:lnTo>
                                  <a:pt x="3" y="14"/>
                                </a:lnTo>
                                <a:lnTo>
                                  <a:pt x="6" y="9"/>
                                </a:lnTo>
                                <a:lnTo>
                                  <a:pt x="9" y="6"/>
                                </a:lnTo>
                                <a:lnTo>
                                  <a:pt x="14" y="3"/>
                                </a:lnTo>
                                <a:lnTo>
                                  <a:pt x="23" y="0"/>
                                </a:lnTo>
                                <a:lnTo>
                                  <a:pt x="29" y="0"/>
                                </a:lnTo>
                                <a:lnTo>
                                  <a:pt x="34" y="3"/>
                                </a:lnTo>
                                <a:lnTo>
                                  <a:pt x="37" y="6"/>
                                </a:lnTo>
                                <a:lnTo>
                                  <a:pt x="40" y="9"/>
                                </a:lnTo>
                                <a:lnTo>
                                  <a:pt x="40" y="11"/>
                                </a:lnTo>
                                <a:lnTo>
                                  <a:pt x="40" y="17"/>
                                </a:lnTo>
                                <a:lnTo>
                                  <a:pt x="40" y="37"/>
                                </a:lnTo>
                                <a:lnTo>
                                  <a:pt x="40" y="42"/>
                                </a:lnTo>
                                <a:lnTo>
                                  <a:pt x="43" y="45"/>
                                </a:lnTo>
                                <a:lnTo>
                                  <a:pt x="43" y="48"/>
                                </a:lnTo>
                                <a:lnTo>
                                  <a:pt x="45" y="48"/>
                                </a:lnTo>
                                <a:lnTo>
                                  <a:pt x="45" y="45"/>
                                </a:lnTo>
                                <a:lnTo>
                                  <a:pt x="48" y="45"/>
                                </a:lnTo>
                                <a:lnTo>
                                  <a:pt x="48" y="48"/>
                                </a:lnTo>
                                <a:lnTo>
                                  <a:pt x="43" y="54"/>
                                </a:lnTo>
                                <a:lnTo>
                                  <a:pt x="37" y="56"/>
                                </a:lnTo>
                                <a:lnTo>
                                  <a:pt x="34" y="54"/>
                                </a:lnTo>
                                <a:lnTo>
                                  <a:pt x="31" y="51"/>
                                </a:lnTo>
                                <a:lnTo>
                                  <a:pt x="31" y="45"/>
                                </a:lnTo>
                                <a:close/>
                                <a:moveTo>
                                  <a:pt x="31" y="42"/>
                                </a:moveTo>
                                <a:lnTo>
                                  <a:pt x="31" y="23"/>
                                </a:lnTo>
                                <a:lnTo>
                                  <a:pt x="23" y="25"/>
                                </a:lnTo>
                                <a:lnTo>
                                  <a:pt x="20" y="28"/>
                                </a:lnTo>
                                <a:lnTo>
                                  <a:pt x="17" y="31"/>
                                </a:lnTo>
                                <a:lnTo>
                                  <a:pt x="14" y="34"/>
                                </a:lnTo>
                                <a:lnTo>
                                  <a:pt x="12" y="37"/>
                                </a:lnTo>
                                <a:lnTo>
                                  <a:pt x="12" y="40"/>
                                </a:lnTo>
                                <a:lnTo>
                                  <a:pt x="12" y="42"/>
                                </a:lnTo>
                                <a:lnTo>
                                  <a:pt x="14" y="45"/>
                                </a:lnTo>
                                <a:lnTo>
                                  <a:pt x="17" y="48"/>
                                </a:lnTo>
                                <a:lnTo>
                                  <a:pt x="20" y="48"/>
                                </a:lnTo>
                                <a:lnTo>
                                  <a:pt x="26" y="48"/>
                                </a:lnTo>
                                <a:lnTo>
                                  <a:pt x="31"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1" name="Freeform 730"/>
                        <wps:cNvSpPr>
                          <a:spLocks/>
                        </wps:cNvSpPr>
                        <wps:spPr bwMode="auto">
                          <a:xfrm>
                            <a:off x="3228" y="864"/>
                            <a:ext cx="22" cy="82"/>
                          </a:xfrm>
                          <a:custGeom>
                            <a:avLst/>
                            <a:gdLst>
                              <a:gd name="T0" fmla="*/ 16 w 22"/>
                              <a:gd name="T1" fmla="*/ 0 h 82"/>
                              <a:gd name="T2" fmla="*/ 16 w 22"/>
                              <a:gd name="T3" fmla="*/ 70 h 82"/>
                              <a:gd name="T4" fmla="*/ 16 w 22"/>
                              <a:gd name="T5" fmla="*/ 73 h 82"/>
                              <a:gd name="T6" fmla="*/ 16 w 22"/>
                              <a:gd name="T7" fmla="*/ 76 h 82"/>
                              <a:gd name="T8" fmla="*/ 16 w 22"/>
                              <a:gd name="T9" fmla="*/ 79 h 82"/>
                              <a:gd name="T10" fmla="*/ 19 w 22"/>
                              <a:gd name="T11" fmla="*/ 79 h 82"/>
                              <a:gd name="T12" fmla="*/ 19 w 22"/>
                              <a:gd name="T13" fmla="*/ 82 h 82"/>
                              <a:gd name="T14" fmla="*/ 22 w 22"/>
                              <a:gd name="T15" fmla="*/ 82 h 82"/>
                              <a:gd name="T16" fmla="*/ 22 w 22"/>
                              <a:gd name="T17" fmla="*/ 82 h 82"/>
                              <a:gd name="T18" fmla="*/ 0 w 22"/>
                              <a:gd name="T19" fmla="*/ 82 h 82"/>
                              <a:gd name="T20" fmla="*/ 0 w 22"/>
                              <a:gd name="T21" fmla="*/ 82 h 82"/>
                              <a:gd name="T22" fmla="*/ 2 w 22"/>
                              <a:gd name="T23" fmla="*/ 82 h 82"/>
                              <a:gd name="T24" fmla="*/ 2 w 22"/>
                              <a:gd name="T25" fmla="*/ 79 h 82"/>
                              <a:gd name="T26" fmla="*/ 5 w 22"/>
                              <a:gd name="T27" fmla="*/ 79 h 82"/>
                              <a:gd name="T28" fmla="*/ 5 w 22"/>
                              <a:gd name="T29" fmla="*/ 76 h 82"/>
                              <a:gd name="T30" fmla="*/ 5 w 22"/>
                              <a:gd name="T31" fmla="*/ 73 h 82"/>
                              <a:gd name="T32" fmla="*/ 5 w 22"/>
                              <a:gd name="T33" fmla="*/ 70 h 82"/>
                              <a:gd name="T34" fmla="*/ 5 w 22"/>
                              <a:gd name="T35" fmla="*/ 23 h 82"/>
                              <a:gd name="T36" fmla="*/ 5 w 22"/>
                              <a:gd name="T37" fmla="*/ 14 h 82"/>
                              <a:gd name="T38" fmla="*/ 5 w 22"/>
                              <a:gd name="T39" fmla="*/ 11 h 82"/>
                              <a:gd name="T40" fmla="*/ 5 w 22"/>
                              <a:gd name="T41" fmla="*/ 8 h 82"/>
                              <a:gd name="T42" fmla="*/ 5 w 22"/>
                              <a:gd name="T43" fmla="*/ 8 h 82"/>
                              <a:gd name="T44" fmla="*/ 2 w 22"/>
                              <a:gd name="T45" fmla="*/ 8 h 82"/>
                              <a:gd name="T46" fmla="*/ 2 w 22"/>
                              <a:gd name="T47" fmla="*/ 8 h 82"/>
                              <a:gd name="T48" fmla="*/ 2 w 22"/>
                              <a:gd name="T49" fmla="*/ 8 h 82"/>
                              <a:gd name="T50" fmla="*/ 0 w 22"/>
                              <a:gd name="T51" fmla="*/ 8 h 82"/>
                              <a:gd name="T52" fmla="*/ 0 w 22"/>
                              <a:gd name="T53" fmla="*/ 6 h 82"/>
                              <a:gd name="T54" fmla="*/ 14 w 22"/>
                              <a:gd name="T55" fmla="*/ 0 h 82"/>
                              <a:gd name="T56" fmla="*/ 16 w 22"/>
                              <a:gd name="T57" fmla="*/ 0 h 82"/>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22" h="82">
                                <a:moveTo>
                                  <a:pt x="16" y="0"/>
                                </a:moveTo>
                                <a:lnTo>
                                  <a:pt x="16" y="70"/>
                                </a:lnTo>
                                <a:lnTo>
                                  <a:pt x="16" y="73"/>
                                </a:lnTo>
                                <a:lnTo>
                                  <a:pt x="16" y="76"/>
                                </a:lnTo>
                                <a:lnTo>
                                  <a:pt x="16" y="79"/>
                                </a:lnTo>
                                <a:lnTo>
                                  <a:pt x="19" y="79"/>
                                </a:lnTo>
                                <a:lnTo>
                                  <a:pt x="19" y="82"/>
                                </a:lnTo>
                                <a:lnTo>
                                  <a:pt x="22" y="82"/>
                                </a:lnTo>
                                <a:lnTo>
                                  <a:pt x="0" y="82"/>
                                </a:lnTo>
                                <a:lnTo>
                                  <a:pt x="2" y="82"/>
                                </a:lnTo>
                                <a:lnTo>
                                  <a:pt x="2" y="79"/>
                                </a:lnTo>
                                <a:lnTo>
                                  <a:pt x="5" y="79"/>
                                </a:lnTo>
                                <a:lnTo>
                                  <a:pt x="5" y="76"/>
                                </a:lnTo>
                                <a:lnTo>
                                  <a:pt x="5" y="73"/>
                                </a:lnTo>
                                <a:lnTo>
                                  <a:pt x="5" y="70"/>
                                </a:lnTo>
                                <a:lnTo>
                                  <a:pt x="5" y="23"/>
                                </a:lnTo>
                                <a:lnTo>
                                  <a:pt x="5" y="14"/>
                                </a:lnTo>
                                <a:lnTo>
                                  <a:pt x="5" y="11"/>
                                </a:lnTo>
                                <a:lnTo>
                                  <a:pt x="5" y="8"/>
                                </a:lnTo>
                                <a:lnTo>
                                  <a:pt x="2" y="8"/>
                                </a:lnTo>
                                <a:lnTo>
                                  <a:pt x="0" y="8"/>
                                </a:lnTo>
                                <a:lnTo>
                                  <a:pt x="0" y="6"/>
                                </a:lnTo>
                                <a:lnTo>
                                  <a:pt x="14" y="0"/>
                                </a:lnTo>
                                <a:lnTo>
                                  <a:pt x="1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2" name="Freeform 731"/>
                        <wps:cNvSpPr>
                          <a:spLocks/>
                        </wps:cNvSpPr>
                        <wps:spPr bwMode="auto">
                          <a:xfrm>
                            <a:off x="3284" y="878"/>
                            <a:ext cx="33" cy="70"/>
                          </a:xfrm>
                          <a:custGeom>
                            <a:avLst/>
                            <a:gdLst>
                              <a:gd name="T0" fmla="*/ 19 w 33"/>
                              <a:gd name="T1" fmla="*/ 0 h 70"/>
                              <a:gd name="T2" fmla="*/ 19 w 33"/>
                              <a:gd name="T3" fmla="*/ 17 h 70"/>
                              <a:gd name="T4" fmla="*/ 31 w 33"/>
                              <a:gd name="T5" fmla="*/ 17 h 70"/>
                              <a:gd name="T6" fmla="*/ 31 w 33"/>
                              <a:gd name="T7" fmla="*/ 20 h 70"/>
                              <a:gd name="T8" fmla="*/ 19 w 33"/>
                              <a:gd name="T9" fmla="*/ 20 h 70"/>
                              <a:gd name="T10" fmla="*/ 19 w 33"/>
                              <a:gd name="T11" fmla="*/ 54 h 70"/>
                              <a:gd name="T12" fmla="*/ 19 w 33"/>
                              <a:gd name="T13" fmla="*/ 56 h 70"/>
                              <a:gd name="T14" fmla="*/ 19 w 33"/>
                              <a:gd name="T15" fmla="*/ 59 h 70"/>
                              <a:gd name="T16" fmla="*/ 22 w 33"/>
                              <a:gd name="T17" fmla="*/ 62 h 70"/>
                              <a:gd name="T18" fmla="*/ 25 w 33"/>
                              <a:gd name="T19" fmla="*/ 62 h 70"/>
                              <a:gd name="T20" fmla="*/ 25 w 33"/>
                              <a:gd name="T21" fmla="*/ 62 h 70"/>
                              <a:gd name="T22" fmla="*/ 28 w 33"/>
                              <a:gd name="T23" fmla="*/ 62 h 70"/>
                              <a:gd name="T24" fmla="*/ 31 w 33"/>
                              <a:gd name="T25" fmla="*/ 59 h 70"/>
                              <a:gd name="T26" fmla="*/ 31 w 33"/>
                              <a:gd name="T27" fmla="*/ 59 h 70"/>
                              <a:gd name="T28" fmla="*/ 33 w 33"/>
                              <a:gd name="T29" fmla="*/ 59 h 70"/>
                              <a:gd name="T30" fmla="*/ 31 w 33"/>
                              <a:gd name="T31" fmla="*/ 62 h 70"/>
                              <a:gd name="T32" fmla="*/ 28 w 33"/>
                              <a:gd name="T33" fmla="*/ 68 h 70"/>
                              <a:gd name="T34" fmla="*/ 22 w 33"/>
                              <a:gd name="T35" fmla="*/ 68 h 70"/>
                              <a:gd name="T36" fmla="*/ 19 w 33"/>
                              <a:gd name="T37" fmla="*/ 70 h 70"/>
                              <a:gd name="T38" fmla="*/ 17 w 33"/>
                              <a:gd name="T39" fmla="*/ 68 h 70"/>
                              <a:gd name="T40" fmla="*/ 14 w 33"/>
                              <a:gd name="T41" fmla="*/ 68 h 70"/>
                              <a:gd name="T42" fmla="*/ 11 w 33"/>
                              <a:gd name="T43" fmla="*/ 65 h 70"/>
                              <a:gd name="T44" fmla="*/ 11 w 33"/>
                              <a:gd name="T45" fmla="*/ 65 h 70"/>
                              <a:gd name="T46" fmla="*/ 8 w 33"/>
                              <a:gd name="T47" fmla="*/ 59 h 70"/>
                              <a:gd name="T48" fmla="*/ 8 w 33"/>
                              <a:gd name="T49" fmla="*/ 56 h 70"/>
                              <a:gd name="T50" fmla="*/ 8 w 33"/>
                              <a:gd name="T51" fmla="*/ 20 h 70"/>
                              <a:gd name="T52" fmla="*/ 0 w 33"/>
                              <a:gd name="T53" fmla="*/ 20 h 70"/>
                              <a:gd name="T54" fmla="*/ 0 w 33"/>
                              <a:gd name="T55" fmla="*/ 17 h 70"/>
                              <a:gd name="T56" fmla="*/ 3 w 33"/>
                              <a:gd name="T57" fmla="*/ 17 h 70"/>
                              <a:gd name="T58" fmla="*/ 8 w 33"/>
                              <a:gd name="T59" fmla="*/ 14 h 70"/>
                              <a:gd name="T60" fmla="*/ 11 w 33"/>
                              <a:gd name="T61" fmla="*/ 11 h 70"/>
                              <a:gd name="T62" fmla="*/ 14 w 33"/>
                              <a:gd name="T63" fmla="*/ 6 h 70"/>
                              <a:gd name="T64" fmla="*/ 14 w 33"/>
                              <a:gd name="T65" fmla="*/ 3 h 70"/>
                              <a:gd name="T66" fmla="*/ 17 w 33"/>
                              <a:gd name="T67" fmla="*/ 0 h 70"/>
                              <a:gd name="T68" fmla="*/ 19 w 33"/>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3" h="70">
                                <a:moveTo>
                                  <a:pt x="19" y="0"/>
                                </a:moveTo>
                                <a:lnTo>
                                  <a:pt x="19" y="17"/>
                                </a:lnTo>
                                <a:lnTo>
                                  <a:pt x="31" y="17"/>
                                </a:lnTo>
                                <a:lnTo>
                                  <a:pt x="31" y="20"/>
                                </a:lnTo>
                                <a:lnTo>
                                  <a:pt x="19" y="20"/>
                                </a:lnTo>
                                <a:lnTo>
                                  <a:pt x="19" y="54"/>
                                </a:lnTo>
                                <a:lnTo>
                                  <a:pt x="19" y="56"/>
                                </a:lnTo>
                                <a:lnTo>
                                  <a:pt x="19" y="59"/>
                                </a:lnTo>
                                <a:lnTo>
                                  <a:pt x="22" y="62"/>
                                </a:lnTo>
                                <a:lnTo>
                                  <a:pt x="25" y="62"/>
                                </a:lnTo>
                                <a:lnTo>
                                  <a:pt x="28" y="62"/>
                                </a:lnTo>
                                <a:lnTo>
                                  <a:pt x="31" y="59"/>
                                </a:lnTo>
                                <a:lnTo>
                                  <a:pt x="33" y="59"/>
                                </a:lnTo>
                                <a:lnTo>
                                  <a:pt x="31" y="62"/>
                                </a:lnTo>
                                <a:lnTo>
                                  <a:pt x="28" y="68"/>
                                </a:lnTo>
                                <a:lnTo>
                                  <a:pt x="22" y="68"/>
                                </a:lnTo>
                                <a:lnTo>
                                  <a:pt x="19" y="70"/>
                                </a:lnTo>
                                <a:lnTo>
                                  <a:pt x="17" y="68"/>
                                </a:lnTo>
                                <a:lnTo>
                                  <a:pt x="14" y="68"/>
                                </a:lnTo>
                                <a:lnTo>
                                  <a:pt x="11" y="65"/>
                                </a:lnTo>
                                <a:lnTo>
                                  <a:pt x="8" y="59"/>
                                </a:lnTo>
                                <a:lnTo>
                                  <a:pt x="8" y="56"/>
                                </a:lnTo>
                                <a:lnTo>
                                  <a:pt x="8" y="20"/>
                                </a:lnTo>
                                <a:lnTo>
                                  <a:pt x="0" y="20"/>
                                </a:lnTo>
                                <a:lnTo>
                                  <a:pt x="0" y="17"/>
                                </a:lnTo>
                                <a:lnTo>
                                  <a:pt x="3" y="17"/>
                                </a:lnTo>
                                <a:lnTo>
                                  <a:pt x="8" y="14"/>
                                </a:lnTo>
                                <a:lnTo>
                                  <a:pt x="11" y="11"/>
                                </a:lnTo>
                                <a:lnTo>
                                  <a:pt x="14" y="6"/>
                                </a:lnTo>
                                <a:lnTo>
                                  <a:pt x="14" y="3"/>
                                </a:lnTo>
                                <a:lnTo>
                                  <a:pt x="17" y="0"/>
                                </a:lnTo>
                                <a:lnTo>
                                  <a:pt x="19"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3" name="Freeform 732"/>
                        <wps:cNvSpPr>
                          <a:spLocks/>
                        </wps:cNvSpPr>
                        <wps:spPr bwMode="auto">
                          <a:xfrm>
                            <a:off x="3317" y="892"/>
                            <a:ext cx="40" cy="54"/>
                          </a:xfrm>
                          <a:custGeom>
                            <a:avLst/>
                            <a:gdLst>
                              <a:gd name="T0" fmla="*/ 20 w 40"/>
                              <a:gd name="T1" fmla="*/ 0 h 54"/>
                              <a:gd name="T2" fmla="*/ 20 w 40"/>
                              <a:gd name="T3" fmla="*/ 14 h 54"/>
                              <a:gd name="T4" fmla="*/ 23 w 40"/>
                              <a:gd name="T5" fmla="*/ 6 h 54"/>
                              <a:gd name="T6" fmla="*/ 29 w 40"/>
                              <a:gd name="T7" fmla="*/ 3 h 54"/>
                              <a:gd name="T8" fmla="*/ 31 w 40"/>
                              <a:gd name="T9" fmla="*/ 0 h 54"/>
                              <a:gd name="T10" fmla="*/ 34 w 40"/>
                              <a:gd name="T11" fmla="*/ 0 h 54"/>
                              <a:gd name="T12" fmla="*/ 37 w 40"/>
                              <a:gd name="T13" fmla="*/ 3 h 54"/>
                              <a:gd name="T14" fmla="*/ 40 w 40"/>
                              <a:gd name="T15" fmla="*/ 6 h 54"/>
                              <a:gd name="T16" fmla="*/ 40 w 40"/>
                              <a:gd name="T17" fmla="*/ 9 h 54"/>
                              <a:gd name="T18" fmla="*/ 40 w 40"/>
                              <a:gd name="T19" fmla="*/ 11 h 54"/>
                              <a:gd name="T20" fmla="*/ 40 w 40"/>
                              <a:gd name="T21" fmla="*/ 11 h 54"/>
                              <a:gd name="T22" fmla="*/ 37 w 40"/>
                              <a:gd name="T23" fmla="*/ 14 h 54"/>
                              <a:gd name="T24" fmla="*/ 34 w 40"/>
                              <a:gd name="T25" fmla="*/ 14 h 54"/>
                              <a:gd name="T26" fmla="*/ 34 w 40"/>
                              <a:gd name="T27" fmla="*/ 14 h 54"/>
                              <a:gd name="T28" fmla="*/ 31 w 40"/>
                              <a:gd name="T29" fmla="*/ 11 h 54"/>
                              <a:gd name="T30" fmla="*/ 29 w 40"/>
                              <a:gd name="T31" fmla="*/ 9 h 54"/>
                              <a:gd name="T32" fmla="*/ 26 w 40"/>
                              <a:gd name="T33" fmla="*/ 9 h 54"/>
                              <a:gd name="T34" fmla="*/ 26 w 40"/>
                              <a:gd name="T35" fmla="*/ 9 h 54"/>
                              <a:gd name="T36" fmla="*/ 26 w 40"/>
                              <a:gd name="T37" fmla="*/ 11 h 54"/>
                              <a:gd name="T38" fmla="*/ 23 w 40"/>
                              <a:gd name="T39" fmla="*/ 14 h 54"/>
                              <a:gd name="T40" fmla="*/ 20 w 40"/>
                              <a:gd name="T41" fmla="*/ 20 h 54"/>
                              <a:gd name="T42" fmla="*/ 20 w 40"/>
                              <a:gd name="T43" fmla="*/ 42 h 54"/>
                              <a:gd name="T44" fmla="*/ 20 w 40"/>
                              <a:gd name="T45" fmla="*/ 45 h 54"/>
                              <a:gd name="T46" fmla="*/ 20 w 40"/>
                              <a:gd name="T47" fmla="*/ 48 h 54"/>
                              <a:gd name="T48" fmla="*/ 20 w 40"/>
                              <a:gd name="T49" fmla="*/ 51 h 54"/>
                              <a:gd name="T50" fmla="*/ 23 w 40"/>
                              <a:gd name="T51" fmla="*/ 51 h 54"/>
                              <a:gd name="T52" fmla="*/ 26 w 40"/>
                              <a:gd name="T53" fmla="*/ 54 h 54"/>
                              <a:gd name="T54" fmla="*/ 29 w 40"/>
                              <a:gd name="T55" fmla="*/ 54 h 54"/>
                              <a:gd name="T56" fmla="*/ 29 w 40"/>
                              <a:gd name="T57" fmla="*/ 54 h 54"/>
                              <a:gd name="T58" fmla="*/ 0 w 40"/>
                              <a:gd name="T59" fmla="*/ 54 h 54"/>
                              <a:gd name="T60" fmla="*/ 0 w 40"/>
                              <a:gd name="T61" fmla="*/ 54 h 54"/>
                              <a:gd name="T62" fmla="*/ 6 w 40"/>
                              <a:gd name="T63" fmla="*/ 54 h 54"/>
                              <a:gd name="T64" fmla="*/ 6 w 40"/>
                              <a:gd name="T65" fmla="*/ 51 h 54"/>
                              <a:gd name="T66" fmla="*/ 9 w 40"/>
                              <a:gd name="T67" fmla="*/ 51 h 54"/>
                              <a:gd name="T68" fmla="*/ 9 w 40"/>
                              <a:gd name="T69" fmla="*/ 48 h 54"/>
                              <a:gd name="T70" fmla="*/ 9 w 40"/>
                              <a:gd name="T71" fmla="*/ 45 h 54"/>
                              <a:gd name="T72" fmla="*/ 9 w 40"/>
                              <a:gd name="T73" fmla="*/ 42 h 54"/>
                              <a:gd name="T74" fmla="*/ 9 w 40"/>
                              <a:gd name="T75" fmla="*/ 23 h 54"/>
                              <a:gd name="T76" fmla="*/ 9 w 40"/>
                              <a:gd name="T77" fmla="*/ 14 h 54"/>
                              <a:gd name="T78" fmla="*/ 9 w 40"/>
                              <a:gd name="T79" fmla="*/ 11 h 54"/>
                              <a:gd name="T80" fmla="*/ 9 w 40"/>
                              <a:gd name="T81" fmla="*/ 9 h 54"/>
                              <a:gd name="T82" fmla="*/ 9 w 40"/>
                              <a:gd name="T83" fmla="*/ 9 h 54"/>
                              <a:gd name="T84" fmla="*/ 6 w 40"/>
                              <a:gd name="T85" fmla="*/ 9 h 54"/>
                              <a:gd name="T86" fmla="*/ 6 w 40"/>
                              <a:gd name="T87" fmla="*/ 6 h 54"/>
                              <a:gd name="T88" fmla="*/ 3 w 40"/>
                              <a:gd name="T89" fmla="*/ 9 h 54"/>
                              <a:gd name="T90" fmla="*/ 3 w 40"/>
                              <a:gd name="T91" fmla="*/ 9 h 54"/>
                              <a:gd name="T92" fmla="*/ 0 w 40"/>
                              <a:gd name="T93" fmla="*/ 6 h 54"/>
                              <a:gd name="T94" fmla="*/ 17 w 40"/>
                              <a:gd name="T95" fmla="*/ 0 h 54"/>
                              <a:gd name="T96" fmla="*/ 20 w 40"/>
                              <a:gd name="T97" fmla="*/ 0 h 54"/>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40" h="54">
                                <a:moveTo>
                                  <a:pt x="20" y="0"/>
                                </a:moveTo>
                                <a:lnTo>
                                  <a:pt x="20" y="14"/>
                                </a:lnTo>
                                <a:lnTo>
                                  <a:pt x="23" y="6"/>
                                </a:lnTo>
                                <a:lnTo>
                                  <a:pt x="29" y="3"/>
                                </a:lnTo>
                                <a:lnTo>
                                  <a:pt x="31" y="0"/>
                                </a:lnTo>
                                <a:lnTo>
                                  <a:pt x="34" y="0"/>
                                </a:lnTo>
                                <a:lnTo>
                                  <a:pt x="37" y="3"/>
                                </a:lnTo>
                                <a:lnTo>
                                  <a:pt x="40" y="6"/>
                                </a:lnTo>
                                <a:lnTo>
                                  <a:pt x="40" y="9"/>
                                </a:lnTo>
                                <a:lnTo>
                                  <a:pt x="40" y="11"/>
                                </a:lnTo>
                                <a:lnTo>
                                  <a:pt x="37" y="14"/>
                                </a:lnTo>
                                <a:lnTo>
                                  <a:pt x="34" y="14"/>
                                </a:lnTo>
                                <a:lnTo>
                                  <a:pt x="31" y="11"/>
                                </a:lnTo>
                                <a:lnTo>
                                  <a:pt x="29" y="9"/>
                                </a:lnTo>
                                <a:lnTo>
                                  <a:pt x="26" y="9"/>
                                </a:lnTo>
                                <a:lnTo>
                                  <a:pt x="26" y="11"/>
                                </a:lnTo>
                                <a:lnTo>
                                  <a:pt x="23" y="14"/>
                                </a:lnTo>
                                <a:lnTo>
                                  <a:pt x="20" y="20"/>
                                </a:lnTo>
                                <a:lnTo>
                                  <a:pt x="20" y="42"/>
                                </a:lnTo>
                                <a:lnTo>
                                  <a:pt x="20" y="45"/>
                                </a:lnTo>
                                <a:lnTo>
                                  <a:pt x="20" y="48"/>
                                </a:lnTo>
                                <a:lnTo>
                                  <a:pt x="20" y="51"/>
                                </a:lnTo>
                                <a:lnTo>
                                  <a:pt x="23" y="51"/>
                                </a:lnTo>
                                <a:lnTo>
                                  <a:pt x="26" y="54"/>
                                </a:lnTo>
                                <a:lnTo>
                                  <a:pt x="29" y="54"/>
                                </a:lnTo>
                                <a:lnTo>
                                  <a:pt x="0" y="54"/>
                                </a:lnTo>
                                <a:lnTo>
                                  <a:pt x="6" y="54"/>
                                </a:lnTo>
                                <a:lnTo>
                                  <a:pt x="6" y="51"/>
                                </a:lnTo>
                                <a:lnTo>
                                  <a:pt x="9" y="51"/>
                                </a:lnTo>
                                <a:lnTo>
                                  <a:pt x="9" y="48"/>
                                </a:lnTo>
                                <a:lnTo>
                                  <a:pt x="9" y="45"/>
                                </a:lnTo>
                                <a:lnTo>
                                  <a:pt x="9" y="42"/>
                                </a:lnTo>
                                <a:lnTo>
                                  <a:pt x="9" y="23"/>
                                </a:lnTo>
                                <a:lnTo>
                                  <a:pt x="9" y="14"/>
                                </a:lnTo>
                                <a:lnTo>
                                  <a:pt x="9" y="11"/>
                                </a:lnTo>
                                <a:lnTo>
                                  <a:pt x="9" y="9"/>
                                </a:lnTo>
                                <a:lnTo>
                                  <a:pt x="6" y="9"/>
                                </a:lnTo>
                                <a:lnTo>
                                  <a:pt x="6" y="6"/>
                                </a:lnTo>
                                <a:lnTo>
                                  <a:pt x="3" y="9"/>
                                </a:lnTo>
                                <a:lnTo>
                                  <a:pt x="0" y="6"/>
                                </a:lnTo>
                                <a:lnTo>
                                  <a:pt x="17" y="0"/>
                                </a:lnTo>
                                <a:lnTo>
                                  <a:pt x="20"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4" name="Freeform 733"/>
                        <wps:cNvSpPr>
                          <a:spLocks/>
                        </wps:cNvSpPr>
                        <wps:spPr bwMode="auto">
                          <a:xfrm>
                            <a:off x="3360" y="892"/>
                            <a:ext cx="47" cy="56"/>
                          </a:xfrm>
                          <a:custGeom>
                            <a:avLst/>
                            <a:gdLst>
                              <a:gd name="T0" fmla="*/ 25 w 47"/>
                              <a:gd name="T1" fmla="*/ 51 h 56"/>
                              <a:gd name="T2" fmla="*/ 19 w 47"/>
                              <a:gd name="T3" fmla="*/ 54 h 56"/>
                              <a:gd name="T4" fmla="*/ 14 w 47"/>
                              <a:gd name="T5" fmla="*/ 56 h 56"/>
                              <a:gd name="T6" fmla="*/ 5 w 47"/>
                              <a:gd name="T7" fmla="*/ 51 h 56"/>
                              <a:gd name="T8" fmla="*/ 0 w 47"/>
                              <a:gd name="T9" fmla="*/ 42 h 56"/>
                              <a:gd name="T10" fmla="*/ 2 w 47"/>
                              <a:gd name="T11" fmla="*/ 37 h 56"/>
                              <a:gd name="T12" fmla="*/ 11 w 47"/>
                              <a:gd name="T13" fmla="*/ 28 h 56"/>
                              <a:gd name="T14" fmla="*/ 31 w 47"/>
                              <a:gd name="T15" fmla="*/ 20 h 56"/>
                              <a:gd name="T16" fmla="*/ 31 w 47"/>
                              <a:gd name="T17" fmla="*/ 11 h 56"/>
                              <a:gd name="T18" fmla="*/ 25 w 47"/>
                              <a:gd name="T19" fmla="*/ 6 h 56"/>
                              <a:gd name="T20" fmla="*/ 16 w 47"/>
                              <a:gd name="T21" fmla="*/ 6 h 56"/>
                              <a:gd name="T22" fmla="*/ 14 w 47"/>
                              <a:gd name="T23" fmla="*/ 9 h 56"/>
                              <a:gd name="T24" fmla="*/ 14 w 47"/>
                              <a:gd name="T25" fmla="*/ 14 h 56"/>
                              <a:gd name="T26" fmla="*/ 11 w 47"/>
                              <a:gd name="T27" fmla="*/ 20 h 56"/>
                              <a:gd name="T28" fmla="*/ 8 w 47"/>
                              <a:gd name="T29" fmla="*/ 20 h 56"/>
                              <a:gd name="T30" fmla="*/ 5 w 47"/>
                              <a:gd name="T31" fmla="*/ 20 h 56"/>
                              <a:gd name="T32" fmla="*/ 2 w 47"/>
                              <a:gd name="T33" fmla="*/ 14 h 56"/>
                              <a:gd name="T34" fmla="*/ 8 w 47"/>
                              <a:gd name="T35" fmla="*/ 6 h 56"/>
                              <a:gd name="T36" fmla="*/ 22 w 47"/>
                              <a:gd name="T37" fmla="*/ 0 h 56"/>
                              <a:gd name="T38" fmla="*/ 33 w 47"/>
                              <a:gd name="T39" fmla="*/ 3 h 56"/>
                              <a:gd name="T40" fmla="*/ 39 w 47"/>
                              <a:gd name="T41" fmla="*/ 9 h 56"/>
                              <a:gd name="T42" fmla="*/ 39 w 47"/>
                              <a:gd name="T43" fmla="*/ 17 h 56"/>
                              <a:gd name="T44" fmla="*/ 39 w 47"/>
                              <a:gd name="T45" fmla="*/ 42 h 56"/>
                              <a:gd name="T46" fmla="*/ 42 w 47"/>
                              <a:gd name="T47" fmla="*/ 45 h 56"/>
                              <a:gd name="T48" fmla="*/ 42 w 47"/>
                              <a:gd name="T49" fmla="*/ 48 h 56"/>
                              <a:gd name="T50" fmla="*/ 45 w 47"/>
                              <a:gd name="T51" fmla="*/ 48 h 56"/>
                              <a:gd name="T52" fmla="*/ 45 w 47"/>
                              <a:gd name="T53" fmla="*/ 45 h 56"/>
                              <a:gd name="T54" fmla="*/ 47 w 47"/>
                              <a:gd name="T55" fmla="*/ 48 h 56"/>
                              <a:gd name="T56" fmla="*/ 36 w 47"/>
                              <a:gd name="T57" fmla="*/ 56 h 56"/>
                              <a:gd name="T58" fmla="*/ 31 w 47"/>
                              <a:gd name="T59" fmla="*/ 54 h 56"/>
                              <a:gd name="T60" fmla="*/ 31 w 47"/>
                              <a:gd name="T61" fmla="*/ 45 h 56"/>
                              <a:gd name="T62" fmla="*/ 31 w 47"/>
                              <a:gd name="T63" fmla="*/ 23 h 56"/>
                              <a:gd name="T64" fmla="*/ 19 w 47"/>
                              <a:gd name="T65" fmla="*/ 28 h 56"/>
                              <a:gd name="T66" fmla="*/ 14 w 47"/>
                              <a:gd name="T67" fmla="*/ 34 h 56"/>
                              <a:gd name="T68" fmla="*/ 11 w 47"/>
                              <a:gd name="T69" fmla="*/ 40 h 56"/>
                              <a:gd name="T70" fmla="*/ 14 w 47"/>
                              <a:gd name="T71" fmla="*/ 45 h 56"/>
                              <a:gd name="T72" fmla="*/ 19 w 47"/>
                              <a:gd name="T73" fmla="*/ 48 h 56"/>
                              <a:gd name="T74" fmla="*/ 31 w 47"/>
                              <a:gd name="T75" fmla="*/ 42 h 5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Lst>
                            <a:ahLst/>
                            <a:cxnLst>
                              <a:cxn ang="T76">
                                <a:pos x="T0" y="T1"/>
                              </a:cxn>
                              <a:cxn ang="T77">
                                <a:pos x="T2" y="T3"/>
                              </a:cxn>
                              <a:cxn ang="T78">
                                <a:pos x="T4" y="T5"/>
                              </a:cxn>
                              <a:cxn ang="T79">
                                <a:pos x="T6" y="T7"/>
                              </a:cxn>
                              <a:cxn ang="T80">
                                <a:pos x="T8" y="T9"/>
                              </a:cxn>
                              <a:cxn ang="T81">
                                <a:pos x="T10" y="T11"/>
                              </a:cxn>
                              <a:cxn ang="T82">
                                <a:pos x="T12" y="T13"/>
                              </a:cxn>
                              <a:cxn ang="T83">
                                <a:pos x="T14" y="T15"/>
                              </a:cxn>
                              <a:cxn ang="T84">
                                <a:pos x="T16" y="T17"/>
                              </a:cxn>
                              <a:cxn ang="T85">
                                <a:pos x="T18" y="T19"/>
                              </a:cxn>
                              <a:cxn ang="T86">
                                <a:pos x="T20" y="T21"/>
                              </a:cxn>
                              <a:cxn ang="T87">
                                <a:pos x="T22" y="T23"/>
                              </a:cxn>
                              <a:cxn ang="T88">
                                <a:pos x="T24" y="T25"/>
                              </a:cxn>
                              <a:cxn ang="T89">
                                <a:pos x="T26" y="T27"/>
                              </a:cxn>
                              <a:cxn ang="T90">
                                <a:pos x="T28" y="T29"/>
                              </a:cxn>
                              <a:cxn ang="T91">
                                <a:pos x="T30" y="T31"/>
                              </a:cxn>
                              <a:cxn ang="T92">
                                <a:pos x="T32" y="T33"/>
                              </a:cxn>
                              <a:cxn ang="T93">
                                <a:pos x="T34" y="T35"/>
                              </a:cxn>
                              <a:cxn ang="T94">
                                <a:pos x="T36" y="T37"/>
                              </a:cxn>
                              <a:cxn ang="T95">
                                <a:pos x="T38" y="T39"/>
                              </a:cxn>
                              <a:cxn ang="T96">
                                <a:pos x="T40" y="T41"/>
                              </a:cxn>
                              <a:cxn ang="T97">
                                <a:pos x="T42" y="T43"/>
                              </a:cxn>
                              <a:cxn ang="T98">
                                <a:pos x="T44" y="T45"/>
                              </a:cxn>
                              <a:cxn ang="T99">
                                <a:pos x="T46" y="T47"/>
                              </a:cxn>
                              <a:cxn ang="T100">
                                <a:pos x="T48" y="T49"/>
                              </a:cxn>
                              <a:cxn ang="T101">
                                <a:pos x="T50" y="T51"/>
                              </a:cxn>
                              <a:cxn ang="T102">
                                <a:pos x="T52" y="T53"/>
                              </a:cxn>
                              <a:cxn ang="T103">
                                <a:pos x="T54" y="T55"/>
                              </a:cxn>
                              <a:cxn ang="T104">
                                <a:pos x="T56" y="T57"/>
                              </a:cxn>
                              <a:cxn ang="T105">
                                <a:pos x="T58" y="T59"/>
                              </a:cxn>
                              <a:cxn ang="T106">
                                <a:pos x="T60" y="T61"/>
                              </a:cxn>
                              <a:cxn ang="T107">
                                <a:pos x="T62" y="T63"/>
                              </a:cxn>
                              <a:cxn ang="T108">
                                <a:pos x="T64" y="T65"/>
                              </a:cxn>
                              <a:cxn ang="T109">
                                <a:pos x="T66" y="T67"/>
                              </a:cxn>
                              <a:cxn ang="T110">
                                <a:pos x="T68" y="T69"/>
                              </a:cxn>
                              <a:cxn ang="T111">
                                <a:pos x="T70" y="T71"/>
                              </a:cxn>
                              <a:cxn ang="T112">
                                <a:pos x="T72" y="T73"/>
                              </a:cxn>
                              <a:cxn ang="T113">
                                <a:pos x="T74" y="T75"/>
                              </a:cxn>
                            </a:cxnLst>
                            <a:rect l="0" t="0" r="r" b="b"/>
                            <a:pathLst>
                              <a:path w="47" h="56">
                                <a:moveTo>
                                  <a:pt x="31" y="45"/>
                                </a:moveTo>
                                <a:lnTo>
                                  <a:pt x="25" y="51"/>
                                </a:lnTo>
                                <a:lnTo>
                                  <a:pt x="22" y="54"/>
                                </a:lnTo>
                                <a:lnTo>
                                  <a:pt x="19" y="54"/>
                                </a:lnTo>
                                <a:lnTo>
                                  <a:pt x="16" y="54"/>
                                </a:lnTo>
                                <a:lnTo>
                                  <a:pt x="14" y="56"/>
                                </a:lnTo>
                                <a:lnTo>
                                  <a:pt x="8" y="54"/>
                                </a:lnTo>
                                <a:lnTo>
                                  <a:pt x="5" y="51"/>
                                </a:lnTo>
                                <a:lnTo>
                                  <a:pt x="2" y="48"/>
                                </a:lnTo>
                                <a:lnTo>
                                  <a:pt x="0" y="42"/>
                                </a:lnTo>
                                <a:lnTo>
                                  <a:pt x="0" y="40"/>
                                </a:lnTo>
                                <a:lnTo>
                                  <a:pt x="2" y="37"/>
                                </a:lnTo>
                                <a:lnTo>
                                  <a:pt x="5" y="31"/>
                                </a:lnTo>
                                <a:lnTo>
                                  <a:pt x="11" y="28"/>
                                </a:lnTo>
                                <a:lnTo>
                                  <a:pt x="19" y="25"/>
                                </a:lnTo>
                                <a:lnTo>
                                  <a:pt x="31" y="20"/>
                                </a:lnTo>
                                <a:lnTo>
                                  <a:pt x="31" y="17"/>
                                </a:lnTo>
                                <a:lnTo>
                                  <a:pt x="31" y="11"/>
                                </a:lnTo>
                                <a:lnTo>
                                  <a:pt x="28" y="9"/>
                                </a:lnTo>
                                <a:lnTo>
                                  <a:pt x="25" y="6"/>
                                </a:lnTo>
                                <a:lnTo>
                                  <a:pt x="19" y="3"/>
                                </a:lnTo>
                                <a:lnTo>
                                  <a:pt x="16" y="6"/>
                                </a:lnTo>
                                <a:lnTo>
                                  <a:pt x="14" y="6"/>
                                </a:lnTo>
                                <a:lnTo>
                                  <a:pt x="14" y="9"/>
                                </a:lnTo>
                                <a:lnTo>
                                  <a:pt x="14" y="11"/>
                                </a:lnTo>
                                <a:lnTo>
                                  <a:pt x="14" y="14"/>
                                </a:lnTo>
                                <a:lnTo>
                                  <a:pt x="14" y="17"/>
                                </a:lnTo>
                                <a:lnTo>
                                  <a:pt x="11" y="20"/>
                                </a:lnTo>
                                <a:lnTo>
                                  <a:pt x="8" y="20"/>
                                </a:lnTo>
                                <a:lnTo>
                                  <a:pt x="5" y="20"/>
                                </a:lnTo>
                                <a:lnTo>
                                  <a:pt x="2" y="17"/>
                                </a:lnTo>
                                <a:lnTo>
                                  <a:pt x="2" y="14"/>
                                </a:lnTo>
                                <a:lnTo>
                                  <a:pt x="5" y="9"/>
                                </a:lnTo>
                                <a:lnTo>
                                  <a:pt x="8" y="6"/>
                                </a:lnTo>
                                <a:lnTo>
                                  <a:pt x="14" y="3"/>
                                </a:lnTo>
                                <a:lnTo>
                                  <a:pt x="22" y="0"/>
                                </a:lnTo>
                                <a:lnTo>
                                  <a:pt x="28" y="0"/>
                                </a:lnTo>
                                <a:lnTo>
                                  <a:pt x="33" y="3"/>
                                </a:lnTo>
                                <a:lnTo>
                                  <a:pt x="36" y="6"/>
                                </a:lnTo>
                                <a:lnTo>
                                  <a:pt x="39" y="9"/>
                                </a:lnTo>
                                <a:lnTo>
                                  <a:pt x="39" y="11"/>
                                </a:lnTo>
                                <a:lnTo>
                                  <a:pt x="39" y="17"/>
                                </a:lnTo>
                                <a:lnTo>
                                  <a:pt x="39" y="37"/>
                                </a:lnTo>
                                <a:lnTo>
                                  <a:pt x="39" y="42"/>
                                </a:lnTo>
                                <a:lnTo>
                                  <a:pt x="39" y="45"/>
                                </a:lnTo>
                                <a:lnTo>
                                  <a:pt x="42" y="45"/>
                                </a:lnTo>
                                <a:lnTo>
                                  <a:pt x="42" y="48"/>
                                </a:lnTo>
                                <a:lnTo>
                                  <a:pt x="45" y="48"/>
                                </a:lnTo>
                                <a:lnTo>
                                  <a:pt x="45" y="45"/>
                                </a:lnTo>
                                <a:lnTo>
                                  <a:pt x="47" y="45"/>
                                </a:lnTo>
                                <a:lnTo>
                                  <a:pt x="47" y="48"/>
                                </a:lnTo>
                                <a:lnTo>
                                  <a:pt x="42" y="54"/>
                                </a:lnTo>
                                <a:lnTo>
                                  <a:pt x="36" y="56"/>
                                </a:lnTo>
                                <a:lnTo>
                                  <a:pt x="33" y="54"/>
                                </a:lnTo>
                                <a:lnTo>
                                  <a:pt x="31" y="54"/>
                                </a:lnTo>
                                <a:lnTo>
                                  <a:pt x="31" y="51"/>
                                </a:lnTo>
                                <a:lnTo>
                                  <a:pt x="31" y="45"/>
                                </a:lnTo>
                                <a:close/>
                                <a:moveTo>
                                  <a:pt x="31" y="42"/>
                                </a:moveTo>
                                <a:lnTo>
                                  <a:pt x="31" y="23"/>
                                </a:lnTo>
                                <a:lnTo>
                                  <a:pt x="22" y="25"/>
                                </a:lnTo>
                                <a:lnTo>
                                  <a:pt x="19" y="28"/>
                                </a:lnTo>
                                <a:lnTo>
                                  <a:pt x="14" y="31"/>
                                </a:lnTo>
                                <a:lnTo>
                                  <a:pt x="14" y="34"/>
                                </a:lnTo>
                                <a:lnTo>
                                  <a:pt x="11" y="37"/>
                                </a:lnTo>
                                <a:lnTo>
                                  <a:pt x="11" y="40"/>
                                </a:lnTo>
                                <a:lnTo>
                                  <a:pt x="11" y="42"/>
                                </a:lnTo>
                                <a:lnTo>
                                  <a:pt x="14" y="45"/>
                                </a:lnTo>
                                <a:lnTo>
                                  <a:pt x="16" y="48"/>
                                </a:lnTo>
                                <a:lnTo>
                                  <a:pt x="19" y="48"/>
                                </a:lnTo>
                                <a:lnTo>
                                  <a:pt x="25" y="48"/>
                                </a:lnTo>
                                <a:lnTo>
                                  <a:pt x="31" y="42"/>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5" name="Freeform 734"/>
                        <wps:cNvSpPr>
                          <a:spLocks/>
                        </wps:cNvSpPr>
                        <wps:spPr bwMode="auto">
                          <a:xfrm>
                            <a:off x="3413" y="892"/>
                            <a:ext cx="45" cy="56"/>
                          </a:xfrm>
                          <a:custGeom>
                            <a:avLst/>
                            <a:gdLst>
                              <a:gd name="T0" fmla="*/ 45 w 45"/>
                              <a:gd name="T1" fmla="*/ 34 h 56"/>
                              <a:gd name="T2" fmla="*/ 42 w 45"/>
                              <a:gd name="T3" fmla="*/ 42 h 56"/>
                              <a:gd name="T4" fmla="*/ 37 w 45"/>
                              <a:gd name="T5" fmla="*/ 51 h 56"/>
                              <a:gd name="T6" fmla="*/ 31 w 45"/>
                              <a:gd name="T7" fmla="*/ 54 h 56"/>
                              <a:gd name="T8" fmla="*/ 22 w 45"/>
                              <a:gd name="T9" fmla="*/ 56 h 56"/>
                              <a:gd name="T10" fmla="*/ 14 w 45"/>
                              <a:gd name="T11" fmla="*/ 54 h 56"/>
                              <a:gd name="T12" fmla="*/ 6 w 45"/>
                              <a:gd name="T13" fmla="*/ 48 h 56"/>
                              <a:gd name="T14" fmla="*/ 3 w 45"/>
                              <a:gd name="T15" fmla="*/ 42 h 56"/>
                              <a:gd name="T16" fmla="*/ 0 w 45"/>
                              <a:gd name="T17" fmla="*/ 37 h 56"/>
                              <a:gd name="T18" fmla="*/ 0 w 45"/>
                              <a:gd name="T19" fmla="*/ 28 h 56"/>
                              <a:gd name="T20" fmla="*/ 0 w 45"/>
                              <a:gd name="T21" fmla="*/ 20 h 56"/>
                              <a:gd name="T22" fmla="*/ 3 w 45"/>
                              <a:gd name="T23" fmla="*/ 14 h 56"/>
                              <a:gd name="T24" fmla="*/ 8 w 45"/>
                              <a:gd name="T25" fmla="*/ 9 h 56"/>
                              <a:gd name="T26" fmla="*/ 17 w 45"/>
                              <a:gd name="T27" fmla="*/ 3 h 56"/>
                              <a:gd name="T28" fmla="*/ 25 w 45"/>
                              <a:gd name="T29" fmla="*/ 0 h 56"/>
                              <a:gd name="T30" fmla="*/ 31 w 45"/>
                              <a:gd name="T31" fmla="*/ 3 h 56"/>
                              <a:gd name="T32" fmla="*/ 37 w 45"/>
                              <a:gd name="T33" fmla="*/ 6 h 56"/>
                              <a:gd name="T34" fmla="*/ 42 w 45"/>
                              <a:gd name="T35" fmla="*/ 9 h 56"/>
                              <a:gd name="T36" fmla="*/ 42 w 45"/>
                              <a:gd name="T37" fmla="*/ 14 h 56"/>
                              <a:gd name="T38" fmla="*/ 42 w 45"/>
                              <a:gd name="T39" fmla="*/ 14 h 56"/>
                              <a:gd name="T40" fmla="*/ 42 w 45"/>
                              <a:gd name="T41" fmla="*/ 17 h 56"/>
                              <a:gd name="T42" fmla="*/ 39 w 45"/>
                              <a:gd name="T43" fmla="*/ 17 h 56"/>
                              <a:gd name="T44" fmla="*/ 37 w 45"/>
                              <a:gd name="T45" fmla="*/ 17 h 56"/>
                              <a:gd name="T46" fmla="*/ 34 w 45"/>
                              <a:gd name="T47" fmla="*/ 17 h 56"/>
                              <a:gd name="T48" fmla="*/ 34 w 45"/>
                              <a:gd name="T49" fmla="*/ 14 h 56"/>
                              <a:gd name="T50" fmla="*/ 31 w 45"/>
                              <a:gd name="T51" fmla="*/ 14 h 56"/>
                              <a:gd name="T52" fmla="*/ 31 w 45"/>
                              <a:gd name="T53" fmla="*/ 11 h 56"/>
                              <a:gd name="T54" fmla="*/ 31 w 45"/>
                              <a:gd name="T55" fmla="*/ 9 h 56"/>
                              <a:gd name="T56" fmla="*/ 28 w 45"/>
                              <a:gd name="T57" fmla="*/ 6 h 56"/>
                              <a:gd name="T58" fmla="*/ 25 w 45"/>
                              <a:gd name="T59" fmla="*/ 6 h 56"/>
                              <a:gd name="T60" fmla="*/ 22 w 45"/>
                              <a:gd name="T61" fmla="*/ 3 h 56"/>
                              <a:gd name="T62" fmla="*/ 20 w 45"/>
                              <a:gd name="T63" fmla="*/ 6 h 56"/>
                              <a:gd name="T64" fmla="*/ 14 w 45"/>
                              <a:gd name="T65" fmla="*/ 9 h 56"/>
                              <a:gd name="T66" fmla="*/ 11 w 45"/>
                              <a:gd name="T67" fmla="*/ 14 h 56"/>
                              <a:gd name="T68" fmla="*/ 11 w 45"/>
                              <a:gd name="T69" fmla="*/ 23 h 56"/>
                              <a:gd name="T70" fmla="*/ 11 w 45"/>
                              <a:gd name="T71" fmla="*/ 31 h 56"/>
                              <a:gd name="T72" fmla="*/ 14 w 45"/>
                              <a:gd name="T73" fmla="*/ 40 h 56"/>
                              <a:gd name="T74" fmla="*/ 20 w 45"/>
                              <a:gd name="T75" fmla="*/ 45 h 56"/>
                              <a:gd name="T76" fmla="*/ 28 w 45"/>
                              <a:gd name="T77" fmla="*/ 45 h 56"/>
                              <a:gd name="T78" fmla="*/ 34 w 45"/>
                              <a:gd name="T79" fmla="*/ 45 h 56"/>
                              <a:gd name="T80" fmla="*/ 37 w 45"/>
                              <a:gd name="T81" fmla="*/ 42 h 56"/>
                              <a:gd name="T82" fmla="*/ 39 w 45"/>
                              <a:gd name="T83" fmla="*/ 40 h 56"/>
                              <a:gd name="T84" fmla="*/ 42 w 45"/>
                              <a:gd name="T85" fmla="*/ 31 h 56"/>
                              <a:gd name="T86" fmla="*/ 45 w 45"/>
                              <a:gd name="T87" fmla="*/ 34 h 5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45" h="56">
                                <a:moveTo>
                                  <a:pt x="45" y="34"/>
                                </a:moveTo>
                                <a:lnTo>
                                  <a:pt x="42" y="42"/>
                                </a:lnTo>
                                <a:lnTo>
                                  <a:pt x="37" y="51"/>
                                </a:lnTo>
                                <a:lnTo>
                                  <a:pt x="31" y="54"/>
                                </a:lnTo>
                                <a:lnTo>
                                  <a:pt x="22" y="56"/>
                                </a:lnTo>
                                <a:lnTo>
                                  <a:pt x="14" y="54"/>
                                </a:lnTo>
                                <a:lnTo>
                                  <a:pt x="6" y="48"/>
                                </a:lnTo>
                                <a:lnTo>
                                  <a:pt x="3" y="42"/>
                                </a:lnTo>
                                <a:lnTo>
                                  <a:pt x="0" y="37"/>
                                </a:lnTo>
                                <a:lnTo>
                                  <a:pt x="0" y="28"/>
                                </a:lnTo>
                                <a:lnTo>
                                  <a:pt x="0" y="20"/>
                                </a:lnTo>
                                <a:lnTo>
                                  <a:pt x="3" y="14"/>
                                </a:lnTo>
                                <a:lnTo>
                                  <a:pt x="8" y="9"/>
                                </a:lnTo>
                                <a:lnTo>
                                  <a:pt x="17" y="3"/>
                                </a:lnTo>
                                <a:lnTo>
                                  <a:pt x="25" y="0"/>
                                </a:lnTo>
                                <a:lnTo>
                                  <a:pt x="31" y="3"/>
                                </a:lnTo>
                                <a:lnTo>
                                  <a:pt x="37" y="6"/>
                                </a:lnTo>
                                <a:lnTo>
                                  <a:pt x="42" y="9"/>
                                </a:lnTo>
                                <a:lnTo>
                                  <a:pt x="42" y="14"/>
                                </a:lnTo>
                                <a:lnTo>
                                  <a:pt x="42" y="17"/>
                                </a:lnTo>
                                <a:lnTo>
                                  <a:pt x="39" y="17"/>
                                </a:lnTo>
                                <a:lnTo>
                                  <a:pt x="37" y="17"/>
                                </a:lnTo>
                                <a:lnTo>
                                  <a:pt x="34" y="17"/>
                                </a:lnTo>
                                <a:lnTo>
                                  <a:pt x="34" y="14"/>
                                </a:lnTo>
                                <a:lnTo>
                                  <a:pt x="31" y="14"/>
                                </a:lnTo>
                                <a:lnTo>
                                  <a:pt x="31" y="11"/>
                                </a:lnTo>
                                <a:lnTo>
                                  <a:pt x="31" y="9"/>
                                </a:lnTo>
                                <a:lnTo>
                                  <a:pt x="28" y="6"/>
                                </a:lnTo>
                                <a:lnTo>
                                  <a:pt x="25" y="6"/>
                                </a:lnTo>
                                <a:lnTo>
                                  <a:pt x="22" y="3"/>
                                </a:lnTo>
                                <a:lnTo>
                                  <a:pt x="20" y="6"/>
                                </a:lnTo>
                                <a:lnTo>
                                  <a:pt x="14" y="9"/>
                                </a:lnTo>
                                <a:lnTo>
                                  <a:pt x="11" y="14"/>
                                </a:lnTo>
                                <a:lnTo>
                                  <a:pt x="11" y="23"/>
                                </a:lnTo>
                                <a:lnTo>
                                  <a:pt x="11" y="31"/>
                                </a:lnTo>
                                <a:lnTo>
                                  <a:pt x="14" y="40"/>
                                </a:lnTo>
                                <a:lnTo>
                                  <a:pt x="20" y="45"/>
                                </a:lnTo>
                                <a:lnTo>
                                  <a:pt x="28" y="45"/>
                                </a:lnTo>
                                <a:lnTo>
                                  <a:pt x="34" y="45"/>
                                </a:lnTo>
                                <a:lnTo>
                                  <a:pt x="37" y="42"/>
                                </a:lnTo>
                                <a:lnTo>
                                  <a:pt x="39" y="40"/>
                                </a:lnTo>
                                <a:lnTo>
                                  <a:pt x="42" y="31"/>
                                </a:lnTo>
                                <a:lnTo>
                                  <a:pt x="45" y="3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6" name="Freeform 735"/>
                        <wps:cNvSpPr>
                          <a:spLocks/>
                        </wps:cNvSpPr>
                        <wps:spPr bwMode="auto">
                          <a:xfrm>
                            <a:off x="3464" y="878"/>
                            <a:ext cx="30" cy="70"/>
                          </a:xfrm>
                          <a:custGeom>
                            <a:avLst/>
                            <a:gdLst>
                              <a:gd name="T0" fmla="*/ 16 w 30"/>
                              <a:gd name="T1" fmla="*/ 0 h 70"/>
                              <a:gd name="T2" fmla="*/ 16 w 30"/>
                              <a:gd name="T3" fmla="*/ 17 h 70"/>
                              <a:gd name="T4" fmla="*/ 30 w 30"/>
                              <a:gd name="T5" fmla="*/ 17 h 70"/>
                              <a:gd name="T6" fmla="*/ 30 w 30"/>
                              <a:gd name="T7" fmla="*/ 20 h 70"/>
                              <a:gd name="T8" fmla="*/ 16 w 30"/>
                              <a:gd name="T9" fmla="*/ 20 h 70"/>
                              <a:gd name="T10" fmla="*/ 16 w 30"/>
                              <a:gd name="T11" fmla="*/ 54 h 70"/>
                              <a:gd name="T12" fmla="*/ 16 w 30"/>
                              <a:gd name="T13" fmla="*/ 56 h 70"/>
                              <a:gd name="T14" fmla="*/ 19 w 30"/>
                              <a:gd name="T15" fmla="*/ 59 h 70"/>
                              <a:gd name="T16" fmla="*/ 19 w 30"/>
                              <a:gd name="T17" fmla="*/ 62 h 70"/>
                              <a:gd name="T18" fmla="*/ 22 w 30"/>
                              <a:gd name="T19" fmla="*/ 62 h 70"/>
                              <a:gd name="T20" fmla="*/ 25 w 30"/>
                              <a:gd name="T21" fmla="*/ 62 h 70"/>
                              <a:gd name="T22" fmla="*/ 28 w 30"/>
                              <a:gd name="T23" fmla="*/ 62 h 70"/>
                              <a:gd name="T24" fmla="*/ 28 w 30"/>
                              <a:gd name="T25" fmla="*/ 59 h 70"/>
                              <a:gd name="T26" fmla="*/ 30 w 30"/>
                              <a:gd name="T27" fmla="*/ 59 h 70"/>
                              <a:gd name="T28" fmla="*/ 30 w 30"/>
                              <a:gd name="T29" fmla="*/ 59 h 70"/>
                              <a:gd name="T30" fmla="*/ 30 w 30"/>
                              <a:gd name="T31" fmla="*/ 62 h 70"/>
                              <a:gd name="T32" fmla="*/ 25 w 30"/>
                              <a:gd name="T33" fmla="*/ 68 h 70"/>
                              <a:gd name="T34" fmla="*/ 22 w 30"/>
                              <a:gd name="T35" fmla="*/ 68 h 70"/>
                              <a:gd name="T36" fmla="*/ 16 w 30"/>
                              <a:gd name="T37" fmla="*/ 70 h 70"/>
                              <a:gd name="T38" fmla="*/ 14 w 30"/>
                              <a:gd name="T39" fmla="*/ 68 h 70"/>
                              <a:gd name="T40" fmla="*/ 14 w 30"/>
                              <a:gd name="T41" fmla="*/ 68 h 70"/>
                              <a:gd name="T42" fmla="*/ 11 w 30"/>
                              <a:gd name="T43" fmla="*/ 65 h 70"/>
                              <a:gd name="T44" fmla="*/ 8 w 30"/>
                              <a:gd name="T45" fmla="*/ 65 h 70"/>
                              <a:gd name="T46" fmla="*/ 8 w 30"/>
                              <a:gd name="T47" fmla="*/ 59 h 70"/>
                              <a:gd name="T48" fmla="*/ 8 w 30"/>
                              <a:gd name="T49" fmla="*/ 56 h 70"/>
                              <a:gd name="T50" fmla="*/ 8 w 30"/>
                              <a:gd name="T51" fmla="*/ 20 h 70"/>
                              <a:gd name="T52" fmla="*/ 0 w 30"/>
                              <a:gd name="T53" fmla="*/ 20 h 70"/>
                              <a:gd name="T54" fmla="*/ 0 w 30"/>
                              <a:gd name="T55" fmla="*/ 17 h 70"/>
                              <a:gd name="T56" fmla="*/ 2 w 30"/>
                              <a:gd name="T57" fmla="*/ 17 h 70"/>
                              <a:gd name="T58" fmla="*/ 5 w 30"/>
                              <a:gd name="T59" fmla="*/ 14 h 70"/>
                              <a:gd name="T60" fmla="*/ 8 w 30"/>
                              <a:gd name="T61" fmla="*/ 11 h 70"/>
                              <a:gd name="T62" fmla="*/ 11 w 30"/>
                              <a:gd name="T63" fmla="*/ 6 h 70"/>
                              <a:gd name="T64" fmla="*/ 14 w 30"/>
                              <a:gd name="T65" fmla="*/ 3 h 70"/>
                              <a:gd name="T66" fmla="*/ 16 w 30"/>
                              <a:gd name="T67" fmla="*/ 0 h 70"/>
                              <a:gd name="T68" fmla="*/ 16 w 30"/>
                              <a:gd name="T69" fmla="*/ 0 h 70"/>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0" h="70">
                                <a:moveTo>
                                  <a:pt x="16" y="0"/>
                                </a:moveTo>
                                <a:lnTo>
                                  <a:pt x="16" y="17"/>
                                </a:lnTo>
                                <a:lnTo>
                                  <a:pt x="30" y="17"/>
                                </a:lnTo>
                                <a:lnTo>
                                  <a:pt x="30" y="20"/>
                                </a:lnTo>
                                <a:lnTo>
                                  <a:pt x="16" y="20"/>
                                </a:lnTo>
                                <a:lnTo>
                                  <a:pt x="16" y="54"/>
                                </a:lnTo>
                                <a:lnTo>
                                  <a:pt x="16" y="56"/>
                                </a:lnTo>
                                <a:lnTo>
                                  <a:pt x="19" y="59"/>
                                </a:lnTo>
                                <a:lnTo>
                                  <a:pt x="19" y="62"/>
                                </a:lnTo>
                                <a:lnTo>
                                  <a:pt x="22" y="62"/>
                                </a:lnTo>
                                <a:lnTo>
                                  <a:pt x="25" y="62"/>
                                </a:lnTo>
                                <a:lnTo>
                                  <a:pt x="28" y="62"/>
                                </a:lnTo>
                                <a:lnTo>
                                  <a:pt x="28" y="59"/>
                                </a:lnTo>
                                <a:lnTo>
                                  <a:pt x="30" y="59"/>
                                </a:lnTo>
                                <a:lnTo>
                                  <a:pt x="30" y="62"/>
                                </a:lnTo>
                                <a:lnTo>
                                  <a:pt x="25" y="68"/>
                                </a:lnTo>
                                <a:lnTo>
                                  <a:pt x="22" y="68"/>
                                </a:lnTo>
                                <a:lnTo>
                                  <a:pt x="16" y="70"/>
                                </a:lnTo>
                                <a:lnTo>
                                  <a:pt x="14" y="68"/>
                                </a:lnTo>
                                <a:lnTo>
                                  <a:pt x="11" y="65"/>
                                </a:lnTo>
                                <a:lnTo>
                                  <a:pt x="8" y="65"/>
                                </a:lnTo>
                                <a:lnTo>
                                  <a:pt x="8" y="59"/>
                                </a:lnTo>
                                <a:lnTo>
                                  <a:pt x="8" y="56"/>
                                </a:lnTo>
                                <a:lnTo>
                                  <a:pt x="8" y="20"/>
                                </a:lnTo>
                                <a:lnTo>
                                  <a:pt x="0" y="20"/>
                                </a:lnTo>
                                <a:lnTo>
                                  <a:pt x="0" y="17"/>
                                </a:lnTo>
                                <a:lnTo>
                                  <a:pt x="2" y="17"/>
                                </a:lnTo>
                                <a:lnTo>
                                  <a:pt x="5" y="14"/>
                                </a:lnTo>
                                <a:lnTo>
                                  <a:pt x="8" y="11"/>
                                </a:lnTo>
                                <a:lnTo>
                                  <a:pt x="11" y="6"/>
                                </a:lnTo>
                                <a:lnTo>
                                  <a:pt x="14" y="3"/>
                                </a:lnTo>
                                <a:lnTo>
                                  <a:pt x="16" y="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7" name="Freeform 736"/>
                        <wps:cNvSpPr>
                          <a:spLocks/>
                        </wps:cNvSpPr>
                        <wps:spPr bwMode="auto">
                          <a:xfrm>
                            <a:off x="1789" y="1441"/>
                            <a:ext cx="208" cy="214"/>
                          </a:xfrm>
                          <a:custGeom>
                            <a:avLst/>
                            <a:gdLst>
                              <a:gd name="T0" fmla="*/ 0 w 208"/>
                              <a:gd name="T1" fmla="*/ 70 h 214"/>
                              <a:gd name="T2" fmla="*/ 0 w 208"/>
                              <a:gd name="T3" fmla="*/ 214 h 214"/>
                              <a:gd name="T4" fmla="*/ 208 w 208"/>
                              <a:gd name="T5" fmla="*/ 214 h 214"/>
                              <a:gd name="T6" fmla="*/ 208 w 208"/>
                              <a:gd name="T7" fmla="*/ 0 h 214"/>
                              <a:gd name="T8" fmla="*/ 0 w 208"/>
                              <a:gd name="T9" fmla="*/ 70 h 2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8" h="214">
                                <a:moveTo>
                                  <a:pt x="0" y="70"/>
                                </a:moveTo>
                                <a:lnTo>
                                  <a:pt x="0" y="214"/>
                                </a:lnTo>
                                <a:lnTo>
                                  <a:pt x="208" y="214"/>
                                </a:lnTo>
                                <a:lnTo>
                                  <a:pt x="208" y="0"/>
                                </a:lnTo>
                                <a:lnTo>
                                  <a:pt x="0" y="70"/>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8" name="Freeform 737"/>
                        <wps:cNvSpPr>
                          <a:spLocks/>
                        </wps:cNvSpPr>
                        <wps:spPr bwMode="auto">
                          <a:xfrm>
                            <a:off x="1789" y="1092"/>
                            <a:ext cx="208" cy="214"/>
                          </a:xfrm>
                          <a:custGeom>
                            <a:avLst/>
                            <a:gdLst>
                              <a:gd name="T0" fmla="*/ 205 w 208"/>
                              <a:gd name="T1" fmla="*/ 214 h 214"/>
                              <a:gd name="T2" fmla="*/ 208 w 208"/>
                              <a:gd name="T3" fmla="*/ 0 h 214"/>
                              <a:gd name="T4" fmla="*/ 0 w 208"/>
                              <a:gd name="T5" fmla="*/ 0 h 214"/>
                              <a:gd name="T6" fmla="*/ 0 w 208"/>
                              <a:gd name="T7" fmla="*/ 138 h 214"/>
                              <a:gd name="T8" fmla="*/ 205 w 208"/>
                              <a:gd name="T9" fmla="*/ 214 h 2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8" h="214">
                                <a:moveTo>
                                  <a:pt x="205" y="214"/>
                                </a:moveTo>
                                <a:lnTo>
                                  <a:pt x="208" y="0"/>
                                </a:lnTo>
                                <a:lnTo>
                                  <a:pt x="0" y="0"/>
                                </a:lnTo>
                                <a:lnTo>
                                  <a:pt x="0" y="138"/>
                                </a:lnTo>
                                <a:lnTo>
                                  <a:pt x="205" y="214"/>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39" name="Freeform 738"/>
                        <wps:cNvSpPr>
                          <a:spLocks/>
                        </wps:cNvSpPr>
                        <wps:spPr bwMode="auto">
                          <a:xfrm>
                            <a:off x="1789" y="1092"/>
                            <a:ext cx="208" cy="214"/>
                          </a:xfrm>
                          <a:custGeom>
                            <a:avLst/>
                            <a:gdLst>
                              <a:gd name="T0" fmla="*/ 205 w 208"/>
                              <a:gd name="T1" fmla="*/ 214 h 214"/>
                              <a:gd name="T2" fmla="*/ 208 w 208"/>
                              <a:gd name="T3" fmla="*/ 0 h 214"/>
                              <a:gd name="T4" fmla="*/ 0 w 208"/>
                              <a:gd name="T5" fmla="*/ 0 h 214"/>
                              <a:gd name="T6" fmla="*/ 0 w 208"/>
                              <a:gd name="T7" fmla="*/ 138 h 214"/>
                              <a:gd name="T8" fmla="*/ 205 w 208"/>
                              <a:gd name="T9" fmla="*/ 214 h 214"/>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8" h="214">
                                <a:moveTo>
                                  <a:pt x="205" y="214"/>
                                </a:moveTo>
                                <a:lnTo>
                                  <a:pt x="208" y="0"/>
                                </a:lnTo>
                                <a:lnTo>
                                  <a:pt x="0" y="0"/>
                                </a:lnTo>
                                <a:lnTo>
                                  <a:pt x="0" y="138"/>
                                </a:lnTo>
                                <a:lnTo>
                                  <a:pt x="205" y="214"/>
                                </a:lnTo>
                              </a:path>
                            </a:pathLst>
                          </a:cu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06CD42" id="Group 609" o:spid="_x0000_s1026" style="position:absolute;margin-left:0;margin-top:0;width:223.6pt;height:137.9pt;z-index:251660288;mso-position-horizontal-relative:char;mso-position-vertical-relative:line" coordsize="4472,2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">
                <v:rect id="AutoShape 608" o:spid="_x0000_s1027" style="position:absolute;width:4472;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" filled="f" stroked="f">
                  <v:path arrowok="t"/>
                </v:rect>
                <v:rect id="Rectangle 610" o:spid="_x0000_s1028" style="position:absolute;width:4472;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" filled="f" strokeweight="0">
                  <v:path arrowok="t"/>
                </v:rect>
                <v:rect id="Rectangle 611" o:spid="_x0000_s1029" style="position:absolute;left:76;top:73;width:3859;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" fillcolor="#e0e0e0" strokecolor="#e0e0e0" strokeweight="0">
                  <v:path arrowok="t"/>
                </v:rect>
                <v:shape id="Freeform 612" o:spid="_x0000_s1030" style="position:absolute;left:1489;top:701;width:2458;height:1019;visibility:visible;mso-wrap-style:square;v-text-anchor:top" coordsize="245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r12,-642xe" strokecolor="white" strokeweight="0">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2458,371" o:connectangles="0,0,0,0,0,0,0,0,0,0,0,0,0,0,0,0,0,0,0,0,0,0,0,0,0,0,0,0,0,0,0,0,0,0,0,0,0,0,0,0,0,0,0,0,0,0,0"/>
                </v:shape>
                <v:shape id="Freeform 613" o:spid="_x0000_s1031" style="position:absolute;left:1489;top:701;width:2458;height:1019;visibility:visible;mso-wrap-style:square;v-text-anchor:top" coordsize="2458,1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" path="m2458,371r-9,-3l2432,363r-25,-9l2379,343r-31,-11l2320,318r-25,-11l2281,292r-20,-19l2239,245r-28,-37l2182,169r-30,-37l2123,98,2087,73,2048,56,2003,42,1955,31r-45,-9l1868,11,1814,3,1758,r-59,l1643,8r-50,14l1556,42r-34,31l1486,115r-34,42l1421,202r-28,43l1371,278r-31,31l1298,340r-54,34l1191,405r-56,31l1087,464r-37,23l1025,501r-36,5l946,509r-45,-3l857,498r-43,-6l775,484r-31,-9l725,470r-9,-3l716,537,8,534,,810r708,-3l708,923r2,-3l725,912r19,-12l772,889r34,-14l851,864r59,-9l980,844r76,-6l1129,838r121,3l1371,850r112,17l1564,881r85,19l1736,926r92,36l1885,988r47,19l1972,1016r33,3l2034,1013r30,-11l2081,990r17,-14l2109,965r12,-11l2135,945r17,l2171,951r31,11l2241,982r48,11l2334,1002r42,5l2413,1010r25,3l2446,1013e" filled="f" strokeweight=".55pt">
                  <v:path arrowok="t" o:connecttype="custom" o:connectlocs="2449,368;2407,354;2348,332;2295,307;2261,273;2211,208;2152,132;2087,73;2003,42;1910,22;1814,3;1699,0;1593,22;1522,73;1452,157;1393,245;1340,309;1244,374;1135,436;1050,487;989,506;901,506;814,492;744,475;716,467;8,534;708,807;710,920;744,900;806,875;910,855;1056,838;1250,841;1483,867;1649,900;1828,962;1932,1007;2005,1019;2064,1002;2098,976;2121,954;2152,945;2202,962;2289,993;2376,1007;2438,1013" o:connectangles="0,0,0,0,0,0,0,0,0,0,0,0,0,0,0,0,0,0,0,0,0,0,0,0,0,0,0,0,0,0,0,0,0,0,0,0,0,0,0,0,0,0,0,0,0,0"/>
                </v:shape>
                <v:shape id="Freeform 614" o:spid="_x0000_s1032" style="position:absolute;left:601;top:898;width:924;height:912;visibility:visible;mso-wrap-style:square;v-text-anchor:top" coordsize="924,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" path="m461,912r84,-6l624,883r70,-33l759,805r56,-54l863,686r33,-70l916,537r8,-81l916,374,896,295,863,225,815,163,759,107,694,62,624,28,545,5,461,,379,5,301,28,228,62r-65,45l110,163,62,225,28,295,9,374,,456r9,81l28,616r34,70l110,751r53,54l228,850r73,33l379,906r82,6xe" strokecolor="white" strokeweight="0">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5" o:spid="_x0000_s1033" style="position:absolute;left:601;top:898;width:924;height:912;visibility:visible;mso-wrap-style:square;v-text-anchor:top" coordsize="924,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" path="m461,912r84,-6l624,883r70,-33l759,805r56,-54l863,686r33,-70l916,537r8,-81l916,374,896,295,863,225,815,163,759,107,694,62,624,28,545,5,461,,379,5,301,28,228,62r-65,45l110,163,62,225,28,295,9,374,,456r9,81l28,616r34,70l110,751r53,54l228,850r73,33l379,906r82,6e" filled="f" strokeweight=".55pt">
                  <v:path arrowok="t" o:connecttype="custom" o:connectlocs="461,912;545,906;624,883;694,850;759,805;815,751;863,686;896,616;916,537;924,456;916,374;896,295;863,225;815,163;759,107;694,62;624,28;545,5;461,0;379,5;301,28;228,62;163,107;110,163;62,225;28,295;9,374;0,456;9,537;28,616;62,686;110,751;163,805;228,850;301,883;379,906;461,912" o:connectangles="0,0,0,0,0,0,0,0,0,0,0,0,0,0,0,0,0,0,0,0,0,0,0,0,0,0,0,0,0,0,0,0,0,0,0,0,0"/>
                </v:shape>
                <v:shape id="Freeform 616" o:spid="_x0000_s1034" style="position:absolute;left:1747;top:1947;width:90;height:88;visibility:visible;mso-wrap-style:square;v-text-anchor:top" coordsize="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" path="m45,88l56,85,68,82r8,-8l84,65r3,-8l90,43,87,31,84,23,76,12,68,6,56,,45,,34,,23,6r-9,6l9,23,3,31,,43,3,57r6,8l14,74r9,8l34,85r11,3e" filled="f" strokeweight=".55pt">
                  <v:path arrowok="t" o:connecttype="custom" o:connectlocs="45,88;56,85;68,82;76,74;84,65;87,57;90,43;87,31;84,23;76,12;68,6;56,0;45,0;34,0;23,6;14,12;9,23;3,31;0,43;3,57;9,65;14,74;23,82;34,85;45,88" o:connectangles="0,0,0,0,0,0,0,0,0,0,0,0,0,0,0,0,0,0,0,0,0,0,0,0,0"/>
                </v:shape>
                <v:shape id="Freeform 617" o:spid="_x0000_s1035" style="position:absolute;left:1750;top:1742;width:90;height:90;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" path="m45,90l56,87,67,82r9,-6l84,68,87,56,90,45,87,34,84,23,76,14,67,8,56,3,45,,34,3,23,8r-9,6l8,23,3,34,,45,3,56,8,68r6,8l23,82r11,5l45,90e" filled="f" strokeweight=".55pt">
                  <v:path arrowok="t" o:connecttype="custom" o:connectlocs="45,90;56,87;67,82;76,76;84,68;87,56;90,45;87,34;84,23;76,14;67,8;56,3;45,0;34,3;23,8;14,14;8,23;3,34;0,45;3,56;8,68;14,76;23,82;34,87;45,90" o:connectangles="0,0,0,0,0,0,0,0,0,0,0,0,0,0,0,0,0,0,0,0,0,0,0,0,0"/>
                </v:shape>
                <v:shape id="Freeform 618" o:spid="_x0000_s1036" style="position:absolute;left:1747;top:1846;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" path="m45,87l56,85,68,82r8,-9l84,65,87,54,90,42,87,31,84,20,76,11,68,6,56,,45,,34,,23,6r-9,5l9,20,3,31,,42,3,54,9,65r5,8l23,82r11,3l45,87e" filled="f" strokeweight=".55pt">
                  <v:path arrowok="t" o:connecttype="custom" o:connectlocs="45,87;56,85;68,82;76,73;84,65;87,54;90,42;87,31;84,20;76,11;68,6;56,0;45,0;34,0;23,6;14,11;9,20;3,31;0,42;3,54;9,65;14,73;23,82;34,85;45,87" o:connectangles="0,0,0,0,0,0,0,0,0,0,0,0,0,0,0,0,0,0,0,0,0,0,0,0,0"/>
                </v:shape>
                <v:shape id="Freeform 619" o:spid="_x0000_s1037" style="position:absolute;left:1750;top:2049;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" path="m45,87r11,l67,81r9,-5l84,67,87,56,90,45,87,34,84,22,76,14,67,5,56,3,45,,34,3,23,5r-9,9l8,22,3,34,,45,3,56,8,67r6,9l23,81r11,6l45,87e" filled="f" strokeweight=".55pt">
                  <v:path arrowok="t" o:connecttype="custom" o:connectlocs="45,87;56,87;67,81;76,76;84,67;87,56;90,45;87,34;84,22;76,14;67,5;56,3;45,0;34,3;23,5;14,14;8,22;3,34;0,45;3,56;8,67;14,76;23,81;34,87;45,87" o:connectangles="0,0,0,0,0,0,0,0,0,0,0,0,0,0,0,0,0,0,0,0,0,0,0,0,0"/>
                </v:shape>
                <v:line id="Line 620" o:spid="_x0000_s1038" style="position:absolute;flip:x;visibility:visible;mso-wrap-style:square" from="1567,2246" to="2315,22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" strokeweight=".55pt">
                  <o:lock v:ext="edit" shapetype="f"/>
                </v:line>
                <v:line id="Line 621" o:spid="_x0000_s1039" style="position:absolute;flip:y;visibility:visible;mso-wrap-style:square" from="2185,2249" to="231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" strokeweight=".55pt">
                  <o:lock v:ext="edit" shapetype="f"/>
                </v:line>
                <v:line id="Line 622" o:spid="_x0000_s1040" style="position:absolute;flip:y;visibility:visible;mso-wrap-style:square" from="2118,2246" to="2247,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ebvyAAAAOAAAAAPAAAAZHJzL2Rvd25yZXYueG1sRI9Ba8JA&#10;FITvgv9heYI3s2kE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C6DebvyAAAAOAA&#10;AAAPAAAAAAAAAAAAAAAAAAcCAABkcnMvZG93bnJldi54bWxQSwUGAAAAAAMAAwC3AAAA/AIAAAAA&#10;" strokeweight=".55pt">
                  <o:lock v:ext="edit" shapetype="f"/>
                </v:line>
                <v:line id="Line 623" o:spid="_x0000_s1041" style="position:absolute;flip:y;visibility:visible;mso-wrap-style:square" from="2053,2246" to="2183,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H6byAAAAOAAAAAPAAAAZHJzL2Rvd25yZXYueG1sRI9Ba8JA&#10;FITvgv9heYI3s2kQ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A15H6byAAAAOAA&#10;AAAPAAAAAAAAAAAAAAAAAAcCAABkcnMvZG93bnJldi54bWxQSwUGAAAAAAMAAwC3AAAA/AIAAAAA&#10;" strokeweight=".55pt">
                  <o:lock v:ext="edit" shapetype="f"/>
                </v:line>
                <v:line id="Line 624" o:spid="_x0000_s1042" style="position:absolute;flip:y;visibility:visible;mso-wrap-style:square" from="1992,2246" to="2121,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" strokeweight=".55pt">
                  <o:lock v:ext="edit" shapetype="f"/>
                </v:line>
                <v:line id="Line 625" o:spid="_x0000_s1043" style="position:absolute;flip:y;visibility:visible;mso-wrap-style:square" from="1933,2246" to="206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" strokeweight=".55pt">
                  <o:lock v:ext="edit" shapetype="f"/>
                </v:line>
                <v:line id="Line 626" o:spid="_x0000_s1044" style="position:absolute;flip:y;visibility:visible;mso-wrap-style:square" from="1874,2246" to="2003,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" strokeweight=".55pt">
                  <o:lock v:ext="edit" shapetype="f"/>
                </v:line>
                <v:line id="Line 627" o:spid="_x0000_s1045" style="position:absolute;flip:y;visibility:visible;mso-wrap-style:square" from="1812,2246" to="1941,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" strokeweight=".55pt">
                  <o:lock v:ext="edit" shapetype="f"/>
                </v:line>
                <v:line id="Line 628" o:spid="_x0000_s1046" style="position:absolute;flip:y;visibility:visible;mso-wrap-style:square" from="1747,2246" to="1876,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" strokeweight=".55pt">
                  <o:lock v:ext="edit" shapetype="f"/>
                </v:line>
                <v:line id="Line 629" o:spid="_x0000_s1047" style="position:absolute;flip:y;visibility:visible;mso-wrap-style:square" from="1677,2246" to="1806,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" strokeweight=".55pt">
                  <o:lock v:ext="edit" shapetype="f"/>
                </v:line>
                <v:line id="Line 630" o:spid="_x0000_s1048" style="position:absolute;flip:y;visibility:visible;mso-wrap-style:square" from="1612,2246" to="1742,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" strokeweight=".55pt">
                  <o:lock v:ext="edit" shapetype="f"/>
                </v:line>
                <v:line id="Line 631" o:spid="_x0000_s1049" style="position:absolute;flip:y;visibility:visible;mso-wrap-style:square" from="1551,2246" to="1677,2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" strokeweight=".55pt">
                  <o:lock v:ext="edit" shapetype="f"/>
                </v:line>
                <v:line id="Line 632" o:spid="_x0000_s1050" style="position:absolute;flip:y;visibility:visible;mso-wrap-style:square" from="1492,2246" to="1621,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" strokeweight=".55pt">
                  <o:lock v:ext="edit" shapetype="f"/>
                </v:line>
                <v:line id="Line 633" o:spid="_x0000_s1051" style="position:absolute;flip:y;visibility:visible;mso-wrap-style:square" from="1438,2246" to="1565,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" strokeweight=".55pt">
                  <o:lock v:ext="edit" shapetype="f"/>
                </v:line>
                <v:shape id="Freeform 634" o:spid="_x0000_s1052" style="position:absolute;left:1747;top:796;width:87;height:88;visibility:visible;mso-wrap-style:square;v-text-anchor:top" coordsize="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" path="m42,88l56,85r9,-3l76,74r6,-9l87,54r,-11l87,31,82,20,76,12,65,6,56,,42,,31,,20,6r-9,6l6,20,,31,,43,,54,6,65r5,9l20,82r11,3l42,88e" filled="f" strokeweight=".55pt">
                  <v:path arrowok="t" o:connecttype="custom" o:connectlocs="42,88;56,85;65,82;76,74;82,65;87,54;87,43;87,31;82,20;76,12;65,6;56,0;42,0;31,0;20,6;11,12;6,20;0,31;0,43;0,54;6,65;11,74;20,82;31,85;42,88" o:connectangles="0,0,0,0,0,0,0,0,0,0,0,0,0,0,0,0,0,0,0,0,0,0,0,0,0"/>
                </v:shape>
                <v:line id="Line 635" o:spid="_x0000_s1053" style="position:absolute;visibility:visible;mso-wrap-style:square" from="1497,504" to="2244,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" strokeweight=".55pt">
                  <o:lock v:ext="edit" shapetype="f"/>
                </v:line>
                <v:line id="Line 636" o:spid="_x0000_s1054" style="position:absolute;flip:x;visibility:visible;mso-wrap-style:square" from="1500,377" to="1626,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" strokeweight=".55pt">
                  <o:lock v:ext="edit" shapetype="f"/>
                </v:line>
                <v:line id="Line 637" o:spid="_x0000_s1055" style="position:absolute;flip:x;visibility:visible;mso-wrap-style:square" from="1565,377" to="169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" strokeweight=".55pt">
                  <o:lock v:ext="edit" shapetype="f"/>
                </v:line>
                <v:line id="Line 638" o:spid="_x0000_s1056" style="position:absolute;flip:x;visibility:visible;mso-wrap-style:square" from="1629,377" to="1758,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" strokeweight=".55pt">
                  <o:lock v:ext="edit" shapetype="f"/>
                </v:line>
                <v:line id="Line 639" o:spid="_x0000_s1057" style="position:absolute;flip:x;visibility:visible;mso-wrap-style:square" from="1691,377" to="18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" strokeweight=".55pt">
                  <o:lock v:ext="edit" shapetype="f"/>
                </v:line>
                <v:line id="Line 640" o:spid="_x0000_s1058" style="position:absolute;flip:x;visibility:visible;mso-wrap-style:square" from="1750,377" to="187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" strokeweight=".55pt">
                  <o:lock v:ext="edit" shapetype="f"/>
                </v:line>
                <v:line id="Line 641" o:spid="_x0000_s1059" style="position:absolute;flip:x;visibility:visible;mso-wrap-style:square" from="1809,377" to="1938,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" strokeweight=".55pt">
                  <o:lock v:ext="edit" shapetype="f"/>
                </v:line>
                <v:line id="Line 642" o:spid="_x0000_s1060" style="position:absolute;flip:x;visibility:visible;mso-wrap-style:square" from="1871,377" to="200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" strokeweight=".55pt">
                  <o:lock v:ext="edit" shapetype="f"/>
                </v:line>
                <v:line id="Line 643" o:spid="_x0000_s1061" style="position:absolute;flip:x;visibility:visible;mso-wrap-style:square" from="1935,377" to="2065,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" strokeweight=".55pt">
                  <o:lock v:ext="edit" shapetype="f"/>
                </v:line>
                <v:line id="Line 644" o:spid="_x0000_s1062" style="position:absolute;flip:x;visibility:visible;mso-wrap-style:square" from="2006,377" to="2132,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" strokeweight=".55pt">
                  <o:lock v:ext="edit" shapetype="f"/>
                </v:line>
                <v:line id="Line 645" o:spid="_x0000_s1063" style="position:absolute;flip:x;visibility:visible;mso-wrap-style:square" from="2070,377" to="2199,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" strokeweight=".55pt">
                  <o:lock v:ext="edit" shapetype="f"/>
                </v:line>
                <v:line id="Line 646" o:spid="_x0000_s1064" style="position:absolute;flip:x;visibility:visible;mso-wrap-style:square" from="2135,377" to="226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" strokeweight=".55pt">
                  <o:lock v:ext="edit" shapetype="f"/>
                </v:line>
                <v:line id="Line 647" o:spid="_x0000_s1065" style="position:absolute;flip:x;visibility:visible;mso-wrap-style:square" from="2191,377" to="2320,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" strokeweight=".55pt">
                  <o:lock v:ext="edit" shapetype="f"/>
                </v:line>
                <v:line id="Line 648" o:spid="_x0000_s1066" style="position:absolute;flip:x;visibility:visible;mso-wrap-style:square" from="2247,377" to="2374,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" strokeweight=".55pt">
                  <o:lock v:ext="edit" shapetype="f"/>
                </v:line>
                <v:shape id="Freeform 649" o:spid="_x0000_s1067" style="position:absolute;left:1747;top:591;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" path="m45,87r11,l68,82r8,-6l84,68,87,56,90,45,87,34,84,23,76,14,68,6,56,3,45,,34,3,23,6r-9,8l9,23,3,34,,45,3,56,9,68r5,8l23,82r11,5l45,87e" filled="f" strokeweight=".55pt">
                  <v:path arrowok="t" o:connecttype="custom" o:connectlocs="45,87;56,87;68,82;76,76;84,68;87,56;90,45;87,34;84,23;76,14;68,6;56,3;45,0;34,3;23,6;14,14;9,23;3,34;0,45;3,56;9,68;14,76;23,82;34,87;45,87" o:connectangles="0,0,0,0,0,0,0,0,0,0,0,0,0,0,0,0,0,0,0,0,0,0,0,0,0"/>
                </v:shape>
                <v:shape id="Freeform 650" o:spid="_x0000_s1068" style="position:absolute;left:1747;top:692;width:87;height:90;visibility:visible;mso-wrap-style:square;v-text-anchor:top" coordsize="8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" path="m42,90l56,88r9,-6l76,76r6,-8l87,57r,-12l87,34,82,23,76,14,65,9,56,3,42,,31,3,20,9r-9,5l6,23,,34,,45,,57,6,68r5,8l20,82r11,6l42,90e" filled="f" strokeweight=".55pt">
                  <v:path arrowok="t" o:connecttype="custom" o:connectlocs="42,90;56,88;65,82;76,76;82,68;87,57;87,45;87,34;82,23;76,14;65,9;56,3;42,0;31,3;20,9;11,14;6,23;0,34;0,45;0,57;6,68;11,76;20,82;31,88;42,90" o:connectangles="0,0,0,0,0,0,0,0,0,0,0,0,0,0,0,0,0,0,0,0,0,0,0,0,0"/>
                </v:shape>
                <v:shape id="Freeform 651" o:spid="_x0000_s1069" style="position:absolute;left:1747;top:898;width:90;height:87;visibility:visible;mso-wrap-style:square;v-text-anchor:top" coordsize="9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" path="m45,87l56,84,68,81r8,-8l84,64r3,-8l90,42,87,31,84,22,76,11,68,5,56,,45,,34,,23,5r-9,6l9,22,3,31,,42,3,56r6,8l14,73r9,8l34,84r11,3e" filled="f" strokeweight=".55pt">
                  <v:path arrowok="t" o:connecttype="custom" o:connectlocs="45,87;56,84;68,81;76,73;84,64;87,56;90,42;87,31;84,22;76,11;68,5;56,0;45,0;34,0;23,5;14,11;9,22;3,31;0,42;3,56;9,64;14,73;23,81;34,84;45,87" o:connectangles="0,0,0,0,0,0,0,0,0,0,0,0,0,0,0,0,0,0,0,0,0,0,0,0,0"/>
                </v:shape>
                <v:rect id="Rectangle 652" o:spid="_x0000_s1070" style="position:absolute;left:1806;top:521;width:174;height: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" fillcolor="#e0e0e0" strokecolor="#e0e0e0" strokeweight="0">
                  <v:path arrowok="t"/>
                </v:rect>
                <v:shape id="Freeform 653" o:spid="_x0000_s1071" style="position:absolute;left:1921;top:715;width:124;height:84;visibility:visible;mso-wrap-style:square;v-text-anchor:top" coordsize="12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" path="m,84l,,124,r,84e" filled="f" strokeweight=".55pt">
                  <v:path arrowok="t" o:connecttype="custom" o:connectlocs="0,84;0,0;124,0;124,84" o:connectangles="0,0,0,0"/>
                </v:shape>
                <v:rect id="Rectangle 654" o:spid="_x0000_s1072" style="position:absolute;left:1938;top:740;width:8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" filled="f" strokeweight=".55pt">
                  <v:path arrowok="t"/>
                </v:rect>
                <v:line id="Line 655" o:spid="_x0000_s1073" style="position:absolute;visibility:visible;mso-wrap-style:square" from="1056,1897" to="1057,2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" strokeweight=".55pt">
                  <o:lock v:ext="edit" shapetype="f"/>
                </v:line>
                <v:shape id="Freeform 656" o:spid="_x0000_s1074" style="position:absolute;left:1022;top:1888;width:65;height:48;visibility:visible;mso-wrap-style:square;v-text-anchor:top" coordsize="6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" path="m,48l34,,65,48e" filled="f" strokeweight=".55pt">
                  <v:path arrowok="t" o:connecttype="custom" o:connectlocs="0,48;34,0;65,48" o:connectangles="0,0,0"/>
                </v:shape>
                <v:line id="Line 657" o:spid="_x0000_s1075" style="position:absolute;flip:x y;visibility:visible;mso-wrap-style:square" from="1053,599" to="1056,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" strokeweight=".55pt">
                  <o:lock v:ext="edit" shapetype="f"/>
                </v:line>
                <v:shape id="Freeform 658" o:spid="_x0000_s1076" style="position:absolute;left:1022;top:737;width:65;height:51;visibility:visible;mso-wrap-style:square;v-text-anchor:top" coordsize="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" path="m65,l34,51,,e" filled="f" strokeweight=".55pt">
                  <v:path arrowok="t" o:connecttype="custom" o:connectlocs="65,0;34,51;0,0" o:connectangles="0,0,0"/>
                </v:shape>
                <v:line id="Line 659" o:spid="_x0000_s1077" style="position:absolute;flip:x y;visibility:visible;mso-wrap-style:square" from="421,850" to="551,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" strokeweight=".55pt">
                  <o:lock v:ext="edit" shapetype="f"/>
                </v:line>
                <v:shape id="Freeform 660" o:spid="_x0000_s1078" style="position:absolute;left:500;top:926;width:59;height:56;visibility:visible;mso-wrap-style:square;v-text-anchor:top" coordsize="5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" path="m45,l59,56,,45e" filled="f" strokeweight=".55pt">
                  <v:path arrowok="t" o:connecttype="custom" o:connectlocs="45,0;59,56;0,45" o:connectangles="0,0,0"/>
                </v:shape>
                <v:line id="Line 661" o:spid="_x0000_s1079" style="position:absolute;flip:x;visibility:visible;mso-wrap-style:square" from="281,1365" to="472,1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" strokeweight=".55pt">
                  <o:lock v:ext="edit" shapetype="f"/>
                </v:line>
                <v:shape id="Freeform 662" o:spid="_x0000_s1080" style="position:absolute;left:421;top:1331;width:51;height:65;visibility:visible;mso-wrap-style:square;v-text-anchor:top" coordsize="5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" path="m3,l51,34,,65e" filled="f" strokeweight=".55pt">
                  <v:path arrowok="t" o:connecttype="custom" o:connectlocs="3,0;51,34;0,65" o:connectangles="0,0,0"/>
                </v:shape>
                <v:line id="Line 663" o:spid="_x0000_s1081" style="position:absolute;flip:x;visibility:visible;mso-wrap-style:square" from="447,1776" to="604,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" strokeweight=".55pt">
                  <o:lock v:ext="edit" shapetype="f"/>
                </v:line>
                <v:shape id="Freeform 664" o:spid="_x0000_s1082" style="position:absolute;left:553;top:1767;width:59;height:57;visibility:visible;mso-wrap-style:square;v-text-anchor:top" coordsize="5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" path="m,l59,3,34,57e" filled="f" strokeweight=".55pt">
                  <v:path arrowok="t" o:connecttype="custom" o:connectlocs="0,0;59,3;34,57" o:connectangles="0,0,0"/>
                </v:shape>
                <v:shape id="Freeform 665" o:spid="_x0000_s1083" style="position:absolute;left:2657;top:1002;width:1250;height:456;visibility:visible;mso-wrap-style:square;v-text-anchor:top" coordsize="125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xe" fillcolor="#e0e0e0" strokecolor="#e0e0e0" strokeweight="0">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6" o:spid="_x0000_s1084" style="position:absolute;left:2657;top:1002;width:1250;height:456;visibility:visible;mso-wrap-style:square;v-text-anchor:top" coordsize="125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" path="m1073,456r68,-26l1231,450r19,-157l1248,287r-9,-11l1222,259r-22,-20l1172,225r-42,-14l1082,194r-51,-22l984,146,944,118,913,98,871,76,823,56,773,36,722,22,680,8,649,3,613,,568,,514,3,464,6r-45,8l385,22,326,48,267,79r-59,31l180,124r-34,17l113,163,79,183,48,203,23,219,6,231,,236,197,166r3,l214,166r20,-3l264,157r43,-8l360,138r48,-3l453,138r50,l537,143r45,9l632,169r51,17l728,208r42,20l798,245r17,14l837,279r31,22l902,326r34,26l969,377r34,25l1028,425r23,17l1068,453r5,3e" filled="f" strokeweight=".55pt">
                  <v:path arrowok="t" o:connecttype="custom" o:connectlocs="1141,430;1250,293;1239,276;1200,239;1130,211;1031,172;944,118;871,76;773,36;680,8;613,0;514,3;419,14;326,48;208,110;146,141;79,183;23,219;0,236;200,166;234,163;307,149;408,135;503,138;582,152;683,186;770,228;815,259;868,301;936,352;1003,402;1051,442;1073,456" o:connectangles="0,0,0,0,0,0,0,0,0,0,0,0,0,0,0,0,0,0,0,0,0,0,0,0,0,0,0,0,0,0,0,0,0"/>
                </v:shape>
                <v:shape id="Freeform 667" o:spid="_x0000_s1085" style="position:absolute;left:2284;top:1852;width:275;height:126;visibility:visible;mso-wrap-style:square;v-text-anchor:top" coordsize="275,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" path="m,126r90,l90,118,92,98,95,76,98,59r6,-20l112,22,126,5,146,r3,l151,3r6,2l163,8r5,9l177,25r3,9l188,53r3,23l194,98r2,17l196,124r79,e" filled="f" strokeweight=".55pt">
                  <v:path arrowok="t" o:connecttype="custom" o:connectlocs="0,126;90,126;90,118;92,98;95,76;98,59;104,39;112,22;126,5;146,0;149,0;151,3;157,5;163,8;168,17;177,25;180,34;188,53;191,76;194,98;196,115;196,124;275,124" o:connectangles="0,0,0,0,0,0,0,0,0,0,0,0,0,0,0,0,0,0,0,0,0,0,0"/>
                </v:shape>
                <v:shape id="Freeform 668" o:spid="_x0000_s1086" style="position:absolute;left:4017;top:1739;width:388;height:245;visibility:visible;mso-wrap-style:square;v-text-anchor:top" coordsize="388,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" path="m,166r42,l81,166r6,l90,163r3,-5l95,152r,-8l95,135r3,-8l101,87r8,-42l109,34r3,-11l115,11,118,r3,51l124,102r2,42l129,175r6,31l140,245r3,-39l146,175r6,-34l157,102r,25l166,152r11,28l188,166r3,-17l197,130r,11l199,152r6,11l211,172r-3,-6l211,158r2,-6l216,147r3,-6l222,147r3,5l227,158r6,5l239,169r5,l250,163r6,-5l258,152r3,-8l261,138r,-3l275,71,284,6r5,51l292,107r3,48l298,192r5,25l306,245r3,-34l309,183r,-34l315,113r2,8l323,138r6,20l334,172r,8l343,175r2,-17l348,141r3,-17l354,138r,11l357,158r,8l359,161r,-3l365,155r3,-6l371,147r,-6l374,144r2,5l376,152r3,3l382,158r6,e" filled="f" strokeweight=".55pt">
                  <v:path arrowok="t" o:connecttype="custom" o:connectlocs="42,166;87,166;93,158;95,144;98,127;109,45;112,23;118,0;124,102;129,175;140,245;146,175;157,102;166,152;188,166;197,130;199,152;211,172;211,158;216,147;222,147;227,158;239,169;250,163;258,152;261,138;275,71;289,57;295,155;303,217;309,211;309,149;317,121;329,158;334,180;345,158;351,124;354,149;357,166;359,158;368,149;371,141;376,149;379,155;388,158" o:connectangles="0,0,0,0,0,0,0,0,0,0,0,0,0,0,0,0,0,0,0,0,0,0,0,0,0,0,0,0,0,0,0,0,0,0,0,0,0,0,0,0,0,0,0,0,0"/>
                </v:shape>
                <v:shape id="Freeform 669" o:spid="_x0000_s1087" style="position:absolute;left:3947;top:704;width:1;height:368;visibility:visible;mso-wrap-style:square;v-text-anchor:top" coordsize="1,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" path="m,368l,,,368xe" fillcolor="#e0e0e0" strokecolor="#e0e0e0" strokeweight="0">
                  <v:path arrowok="t" o:connecttype="custom" o:connectlocs="0,368;0,0;0,368" o:connectangles="0,0,0"/>
                </v:shape>
                <v:line id="Line 670" o:spid="_x0000_s1088" style="position:absolute;flip:y;visibility:visible;mso-wrap-style:square" from="3947,704" to="3948,1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" strokeweight=".55pt">
                  <o:lock v:ext="edit" shapetype="f"/>
                </v:line>
                <v:shape id="Freeform 671" o:spid="_x0000_s1089" style="position:absolute;left:3935;top:1714;width:1;height:388;visibility:visible;mso-wrap-style:square;v-text-anchor:top" coordsize="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" path="m,l,388,,xe" fillcolor="#e0e0e0" strokecolor="#e0e0e0" strokeweight="0">
                  <v:path arrowok="t" o:connecttype="custom" o:connectlocs="0,0;0,388;0,0" o:connectangles="0,0,0"/>
                </v:shape>
                <v:line id="Line 672" o:spid="_x0000_s1090" style="position:absolute;visibility:visible;mso-wrap-style:square" from="3935,1714" to="3936,2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" strokeweight=".55pt">
                  <o:lock v:ext="edit" shapetype="f"/>
                </v:line>
                <v:rect id="Rectangle 673" o:spid="_x0000_s1091" style="position:absolute;left:1483;top:1244;width:48;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" strokecolor="white" strokeweight="0">
                  <v:path arrowok="t"/>
                </v:rect>
                <v:shape id="Freeform 674" o:spid="_x0000_s1092" style="position:absolute;left:933;top:1199;width:25;height:82;visibility:visible;mso-wrap-style:square;v-text-anchor:top" coordsize="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" path="m16,r,67l16,73r,3l19,76r,3l22,79r3,l25,82,,82,,79r2,l5,79r,-3l8,73r,-6l8,20r,-6l8,8,5,8,5,6,2,6,,6,14,r2,xe" fillcolor="black" strokeweight="0">
                  <v:path arrowok="t" o:connecttype="custom" o:connectlocs="16,0;16,67;16,73;16,76;19,76;19,79;22,79;25,79;25,82;0,82;0,79;2,79;5,79;5,76;5,76;8,73;8,67;8,20;8,14;8,8;5,8;5,6;5,6;2,6;2,6;0,6;0,6;14,0;16,0" o:connectangles="0,0,0,0,0,0,0,0,0,0,0,0,0,0,0,0,0,0,0,0,0,0,0,0,0,0,0,0,0"/>
                </v:shape>
                <v:shape id="Freeform 675" o:spid="_x0000_s1093" style="position:absolute;left:964;top:1227;width:56;height:54;visibility:visible;mso-wrap-style:square;v-text-anchor:top" coordsize="5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" path="m47,r,31l47,39r,3l47,45r3,l50,48r3,l53,45r3,3l39,54r,-12l30,48r-2,3l22,54r-3,l16,54,11,51,8,48r,-3l5,39r,-5l5,8,5,6,5,3,2,3,,,16,r,34l16,39r3,6l22,45r3,l28,45r2,l33,42r6,-3l39,8,36,6r,-3l33,3,30,,47,xe" fillcolor="black" strokeweight="0">
                  <v:path arrowok="t" o:connecttype="custom" o:connectlocs="47,0;47,31;47,39;47,42;47,45;50,45;50,48;50,48;53,48;53,45;56,48;39,54;39,54;39,42;30,48;28,51;22,54;19,54;16,54;11,51;8,48;8,45;5,39;5,34;5,8;5,6;5,6;5,3;2,3;2,3;0,0;0,0;16,0;16,34;16,39;19,45;22,45;25,45;28,45;30,45;33,42;39,39;39,8;36,6;36,3;33,3;30,0;30,0;47,0" o:connectangles="0,0,0,0,0,0,0,0,0,0,0,0,0,0,0,0,0,0,0,0,0,0,0,0,0,0,0,0,0,0,0,0,0,0,0,0,0,0,0,0,0,0,0,0,0,0,0,0,0"/>
                </v:shape>
                <v:shape id="Freeform 676" o:spid="_x0000_s1094" style="position:absolute;left:1022;top:1227;width:57;height:54;visibility:visible;mso-wrap-style:square;v-text-anchor:top" coordsize="5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" path="m17,11l23,3,29,r5,l40,r3,l45,3r3,5l48,11r,6l48,39r,6l48,48r3,l51,51r3,l57,51r,3l31,54r,-3l34,51r3,l37,48r,-3l40,45r,-6l40,20,37,14r,-6l34,6r-3,l23,8r-6,6l17,39r,6l17,48r3,3l23,51r,3l,54,,51r3,l6,48r,-3l6,39,6,20r,-6l6,8,6,6,3,6,,6,15,r2,l17,11xe" fillcolor="black" strokeweight="0">
                  <v:path arrowok="t" o:connecttype="custom" o:connectlocs="17,11;23,3;29,0;34,0;40,0;43,0;45,3;48,8;48,11;48,17;48,39;48,45;48,48;51,48;51,51;54,51;57,51;57,54;31,54;31,51;31,51;34,51;37,51;37,48;37,45;40,45;40,39;40,20;37,14;37,8;34,6;31,6;23,8;17,14;17,39;17,45;17,48;17,48;20,51;20,51;23,51;23,54;0,54;0,51;0,51;3,51;6,48;6,45;6,39;6,20;6,14;6,8;6,8;6,6;3,6;3,6;0,6;0,6;0,6;15,0;17,0;17,11" o:connectangles="0,0,0,0,0,0,0,0,0,0,0,0,0,0,0,0,0,0,0,0,0,0,0,0,0,0,0,0,0,0,0,0,0,0,0,0,0,0,0,0,0,0,0,0,0,0,0,0,0,0,0,0,0,0,0,0,0,0,0,0,0,0"/>
                </v:shape>
                <v:shape id="Freeform 677" o:spid="_x0000_s1095" style="position:absolute;left:1081;top:1227;width:54;height:79;visibility:visible;mso-wrap-style:square;v-text-anchor:top" coordsize="5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" path="m15,34l12,31,9,28,6,23r,-6l6,11,12,6,17,r9,l34,r6,3l51,3r3,l54,6r-3,l43,6r2,5l48,17r-3,8l43,31r-9,3l26,37,23,34r-6,l15,37r-3,2l12,42r3,l17,45r3,l26,45r8,l43,45r2,l51,48r,6l54,56r-3,6l48,70r-8,3l34,76,23,79,15,76,6,73,3,70,,68,,65r3,l3,62,6,59,9,56r3,-5l9,51,6,48r,-3l6,42,9,37r6,-3xm26,l20,3,17,6,15,8r,6l17,23r3,5l23,31r3,3l31,31r3,l37,25r,-5l37,11,34,6,29,3,26,xm15,54r-3,2l9,59r,3l9,65r3,3l20,70r9,l37,70r8,-2l48,62r,-3l48,56r-3,l43,54r-9,l23,54r-8,xe" fillcolor="black" strokeweight="0">
                  <v:path arrowok="t" o:connecttype="custom" o:connectlocs="12,31;6,23;6,11;17,0;34,0;51,3;54,3;54,3;54,3;54,6;54,6;51,6;45,11;45,25;34,34;23,34;15,37;12,39;12,42;15,42;20,45;34,45;45,45;51,54;51,62;40,73;23,79;6,73;0,68;3,65;6,59;12,51;6,48;6,45;6,42;15,34;20,3;15,8;17,23;23,31;31,31;37,25;37,11;29,3;15,54;12,56;9,62;12,68;29,70;45,68;48,59;45,56;34,54;15,54" o:connectangles="0,0,0,0,0,0,0,0,0,0,0,0,0,0,0,0,0,0,0,0,0,0,0,0,0,0,0,0,0,0,0,0,0,0,0,0,0,0,0,0,0,0,0,0,0,0,0,0,0,0,0,0,0,0"/>
                </v:shape>
                <v:shape id="Freeform 678" o:spid="_x0000_s1096" style="position:absolute;left:1143;top:1227;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" path="m31,r,17l28,11,26,6,20,3r-3,l12,3,9,6,6,8r3,3l9,14r3,3l14,20r9,3l31,28r3,3l37,37r-3,8l31,48r-8,6l17,54r-5,l6,51r-3,l,54,,37r3,5l9,45r3,3l17,51r6,-3l26,48r,-3l26,42r,-3l26,37,20,34,14,28,6,25,3,23,,17,,14,,8,3,3,9,r8,l20,r3,l26,r2,l31,xe" fillcolor="black" strokeweight="0">
                  <v:path arrowok="t" o:connecttype="custom" o:connectlocs="31,0;31,17;31,17;28,11;26,6;20,3;17,3;12,3;9,6;9,6;6,8;9,11;9,14;12,17;14,20;23,23;31,28;34,31;37,37;34,45;31,48;23,54;17,54;12,54;6,51;6,51;3,51;3,51;0,54;0,54;0,37;0,37;3,42;9,45;12,48;17,51;23,48;26,48;26,45;26,42;26,39;26,37;20,34;14,28;6,25;3,23;0,17;0,14;0,8;3,3;9,0;17,0;20,0;23,0;26,0;28,0;28,0;28,0;31,0;31,0;31,0" o:connectangles="0,0,0,0,0,0,0,0,0,0,0,0,0,0,0,0,0,0,0,0,0,0,0,0,0,0,0,0,0,0,0,0,0,0,0,0,0,0,0,0,0,0,0,0,0,0,0,0,0,0,0,0,0,0,0,0,0,0,0,0,0"/>
                </v:shape>
                <v:shape id="Freeform 679" o:spid="_x0000_s1097" style="position:absolute;left:1567;top:729;width:88;height:121;visibility:visible;mso-wrap-style:square;v-text-anchor:top" coordsize="88,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" path="m26,r,76l48,59r6,-6l57,51r,-3l54,45r-3,l51,42r31,l82,45r-6,l71,48r-3,3l62,53,40,70,62,98r6,6l71,107r2,3l76,112r3,3l82,115r6,l88,121r-37,l51,118r3,l57,115r-3,-3l51,107,26,76r,25l29,110r,2l29,115r2,3l34,118r3,l37,121,,121r,-3l6,118r3,-3l12,115r,-3l12,110r,-9l12,31r,-9l12,17r,-3l12,11,9,8,6,8,3,11,,8,23,r3,xe" fillcolor="black" strokeweight="0">
                  <v:path arrowok="t" o:connecttype="custom" o:connectlocs="26,76;54,53;57,51;57,48;54,45;51,42;82,45;71,48;62,53;62,98;71,107;76,112;82,115;88,121;51,118;54,118;57,115;51,107;26,101;29,112;31,118;37,118;0,121;6,118;12,115;12,110;12,31;12,17;12,11;9,8;6,8;0,8;26,0" o:connectangles="0,0,0,0,0,0,0,0,0,0,0,0,0,0,0,0,0,0,0,0,0,0,0,0,0,0,0,0,0,0,0,0,0"/>
                </v:shape>
                <v:shape id="Freeform 680" o:spid="_x0000_s1098" style="position:absolute;left:1579;top:1109;width:129;height:79;visibility:visible;mso-wrap-style:square;v-text-anchor:top" coordsize="12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" path="m25,17r6,-3l33,8r3,l39,5,42,3r5,l53,r6,3l64,5r6,6l73,17,78,8,87,5,92,3,98,r6,3l109,3r6,5l118,14r,6l120,28r,34l120,67r,6l120,76r3,l126,79r3,l95,79r3,l101,76r3,-3l104,70r,-3l104,62r,-31l104,22r,-5l98,14,92,11r-5,l84,14r-6,3l73,22r,3l73,62r,8l73,73r,3l76,76r2,3l84,79r-37,l50,79r3,-3l56,73r,-3l59,67r,-5l59,31,56,22r,-5l50,14,45,11r-6,l36,14r-5,3l25,22r,40l25,70r,3l28,76r3,3l36,79,,79r2,l5,76r3,l8,73r3,-6l11,62r,-28l11,22r,-5l8,14r,-3l5,11r-3,l,11,22,r3,l25,17xe" fillcolor="black" strokeweight="0">
                  <v:path arrowok="t" o:connecttype="custom" o:connectlocs="31,14;36,8;42,3;53,0;64,5;73,17;87,5;98,0;109,3;118,14;120,28;120,67;120,76;126,79;129,79;95,79;98,79;104,73;104,67;104,31;104,17;92,11;84,14;73,22;73,25;73,70;73,76;78,79;84,79;47,79;53,76;56,70;59,62;56,22;50,14;39,11;31,17;25,62;25,73;28,76;36,79;0,79;2,79;8,76;11,67;11,34;11,17;8,11;5,11;0,11;22,0;25,17" o:connectangles="0,0,0,0,0,0,0,0,0,0,0,0,0,0,0,0,0,0,0,0,0,0,0,0,0,0,0,0,0,0,0,0,0,0,0,0,0,0,0,0,0,0,0,0,0,0,0,0,0,0,0,0"/>
                </v:shape>
                <v:shape id="Freeform 681" o:spid="_x0000_s1099" style="position:absolute;left:2090;top:729;width:79;height:121;visibility:visible;mso-wrap-style:square;v-text-anchor:top" coordsize="79,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" path="m25,56r9,-8l42,42r8,l56,42r9,3l70,51r6,8l79,67r,12l79,90r-6,11l65,110r-9,8l48,121r-9,l31,121r-6,-3l17,115r-6,-3l11,31r,-6l11,17r,-3l8,11,8,8,6,8,3,8,,11,,8,22,r3,l25,56xm25,62r,45l28,112r6,3l39,115r6,l50,115r9,-8l62,101r3,-8l65,84r,-8l62,67,59,62,50,56,42,53r-3,l34,56r-3,3l25,62xe" fillcolor="black" strokeweight="0">
                  <v:path arrowok="t" o:connecttype="custom" o:connectlocs="25,56;34,48;42,42;50,42;56,42;65,45;70,51;76,59;79,67;79,79;79,90;73,101;65,110;56,118;48,121;39,121;31,121;25,118;17,115;11,112;11,31;11,25;11,17;11,14;8,11;8,11;8,8;6,8;3,8;0,11;0,8;22,0;25,0;25,56;25,62;25,107;28,112;34,115;39,115;45,115;50,115;59,107;62,101;65,93;65,84;65,76;62,67;59,62;50,56;42,53;39,53;34,56;31,59;25,62" o:connectangles="0,0,0,0,0,0,0,0,0,0,0,0,0,0,0,0,0,0,0,0,0,0,0,0,0,0,0,0,0,0,0,0,0,0,0,0,0,0,0,0,0,0,0,0,0,0,0,0,0,0,0,0,0,0"/>
                </v:shape>
                <v:shape id="Freeform 682" o:spid="_x0000_s1100" style="position:absolute;left:2275;top:1365;width:85;height:79;visibility:visible;mso-wrap-style:square;v-text-anchor:top" coordsize="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" path="m73,r,45l73,53r,6l73,62r3,3l76,67r3,l82,67r3,l85,70,62,79r-3,l59,62r-5,5l48,73r-6,3l40,76r-9,3l26,76,20,73,17,70,14,65,12,56r,-8l12,14r,-6l12,6,9,3,6,,,,26,r,51l28,59r3,6l34,67r6,l42,67r6,-2l54,62r5,-6l59,14r,-6l57,3r-3,l48,,73,xe" fillcolor="black" strokeweight="0">
                  <v:path arrowok="t" o:connecttype="custom" o:connectlocs="73,0;73,45;73,53;73,59;73,62;76,65;76,67;76,67;79,67;82,67;85,67;85,70;62,79;59,79;59,62;54,67;48,73;42,76;40,76;31,79;26,76;20,73;17,70;14,65;12,56;12,48;12,14;12,8;12,6;9,3;9,3;6,0;0,0;0,0;26,0;26,51;28,59;31,65;34,67;40,67;42,67;48,65;54,62;59,56;59,14;59,8;57,3;54,3;48,0;48,0;73,0" o:connectangles="0,0,0,0,0,0,0,0,0,0,0,0,0,0,0,0,0,0,0,0,0,0,0,0,0,0,0,0,0,0,0,0,0,0,0,0,0,0,0,0,0,0,0,0,0,0,0,0,0,0,0"/>
                </v:shape>
                <v:shape id="Freeform 683" o:spid="_x0000_s1101" style="position:absolute;left:2374;top:1418;width:59;height:88;visibility:visible;mso-wrap-style:square;v-text-anchor:top" coordsize="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" path="m16,40l11,37,8,31,5,26r,-3l8,14,11,6,19,3,28,r8,l42,6r14,l59,6r,3l56,9r-9,l50,14r,6l50,29r-5,5l39,40r-11,l25,40r-6,l16,43r-2,2l14,48r2,3l19,51r3,l28,51r11,l45,51r5,3l56,57r3,3l59,65r-3,6l50,79r-5,6l36,88r-11,l14,88,5,82,2,79,,76,2,74r,-3l5,65r3,l11,60,8,57r-3,l5,54r,-3l8,48r3,-5l16,40xm28,3r-6,l19,6r-3,6l16,17r,12l19,34r6,3l28,37r5,l36,34r3,-3l42,23,39,14,36,9,33,3r-5,xm16,60r-2,2l11,65r,3l8,71r3,3l14,76r8,3l31,79r11,l47,76r6,-5l53,68r,-3l50,62r-5,l39,62,25,60r-9,xe" fillcolor="black" strokeweight="0">
                  <v:path arrowok="t" o:connecttype="custom" o:connectlocs="11,37;5,26;8,14;19,3;36,0;56,6;59,6;59,6;59,6;59,9;59,9;56,9;50,14;50,29;39,40;25,40;16,43;14,45;14,48;16,51;22,51;39,51;50,54;59,60;56,71;45,85;25,88;5,82;0,76;2,74;5,65;11,60;5,57;5,51;8,48;16,40;22,3;16,12;16,29;25,37;33,37;39,31;39,14;33,3;16,60;11,65;8,71;14,76;31,79;47,76;53,68;50,62;39,62;16,60" o:connectangles="0,0,0,0,0,0,0,0,0,0,0,0,0,0,0,0,0,0,0,0,0,0,0,0,0,0,0,0,0,0,0,0,0,0,0,0,0,0,0,0,0,0,0,0,0,0,0,0,0,0,0,0,0,0"/>
                </v:shape>
                <v:shape id="Freeform 684" o:spid="_x0000_s1102" style="position:absolute;left:4149;top:1030;width:65;height:62;visibility:visible;mso-wrap-style:square;v-text-anchor:top" coordsize="6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" path="m20,11l28,6,34,r8,l45,r6,3l53,6r3,2l56,14r,9l56,48r,6l59,56r,3l62,59r3,l65,62r-29,l36,59r3,l42,59r3,-3l45,54r,-6l45,23r,-6l42,11,39,8r-3,l28,11r-8,6l20,48r,6l20,56r2,3l25,59r3,l28,62,,62,,59r6,l6,56,8,54r,-6l8,25r,-8l8,11,8,8,6,8,6,6,3,8,,8,,6,17,r3,l20,11xe" fillcolor="black" strokeweight="0">
                  <v:path arrowok="t" o:connecttype="custom" o:connectlocs="20,11;28,6;34,0;42,0;45,0;51,3;53,6;56,8;56,14;56,23;56,48;56,54;59,56;59,59;59,59;62,59;65,59;65,62;36,62;36,59;39,59;42,59;42,59;45,56;45,54;45,54;45,48;45,23;45,17;42,11;39,8;36,8;28,11;20,17;20,48;20,54;20,56;22,59;22,59;25,59;28,59;28,62;0,62;0,59;0,59;6,59;6,56;8,54;8,48;8,25;8,17;8,11;8,8;6,8;6,6;6,6;3,8;0,8;0,6;17,0;20,0;20,11" o:connectangles="0,0,0,0,0,0,0,0,0,0,0,0,0,0,0,0,0,0,0,0,0,0,0,0,0,0,0,0,0,0,0,0,0,0,0,0,0,0,0,0,0,0,0,0,0,0,0,0,0,0,0,0,0,0,0,0,0,0,0,0,0,0"/>
                </v:shape>
                <v:shape id="Freeform 685" o:spid="_x0000_s1103" style="position:absolute;left:4157;top:1553;width:104;height:62;visibility:visible;mso-wrap-style:square;v-text-anchor:top" coordsize="1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" path="m23,15l26,9,28,6,31,3r6,l40,r3,l48,r6,3l57,9r2,6l65,6,71,3,76,r3,l85,r2,3l93,6r3,6l96,15r,8l96,48r,6l96,57r3,3l102,62r2,l76,62r3,l82,60r3,l85,57r,-3l85,48r,-25l85,17,82,15,79,9r-6,l71,9r-3,3l62,15r-3,2l59,20r,28l59,54r,3l59,60r3,l65,62r3,l40,62r3,l45,60r3,-3l48,54r,-6l48,23r,-6l45,15,43,9r-6,l34,9r-3,3l26,15r-3,2l23,48r,6l23,57r,3l26,60r,2l31,62,,62r6,l6,60r3,l9,57r,-3l9,48,9,26r,-9l9,12,9,9,6,9,3,9,,9,20,r3,l23,15xe" fillcolor="black" strokeweight="0">
                  <v:path arrowok="t" o:connecttype="custom" o:connectlocs="26,9;28,6;37,3;43,0;54,3;59,15;71,3;79,0;87,3;96,12;96,23;96,54;99,60;102,62;104,62;76,62;79,62;85,60;85,54;85,23;82,15;73,9;68,12;59,17;59,20;59,54;59,60;65,62;68,62;40,62;45,60;48,57;48,48;48,17;43,9;34,9;26,15;23,48;23,57;26,60;31,62;0,62;6,62;9,60;9,54;9,26;9,12;9,9;6,9;3,9;20,0;23,15" o:connectangles="0,0,0,0,0,0,0,0,0,0,0,0,0,0,0,0,0,0,0,0,0,0,0,0,0,0,0,0,0,0,0,0,0,0,0,0,0,0,0,0,0,0,0,0,0,0,0,0,0,0,0,0"/>
                </v:shape>
                <v:shape id="Freeform 686" o:spid="_x0000_s1104" style="position:absolute;left:4056;top:977;width:82;height:78;visibility:visible;mso-wrap-style:square;v-text-anchor:top" coordsize="8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" path="m70,r,45l73,53r,6l73,61r,3l73,67r3,l79,67r3,l82,70,62,78r-6,l56,61r-5,6l45,73r-3,3l37,76r-6,2l26,76,20,73,14,70,11,64r,-8l11,47r,-33l9,8,9,5,9,2,6,2,3,,,,26,r,50l26,59r2,5l34,67r3,l42,67r3,-3l51,61r5,-5l56,14r,-6l56,2r-5,l45,,70,xe" fillcolor="black" strokeweight="0">
                  <v:path arrowok="t" o:connecttype="custom" o:connectlocs="70,0;70,45;73,53;73,59;73,61;73,64;73,67;76,67;76,67;79,67;82,67;82,70;62,78;56,78;56,61;51,67;45,73;42,76;37,76;31,78;26,76;20,73;14,70;11,64;11,56;11,47;11,14;9,8;9,5;9,2;6,2;3,0;0,0;0,0;26,0;26,50;26,59;28,64;34,67;37,67;42,67;45,64;51,61;56,56;56,14;56,8;56,2;51,2;45,0;45,0;70,0" o:connectangles="0,0,0,0,0,0,0,0,0,0,0,0,0,0,0,0,0,0,0,0,0,0,0,0,0,0,0,0,0,0,0,0,0,0,0,0,0,0,0,0,0,0,0,0,0,0,0,0,0,0,0"/>
                </v:shape>
                <v:shape id="Freeform 687" o:spid="_x0000_s1105" style="position:absolute;left:4065;top:1492;width:84;height:78;visibility:visible;mso-wrap-style:square;v-text-anchor:top" coordsize="8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" path="m73,r,45l73,53r,6l73,61r,3l76,67r2,l81,67r3,l61,78r-2,l59,61r-6,6l47,73r-5,3l36,76r-5,2l25,76,19,73,17,70,14,64,11,56r,-9l11,14r,-6l11,5,8,2,5,,,,25,r,50l28,59r3,5l33,64r6,3l42,67r5,-3l53,61r6,-5l59,14r,-9l56,2,53,,47,,73,xe" fillcolor="black" strokeweight="0">
                  <v:path arrowok="t" o:connecttype="custom" o:connectlocs="73,0;73,45;73,53;73,59;73,61;73,64;76,67;76,67;78,67;81,67;84,67;84,67;61,78;59,78;59,61;53,67;47,73;42,76;36,76;31,78;25,76;19,73;17,70;14,64;11,56;11,47;11,14;11,8;11,5;8,2;8,2;5,0;0,0;0,0;25,0;25,50;28,59;31,64;33,64;39,67;42,67;47,64;53,61;59,56;59,14;59,5;56,2;53,0;47,0;47,0;73,0" o:connectangles="0,0,0,0,0,0,0,0,0,0,0,0,0,0,0,0,0,0,0,0,0,0,0,0,0,0,0,0,0,0,0,0,0,0,0,0,0,0,0,0,0,0,0,0,0,0,0,0,0,0,0"/>
                </v:shape>
                <v:shape id="Freeform 688" o:spid="_x0000_s1106" style="position:absolute;left:972;top:1393;width:84;height:115;visibility:visible;mso-wrap-style:square;v-text-anchor:top" coordsize="84,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" path="m6,9l28,r3,l31,17,36,9,42,3,48,r8,l62,r8,3l76,9r3,8l84,25r,12l84,51r-5,8l73,70r-8,6l59,79r-11,l42,79r-6,l34,76,31,73r,26l31,104r,6l34,113r2,l39,115,,115r3,l8,113r3,l14,110r,-6l14,99r,-76l14,17r,-3l14,11,11,9,8,9,6,11,6,9xm31,23r,28l31,59r,3l34,68r2,2l42,73r6,3l56,73r6,-5l67,62r3,-8l70,45r,-11l67,25,62,17,56,14,48,11r-3,l39,14r-3,3l31,23xe" fillcolor="black" strokeweight="0">
                  <v:path arrowok="t" o:connecttype="custom" o:connectlocs="28,0;31,17;42,3;56,0;70,3;79,17;84,37;79,59;65,76;48,79;36,79;31,73;31,104;31,110;36,113;39,115;0,115;8,113;14,110;14,104;14,23;14,14;14,11;8,9;6,11;31,23;31,59;34,68;42,73;56,73;67,62;70,45;67,25;56,14;45,11;36,17" o:connectangles="0,0,0,0,0,0,0,0,0,0,0,0,0,0,0,0,0,0,0,0,0,0,0,0,0,0,0,0,0,0,0,0,0,0,0,0"/>
                </v:shape>
                <v:shape id="Freeform 689" o:spid="_x0000_s1107" style="position:absolute;left:1067;top:1478;width:45;height:61;visibility:visible;mso-wrap-style:square;v-text-anchor:top" coordsize="4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" path="m40,r,19l37,19,34,11,29,8,26,5,20,2r-3,l14,5r,3l14,11r,3l17,14r3,2l29,22r8,6l43,33r,3l45,42r,5l43,53r-3,3l34,61r-5,l23,61r-6,l9,61,6,59r,2l3,61,,61,,42r3,l6,50r6,3l17,59r6,l26,59r3,-3l31,56r,-3l31,50,29,47,26,45,20,39,12,33,6,30,,25,,16,,11,6,5,12,r8,l26,r5,2l34,2,37,r3,xe" fillcolor="black" strokeweight="0">
                  <v:path arrowok="t" o:connecttype="custom" o:connectlocs="40,19;34,11;26,5;17,2;14,8;14,11;17,14;29,22;43,33;45,42;43,53;34,61;23,61;9,61;6,59;3,61;0,42;6,50;17,59;26,59;31,56;31,50;26,45;12,33;0,25;0,11;12,0;26,0;31,2;34,2;37,0;40,0" o:connectangles="0,0,0,0,0,0,0,0,0,0,0,0,0,0,0,0,0,0,0,0,0,0,0,0,0,0,0,0,0,0,0,0"/>
                </v:shape>
                <v:line id="Line 690" o:spid="_x0000_s1108" style="position:absolute;flip:y;visibility:visible;mso-wrap-style:square" from="1806,504" to="1807,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" strokeweight=".55pt">
                  <o:lock v:ext="edit" shapetype="f"/>
                </v:line>
                <v:line id="Line 691" o:spid="_x0000_s1109" style="position:absolute;visibility:visible;mso-wrap-style:square" from="1806,678" to="1807,6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" strokeweight=".55pt">
                  <o:lock v:ext="edit" shapetype="f"/>
                </v:line>
                <v:line id="Line 692" o:spid="_x0000_s1110" style="position:absolute;visibility:visible;mso-wrap-style:square" from="1806,780" to="1807,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WRFxgAAAOAAAAAPAAAAZHJzL2Rvd25yZXYueG1sRI/NisJA&#10;EITvgu8wtOBNJ6uw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gJFkRcYAAADgAAAA&#10;DwAAAAAAAAAAAAAAAAAHAgAAZHJzL2Rvd25yZXYueG1sUEsFBgAAAAADAAMAtwAAAPoCAAAAAA==&#10;" strokeweight=".55pt">
                  <o:lock v:ext="edit" shapetype="f"/>
                </v:line>
                <v:line id="Line 693" o:spid="_x0000_s1111" style="position:absolute;visibility:visible;mso-wrap-style:square" from="1806,881" to="1807,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PwxxgAAAOAAAAAPAAAAZHJzL2Rvd25yZXYueG1sRI/NisJA&#10;EITvgu8wtOBNJyuy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D3j8McYAAADgAAAA&#10;DwAAAAAAAAAAAAAAAAAHAgAAZHJzL2Rvd25yZXYueG1sUEsFBgAAAAADAAMAtwAAAPoCAAAAAA==&#10;" strokeweight=".55pt">
                  <o:lock v:ext="edit" shapetype="f"/>
                </v:line>
                <v:line id="Line 694" o:spid="_x0000_s1112" style="position:absolute;visibility:visible;mso-wrap-style:square" from="1806,985" to="1807,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" strokeweight=".55pt">
                  <o:lock v:ext="edit" shapetype="f"/>
                </v:line>
                <v:line id="Line 695" o:spid="_x0000_s1113" style="position:absolute;visibility:visible;mso-wrap-style:square" from="1980,509" to="1981,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" strokeweight=".55pt">
                  <o:lock v:ext="edit" shapetype="f"/>
                </v:line>
                <v:line id="Line 696" o:spid="_x0000_s1114" style="position:absolute;visibility:visible;mso-wrap-style:square" from="1980,794" to="1981,1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" strokeweight=".55pt">
                  <o:lock v:ext="edit" shapetype="f"/>
                </v:line>
                <v:shape id="Freeform 697" o:spid="_x0000_s1115" style="position:absolute;left:1806;top:1652;width:177;height:577;visibility:visible;mso-wrap-style:square;v-text-anchor:top" coordsize="17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" path="m174,577l177,,,,,577r174,xe" fillcolor="#e0e0e0" strokecolor="#e0e0e0" strokeweight="0">
                  <v:path arrowok="t" o:connecttype="custom" o:connectlocs="174,577;177,0;0,0;0,577;174,577" o:connectangles="0,0,0,0,0"/>
                </v:shape>
                <v:rect id="Rectangle 698" o:spid="_x0000_s1116" style="position:absolute;left:1941;top:1891;width:87;height: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" filled="f" strokeweight=".55pt">
                  <v:path arrowok="t"/>
                </v:rect>
                <v:shape id="Freeform 699" o:spid="_x0000_s1117" style="position:absolute;left:1919;top:1866;width:129;height:87;visibility:visible;mso-wrap-style:square;v-text-anchor:top" coordsize="12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" path="m,87l,3,129,r,87e" filled="f" strokeweight=".55pt">
                  <v:path arrowok="t" o:connecttype="custom" o:connectlocs="0,87;0,3;129,0;129,87" o:connectangles="0,0,0,0"/>
                </v:shape>
                <v:line id="Line 700" o:spid="_x0000_s1118" style="position:absolute;visibility:visible;mso-wrap-style:square" from="1806,1655" to="1807,1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" strokeweight=".55pt">
                  <o:lock v:ext="edit" shapetype="f"/>
                </v:line>
                <v:line id="Line 701" o:spid="_x0000_s1119" style="position:absolute;visibility:visible;mso-wrap-style:square" from="1806,1829" to="1807,1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" strokeweight=".55pt">
                  <o:lock v:ext="edit" shapetype="f"/>
                </v:line>
                <v:line id="Line 702" o:spid="_x0000_s1120" style="position:absolute;visibility:visible;mso-wrap-style:square" from="1806,1928" to="1807,1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8uWwwAAAOEAAAAPAAAAZHJzL2Rvd25yZXYueG1sRI/LCsIw&#10;EEX3gv8QRnCnqQq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Ct/LlsMAAADhAAAADwAA&#10;AAAAAAAAAAAAAAAHAgAAZHJzL2Rvd25yZXYueG1sUEsFBgAAAAADAAMAtwAAAPcCAAAAAA==&#10;" strokeweight=".55pt">
                  <o:lock v:ext="edit" shapetype="f"/>
                </v:line>
                <v:line id="Line 703" o:spid="_x0000_s1121" style="position:absolute;visibility:visible;mso-wrap-style:square" from="1806,2035" to="1807,2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lPiwwAAAOEAAAAPAAAAZHJzL2Rvd25yZXYueG1sRI/LCsIw&#10;EEX3gv8QRnCnqSK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hTZT4sMAAADhAAAADwAA&#10;AAAAAAAAAAAAAAAHAgAAZHJzL2Rvd25yZXYueG1sUEsFBgAAAAADAAMAtwAAAPcCAAAAAA==&#10;" strokeweight=".55pt">
                  <o:lock v:ext="edit" shapetype="f"/>
                </v:line>
                <v:line id="Line 704" o:spid="_x0000_s1122" style="position:absolute;visibility:visible;mso-wrap-style:square" from="1806,2136" to="1807,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" strokeweight=".55pt">
                  <o:lock v:ext="edit" shapetype="f"/>
                </v:line>
                <v:line id="Line 705" o:spid="_x0000_s1123" style="position:absolute;visibility:visible;mso-wrap-style:square" from="1983,1655" to="1984,1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" strokeweight=".55pt">
                  <o:lock v:ext="edit" shapetype="f"/>
                </v:line>
                <v:line id="Line 706" o:spid="_x0000_s1124" style="position:absolute;visibility:visible;mso-wrap-style:square" from="1983,1945" to="1984,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" strokeweight=".55pt">
                  <o:lock v:ext="edit" shapetype="f"/>
                </v:line>
                <v:shape id="Freeform 707" o:spid="_x0000_s1125" style="position:absolute;left:2483;top:1849;width:275;height:127;visibility:visible;mso-wrap-style:square;v-text-anchor:top" coordsize="275,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" path="m,127r90,l90,118,93,98,96,76,99,59r5,-17l115,23,127,8,149,r,3l152,3r6,3l163,11r9,6l177,25r6,9l188,53r3,26l197,101r,17l197,124r78,e" filled="f" strokeweight=".55pt">
                  <v:path arrowok="t" o:connecttype="custom" o:connectlocs="0,127;90,127;90,118;93,98;96,76;99,59;104,42;115,23;127,8;149,0;149,3;152,3;158,6;163,11;172,17;177,25;183,34;188,53;191,79;197,101;197,118;197,124;275,124" o:connectangles="0,0,0,0,0,0,0,0,0,0,0,0,0,0,0,0,0,0,0,0,0,0,0"/>
                </v:shape>
                <v:shape id="Freeform 708" o:spid="_x0000_s1126" style="position:absolute;left:2683;top:1849;width:275;height:124;visibility:visible;mso-wrap-style:square;v-text-anchor:top" coordsize="275,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" path="m,124r90,l90,115,92,98,95,76,98,56r6,-17l112,20,126,6,146,r3,l151,r6,3l163,8r5,6l177,23r5,11l188,53r3,23l193,98r3,17l196,121r79,e" filled="f" strokeweight=".55pt">
                  <v:path arrowok="t" o:connecttype="custom" o:connectlocs="0,124;90,124;90,115;92,98;95,76;98,56;104,39;112,20;126,6;146,0;149,0;151,0;157,3;163,8;168,14;177,23;182,34;188,53;191,76;193,98;196,115;196,121;275,121" o:connectangles="0,0,0,0,0,0,0,0,0,0,0,0,0,0,0,0,0,0,0,0,0,0,0"/>
                </v:shape>
                <v:shape id="Freeform 709" o:spid="_x0000_s1127" style="position:absolute;left:1778;top:1359;width:51;height:79;visibility:visible;mso-wrap-style:square;v-text-anchor:top" coordsize="5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" path="m11,34l9,31,6,28,3,23r,-6l3,12,9,6,14,r9,l31,r6,3l48,3r3,l51,6r-3,l42,6r,6l45,17r-3,9l39,31r-8,3l23,37r-3,l14,34r-3,3l11,40,9,43r2,l11,45r3,l17,45r6,l34,45r5,l42,48r6,3l51,54r,3l48,65r-3,6l37,73r-6,3l23,79,11,76,3,73,,71,,68,,65,,62,3,59,6,57,9,54,6,51,3,48r,-3l6,43,9,40r2,-6xm23,3r-3,l14,6r,3l11,17r3,6l17,28r3,6l25,34r3,l31,31r3,-5l34,20r,-8l31,6,28,3r-5,xm11,54l9,57r,2l6,59r,3l6,65r3,3l17,71r8,l37,71r5,-3l45,65r3,-6l45,57,39,54r-8,l20,54r-9,xe" fillcolor="black" strokeweight="0">
                  <v:path arrowok="t" o:connecttype="custom" o:connectlocs="9,31;3,23;3,12;14,0;31,0;48,3;51,3;51,3;51,6;51,6;51,6;48,6;42,12;42,26;31,34;20,37;11,37;11,40;11,43;11,45;17,45;34,45;42,48;51,54;48,65;37,73;23,79;3,73;0,68;0,65;3,59;9,54;3,48;3,45;6,43;11,34;20,3;14,9;14,23;20,34;28,34;34,26;34,12;28,3;11,54;9,59;6,62;9,68;25,71;42,68;48,59;45,57;31,54;11,54" o:connectangles="0,0,0,0,0,0,0,0,0,0,0,0,0,0,0,0,0,0,0,0,0,0,0,0,0,0,0,0,0,0,0,0,0,0,0,0,0,0,0,0,0,0,0,0,0,0,0,0,0,0,0,0,0,0"/>
                </v:shape>
                <v:shape id="Freeform 710" o:spid="_x0000_s1128" style="position:absolute;left:1837;top:1331;width:23;height:82;visibility:visible;mso-wrap-style:square;v-text-anchor:top" coordsize="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" path="m17,r,68l17,73r,3l17,79r3,l23,79r,3l,82,,79r3,l6,79r,-3l6,73r,-5l6,23r,-9l6,9,6,6,3,6,,6,14,r3,xe" fillcolor="black" strokeweight="0">
                  <v:path arrowok="t" o:connecttype="custom" o:connectlocs="17,0;17,68;17,73;17,76;17,79;20,79;20,79;23,79;23,82;0,82;0,79;3,79;3,79;6,79;6,76;6,73;6,68;6,23;6,14;6,9;6,9;6,6;3,6;3,6;0,6;0,6;0,6;14,0;17,0" o:connectangles="0,0,0,0,0,0,0,0,0,0,0,0,0,0,0,0,0,0,0,0,0,0,0,0,0,0,0,0,0"/>
                </v:shape>
                <v:shape id="Freeform 711" o:spid="_x0000_s1129" style="position:absolute;left:1868;top:1359;width:51;height:54;visibility:visible;mso-wrap-style:square;v-text-anchor:top" coordsize="5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" path="m25,r9,l39,3r6,6l48,17r3,9l51,34r-3,6l42,45r-5,6l31,54r-6,l17,54,11,51,6,45,,37,,28,,20,3,14,8,6,14,3,20,r5,xm22,3r-2,l17,6,14,9r-3,3l11,17,8,23r3,11l14,43r6,5l28,51r3,-3l37,45r2,-5l39,31r,-8l37,14,34,9,28,6,22,3xe" fillcolor="black" strokeweight="0">
                  <v:path arrowok="t" o:connecttype="custom" o:connectlocs="25,0;34,0;39,3;45,9;48,17;51,26;51,34;48,40;42,45;37,51;31,54;25,54;17,54;11,51;6,45;0,37;0,28;0,20;3,14;8,6;14,3;20,0;25,0;22,3;20,3;17,6;14,9;11,12;11,17;8,23;11,34;14,43;20,48;28,51;31,48;37,45;39,40;39,31;39,23;37,14;34,9;28,6;22,3" o:connectangles="0,0,0,0,0,0,0,0,0,0,0,0,0,0,0,0,0,0,0,0,0,0,0,0,0,0,0,0,0,0,0,0,0,0,0,0,0,0,0,0,0,0,0"/>
                </v:shape>
                <v:shape id="Freeform 712" o:spid="_x0000_s1130" style="position:absolute;left:1924;top:1342;width:31;height:71;visibility:visible;mso-wrap-style:square;v-text-anchor:top" coordsize="3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" path="m17,r,17l31,17r,3l17,20r,37l17,60r3,2l23,65r2,-3l28,62r3,-2l28,65r-3,3l23,71r-6,l14,71,11,68,9,65r,-3l9,57,9,20,,20,3,17,6,14,9,12,11,9,14,6,17,xe" fillcolor="black" strokeweight="0">
                  <v:path arrowok="t" o:connecttype="custom" o:connectlocs="17,0;17,17;31,17;31,20;17,20;17,57;17,60;20,62;20,62;23,65;25,62;25,62;28,62;31,60;31,60;28,65;25,68;23,71;17,71;14,71;14,71;11,68;9,65;9,62;9,57;9,20;0,20;0,20;3,17;6,14;9,12;11,9;14,6;17,0;17,0" o:connectangles="0,0,0,0,0,0,0,0,0,0,0,0,0,0,0,0,0,0,0,0,0,0,0,0,0,0,0,0,0,0,0,0,0,0,0"/>
                </v:shape>
                <v:shape id="Freeform 713" o:spid="_x0000_s1131" style="position:absolute;left:1955;top:1342;width:34;height:71;visibility:visible;mso-wrap-style:square;v-text-anchor:top" coordsize="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" path="m20,r,17l31,17r,3l20,20r,37l20,60r3,2l25,65r3,-3l31,62r,-2l34,60r-3,5l28,68r-3,3l20,71r-3,l14,71,11,68r,-3l11,62,9,57,9,20,,20,6,17,9,14r2,-2l14,9,17,6,20,xe" fillcolor="black" strokeweight="0">
                  <v:path arrowok="t" o:connecttype="custom" o:connectlocs="20,0;20,17;31,17;31,20;20,20;20,57;20,60;23,62;23,62;25,65;28,62;28,62;31,62;31,60;34,60;31,65;28,68;25,71;20,71;17,71;14,71;11,68;11,65;11,62;9,57;9,20;0,20;0,20;6,17;9,14;11,12;14,9;17,6;20,0;20,0" o:connectangles="0,0,0,0,0,0,0,0,0,0,0,0,0,0,0,0,0,0,0,0,0,0,0,0,0,0,0,0,0,0,0,0,0,0,0"/>
                </v:shape>
                <v:shape id="Freeform 714" o:spid="_x0000_s1132" style="position:absolute;left:1994;top:1331;width:26;height:82;visibility:visible;mso-wrap-style:square;v-text-anchor:top" coordsize="2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" path="m12,r2,l17,3r3,3l17,9r,2l14,11r-2,3l9,11r-3,l6,9,6,6,6,3,9,r3,xm17,28r,40l17,73r,3l20,79r3,l26,79r,3l,82,,79r3,l6,79r,-3l9,73r,-5l9,51r,-9l6,37r,-3l3,34,,34,14,28r3,xe" fillcolor="black" strokeweight="0">
                  <v:path arrowok="t" o:connecttype="custom" o:connectlocs="12,0;14,0;17,3;17,3;20,6;17,9;17,11;14,11;12,14;9,11;6,11;6,9;6,6;6,3;6,3;9,0;12,0;17,28;17,68;17,73;17,76;20,79;20,79;23,79;26,79;26,82;0,82;0,79;3,79;6,79;6,79;6,76;9,73;9,68;9,51;9,42;6,37;6,37;6,34;6,34;3,34;3,34;0,34;0,34;14,28;17,28" o:connectangles="0,0,0,0,0,0,0,0,0,0,0,0,0,0,0,0,0,0,0,0,0,0,0,0,0,0,0,0,0,0,0,0,0,0,0,0,0,0,0,0,0,0,0,0,0,0"/>
                </v:shape>
                <v:shape id="Freeform 715" o:spid="_x0000_s1133" style="position:absolute;left:2028;top:1359;width:37;height:54;visibility:visible;mso-wrap-style:square;v-text-anchor:top" coordsize="3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" path="m34,r,17l31,17,28,12,25,6,23,3r-6,l14,3,11,6,9,9r,3l9,14r2,3l17,20r8,3l31,28r3,6l37,40r-3,5l31,51r-6,3l20,54r-6,l9,54,6,51r-3,l3,54,,54,,37r3,l6,43r3,5l14,51r6,l23,51r2,-3l28,45r,-2l28,40,25,37,20,34,14,28,9,26,3,23,,20,,14,3,9,6,3,11,r6,l20,r5,l28,3,31,r3,xe" fillcolor="black" strokeweight="0">
                  <v:path arrowok="t" o:connecttype="custom" o:connectlocs="34,0;34,17;31,17;28,12;25,6;23,3;17,3;14,3;11,6;9,9;9,9;9,12;9,14;11,17;17,20;25,23;31,28;34,34;37,40;34,45;31,51;25,54;20,54;14,54;9,54;6,51;3,51;3,54;3,54;0,54;0,37;3,37;6,43;9,48;14,51;20,51;23,51;25,48;28,45;28,43;28,40;25,37;20,34;14,28;9,26;3,23;0,20;0,14;3,9;6,3;11,0;17,0;20,0;25,0;28,3;28,3;28,3;31,0;31,0;31,0;34,0" o:connectangles="0,0,0,0,0,0,0,0,0,0,0,0,0,0,0,0,0,0,0,0,0,0,0,0,0,0,0,0,0,0,0,0,0,0,0,0,0,0,0,0,0,0,0,0,0,0,0,0,0,0,0,0,0,0,0,0,0,0,0,0,0"/>
                </v:shape>
                <v:shape id="Freeform 716" o:spid="_x0000_s1134" style="position:absolute;left:2826;top:1399;width:56;height:53;visibility:visible;mso-wrap-style:square;v-text-anchor:top" coordsize="5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" path="m,l25,,22,r,3l20,3r,2l20,8r,3l31,39,42,8,45,5r,-2l42,3,42,,39,,56,,53,3r-3,l48,5r,3l31,53r-6,l8,8,8,5,6,5,6,3,3,3,,xe" fillcolor="black" strokeweight="0">
                  <v:path arrowok="t" o:connecttype="custom" o:connectlocs="0,0;25,0;25,0;22,0;22,3;20,3;20,3;20,5;20,8;20,11;31,39;42,8;45,5;45,3;45,3;45,3;42,3;42,3;42,0;39,0;39,0;56,0;56,0;53,3;50,3;48,5;48,8;31,53;25,53;8,8;8,5;6,5;6,3;3,3;3,3;0,0;0,0" o:connectangles="0,0,0,0,0,0,0,0,0,0,0,0,0,0,0,0,0,0,0,0,0,0,0,0,0,0,0,0,0,0,0,0,0,0,0,0,0"/>
                </v:shape>
                <v:shape id="Freeform 717" o:spid="_x0000_s1135" style="position:absolute;left:2885;top:1399;width:50;height:53;visibility:visible;mso-wrap-style:square;v-text-anchor:top" coordsize="5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" path="m25,r9,l39,3r6,5l50,17r,8l50,31r-2,8l45,45r-6,5l34,53r-9,l20,53,11,48,8,45,3,36,,25,3,19,6,11,8,5,14,3,20,r5,xm25,3r-3,l20,3,17,5r-3,6l11,17r,5l11,33r6,9l22,48r6,2l34,48r5,-3l42,39r,-8l42,19,39,14,36,8,31,3r-6,xe" fillcolor="black" strokeweight="0">
                  <v:path arrowok="t" o:connecttype="custom" o:connectlocs="25,0;34,0;39,3;45,8;50,17;50,25;50,31;48,39;45,45;39,50;34,53;25,53;20,53;11,48;8,45;3,36;0,25;3,19;6,11;8,5;14,3;20,0;25,0;25,3;22,3;20,3;17,5;14,11;11,17;11,22;11,33;17,42;22,48;28,50;34,48;39,45;42,39;42,31;42,19;39,14;36,8;31,3;25,3" o:connectangles="0,0,0,0,0,0,0,0,0,0,0,0,0,0,0,0,0,0,0,0,0,0,0,0,0,0,0,0,0,0,0,0,0,0,0,0,0,0,0,0,0,0,0"/>
                </v:shape>
                <v:shape id="Freeform 718" o:spid="_x0000_s1136" style="position:absolute;left:2944;top:1399;width:45;height:53;visibility:visible;mso-wrap-style:square;v-text-anchor:top" coordsize="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" path="m45,31l42,42r-6,6l31,50r-9,3l14,50,8,45,5,39,3,33,,25,3,19,5,11,8,5,17,r8,l34,r5,3l42,5r,6l42,14r-3,l39,17,36,14r-2,l34,11,31,8r,-3l31,3r-3,l25,3r-5,l17,5r-6,9l11,19r,9l17,36r5,6l28,45r6,-3l39,39r3,-3l45,31xe" fillcolor="black" strokeweight="0">
                  <v:path arrowok="t" o:connecttype="custom" o:connectlocs="45,31;42,42;36,48;31,50;22,53;14,50;8,45;5,39;3,33;0,25;3,19;5,11;8,5;17,0;25,0;34,0;39,3;42,5;42,11;42,14;42,14;39,14;39,17;36,14;34,14;34,11;31,8;31,5;31,3;28,3;25,3;20,3;17,5;11,14;11,19;11,28;17,36;22,42;28,45;34,42;39,39;42,36;45,31;45,31" o:connectangles="0,0,0,0,0,0,0,0,0,0,0,0,0,0,0,0,0,0,0,0,0,0,0,0,0,0,0,0,0,0,0,0,0,0,0,0,0,0,0,0,0,0,0,0"/>
                </v:shape>
                <v:shape id="Freeform 719" o:spid="_x0000_s1137" style="position:absolute;left:2997;top:1399;width:48;height:53;visibility:visible;mso-wrap-style:square;v-text-anchor:top" coordsize="4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" path="m31,45r-5,3l23,50r-3,l17,53r-3,l9,53,6,50,3,45,,39,,36,3,33,6,31r5,-6l20,22,31,17r,-9l28,5,26,3r-6,l17,3,14,5r,3l14,11r,3l11,17r-2,l6,17,3,14r,-3l6,8,9,3,14,r9,l28,r6,l37,3r3,2l40,11r,6l40,33r,6l40,42r2,3l45,45r3,-3l48,45r-6,5l37,53r-3,l31,50r,-2l31,45xm31,39r,-17l23,25r-3,l14,28r-3,3l11,33r,3l11,39r3,3l17,45r3,l26,45r5,-6xe" fillcolor="black" strokeweight="0">
                  <v:path arrowok="t" o:connecttype="custom" o:connectlocs="26,48;20,50;14,53;6,50;0,39;3,33;11,25;31,17;31,8;26,3;17,3;14,5;14,11;11,17;9,17;6,17;3,11;9,3;23,0;34,0;40,5;40,17;40,39;42,45;42,45;45,45;45,45;48,45;37,53;31,50;31,45;31,22;20,25;11,31;11,36;14,42;20,45;31,39" o:connectangles="0,0,0,0,0,0,0,0,0,0,0,0,0,0,0,0,0,0,0,0,0,0,0,0,0,0,0,0,0,0,0,0,0,0,0,0,0,0"/>
                </v:shape>
                <v:shape id="Freeform 720" o:spid="_x0000_s1138" style="position:absolute;left:3053;top:1371;width:23;height:81;visibility:visible;mso-wrap-style:square;v-text-anchor:top" coordsize="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" path="m17,r,67l17,73r,3l20,78r3,l23,81,,81,,78r3,l6,76r,-3l6,67,6,19r,-5l6,8,6,5,3,5,,5,14,r3,xe" fillcolor="black" strokeweight="0">
                  <v:path arrowok="t" o:connecttype="custom" o:connectlocs="17,0;17,67;17,73;17,76;17,76;20,78;20,78;23,78;23,81;0,81;0,78;3,78;3,78;6,76;6,76;6,73;6,67;6,19;6,14;6,8;6,8;6,5;3,5;3,5;0,5;0,5;0,5;14,0;17,0" o:connectangles="0,0,0,0,0,0,0,0,0,0,0,0,0,0,0,0,0,0,0,0,0,0,0,0,0,0,0,0,0"/>
                </v:shape>
                <v:shape id="Freeform 721" o:spid="_x0000_s1139" style="position:absolute;left:3110;top:1382;width:33;height:70;visibility:visible;mso-wrap-style:square;v-text-anchor:top" coordsize="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" path="m19,r,17l31,17r,3l19,20r,33l19,59r,3l22,62r3,l28,62r3,l31,59r2,l31,65r-3,2l22,70r-3,l16,70,14,67r-3,l11,65,8,62r,-6l8,20,,20,2,17,8,14r3,-3l14,8r,-3l16,r3,xe" fillcolor="black" strokeweight="0">
                  <v:path arrowok="t" o:connecttype="custom" o:connectlocs="19,0;19,17;31,17;31,20;19,20;19,53;19,59;19,62;22,62;25,62;25,62;28,62;31,62;31,59;33,59;31,65;28,67;22,70;19,70;16,70;14,67;11,67;11,65;8,62;8,56;8,20;0,20;0,20;2,17;8,14;11,11;14,8;14,5;16,0;19,0" o:connectangles="0,0,0,0,0,0,0,0,0,0,0,0,0,0,0,0,0,0,0,0,0,0,0,0,0,0,0,0,0,0,0,0,0,0,0"/>
                </v:shape>
                <v:shape id="Freeform 722" o:spid="_x0000_s1140" style="position:absolute;left:3143;top:1399;width:40;height:53;visibility:visible;mso-wrap-style:square;v-text-anchor:top" coordsize="4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" path="m17,r,11l23,5,28,r3,l34,r3,l40,3r,2l40,8r-3,3l34,11,31,8r-3,l26,8r-3,l20,11r-3,6l17,39r3,6l20,48r3,2l26,50r2,l28,53,,53,,50r3,l6,50,9,48r,-3l9,39,9,19r,-5l9,8,6,5,3,5,,5,17,xe" fillcolor="black" strokeweight="0">
                  <v:path arrowok="t" o:connecttype="custom" o:connectlocs="17,0;17,11;23,5;28,0;31,0;34,0;37,0;40,3;40,5;40,8;37,11;37,11;34,11;34,11;31,8;28,8;26,8;26,8;23,8;20,11;17,17;17,39;20,45;20,48;20,48;23,50;26,50;28,50;28,53;0,53;0,50;3,50;6,50;9,48;9,45;9,45;9,39;9,19;9,14;9,8;9,8;6,5;6,5;6,5;3,5;3,5;0,5;17,0;17,0" o:connectangles="0,0,0,0,0,0,0,0,0,0,0,0,0,0,0,0,0,0,0,0,0,0,0,0,0,0,0,0,0,0,0,0,0,0,0,0,0,0,0,0,0,0,0,0,0,0,0,0,0"/>
                </v:shape>
                <v:shape id="Freeform 723" o:spid="_x0000_s1141" style="position:absolute;left:3185;top:1399;width:48;height:53;visibility:visible;mso-wrap-style:square;v-text-anchor:top" coordsize="4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" path="m31,45r-5,3l23,50r-3,l17,53r-2,l9,53,3,50r,-5l,39,,36,3,33,6,31r6,-6l20,22,31,17,29,8r,-3l26,3r-6,l17,3,15,5r,3l15,11r-3,3l12,17r-3,l6,17,3,14r,-3l6,8,9,3,15,r8,l29,r5,l37,3r3,2l40,11r,6l40,33r,6l40,42r,3l43,45r2,l48,42r,3l43,50r-6,3l34,53,31,50r,-2l31,45xm31,39r,-17l23,25r-3,l15,28r-3,3l12,33r,3l12,39r3,3l17,45r3,l23,45r8,-6xe" fillcolor="black" strokeweight="0">
                  <v:path arrowok="t" o:connecttype="custom" o:connectlocs="26,48;20,50;15,53;3,50;0,39;3,33;12,25;31,17;29,8;26,3;17,3;15,5;15,11;12,17;9,17;6,17;3,11;9,3;23,0;34,0;40,5;40,17;40,39;40,45;43,45;43,45;45,45;48,45;37,53;31,50;31,45;31,22;20,25;12,31;12,36;15,42;20,45;31,39" o:connectangles="0,0,0,0,0,0,0,0,0,0,0,0,0,0,0,0,0,0,0,0,0,0,0,0,0,0,0,0,0,0,0,0,0,0,0,0,0,0"/>
                </v:shape>
                <v:shape id="Freeform 724" o:spid="_x0000_s1142" style="position:absolute;left:3239;top:1399;width:45;height:53;visibility:visible;mso-wrap-style:square;v-text-anchor:top" coordsize="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" path="m45,31l42,42r-6,6l28,50r-6,3l14,50,5,45,3,39,,33,,25,,19,3,11,8,5,14,,25,r6,l36,3r3,2l42,11r,3l39,14r-3,3l34,14,31,11r,-3l31,5,28,3r-3,l22,3r-5,l14,5r-3,9l11,19r,9l14,36r5,6l28,45r3,-3l36,39r3,-3l42,31r3,xe" fillcolor="black" strokeweight="0">
                  <v:path arrowok="t" o:connecttype="custom" o:connectlocs="45,31;42,42;36,48;28,50;22,53;14,50;5,45;3,39;0,33;0,25;0,19;3,11;8,5;14,0;25,0;31,0;36,3;39,5;42,11;42,14;39,14;39,14;36,17;34,14;34,14;31,11;31,8;31,5;28,3;25,3;22,3;17,3;14,5;11,14;11,19;11,28;14,36;19,42;28,45;31,42;36,39;39,36;42,31;45,31" o:connectangles="0,0,0,0,0,0,0,0,0,0,0,0,0,0,0,0,0,0,0,0,0,0,0,0,0,0,0,0,0,0,0,0,0,0,0,0,0,0,0,0,0,0,0,0"/>
                </v:shape>
                <v:shape id="Freeform 725" o:spid="_x0000_s1143" style="position:absolute;left:3289;top:1382;width:31;height:70;visibility:visible;mso-wrap-style:square;v-text-anchor:top" coordsize="3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" path="m17,r,17l28,17r,3l17,20r,33l17,59r3,3l23,62r3,l28,62r,-3l31,59r-3,6l26,67r-3,3l17,70r-3,l12,67,9,65r,-3l9,56,9,20,,20,3,17,6,14,9,11,12,8,14,5,17,xe" fillcolor="black" strokeweight="0">
                  <v:path arrowok="t" o:connecttype="custom" o:connectlocs="17,0;17,17;28,17;28,20;17,20;17,53;17,59;20,62;20,62;23,62;26,62;26,62;28,62;28,59;31,59;28,65;26,67;23,70;17,70;14,70;12,67;12,67;9,65;9,62;9,56;9,20;0,20;0,20;3,17;6,14;9,11;12,8;14,5;17,0;17,0" o:connectangles="0,0,0,0,0,0,0,0,0,0,0,0,0,0,0,0,0,0,0,0,0,0,0,0,0,0,0,0,0,0,0,0,0,0,0"/>
                </v:shape>
                <v:shape id="Freeform 726" o:spid="_x0000_s1144" style="position:absolute;left:3014;top:892;width:56;height:54;visibility:visible;mso-wrap-style:square;v-text-anchor:top" coordsize="5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" path="m17,11l23,6,28,3,34,r5,l42,3r3,3l48,9r,5l48,20r,22l48,45r,6l51,51r2,3l56,54r-25,l34,54r3,-3l37,48r2,-3l39,42r,-22l37,14r,-3l34,9r-3,l23,9r-6,5l17,42r,6l17,51r3,l20,54r3,l,54r3,l6,51r,-3l6,42,6,23r,-9l6,11,6,9,3,9,3,6,,9,,6,14,r3,l17,11xe" fillcolor="black" strokeweight="0">
                  <v:path arrowok="t" o:connecttype="custom" o:connectlocs="17,11;23,6;28,3;34,0;39,0;42,3;45,6;48,9;48,14;48,20;48,42;48,45;48,51;51,51;51,51;53,54;56,54;56,54;31,54;31,54;31,54;34,54;37,51;37,51;37,48;39,45;39,42;39,20;37,14;37,11;34,9;31,9;23,9;17,14;17,42;17,48;17,48;17,51;20,51;20,54;23,54;23,54;0,54;0,54;0,54;3,54;6,51;6,48;6,42;6,23;6,14;6,11;6,9;6,9;3,9;3,6;0,9;0,9;0,6;14,0;17,0;17,11" o:connectangles="0,0,0,0,0,0,0,0,0,0,0,0,0,0,0,0,0,0,0,0,0,0,0,0,0,0,0,0,0,0,0,0,0,0,0,0,0,0,0,0,0,0,0,0,0,0,0,0,0,0,0,0,0,0,0,0,0,0,0,0,0,0"/>
                </v:shape>
                <v:shape id="Freeform 727" o:spid="_x0000_s1145" style="position:absolute;left:3073;top:892;width:48;height:56;visibility:visible;mso-wrap-style:square;v-text-anchor:top" coordsize="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" path="m31,45r-6,6l23,54r-3,l17,54r-3,2l9,54,6,51,3,48,,42,3,40r,-3l6,31r5,-3l20,25,31,20r,-3l31,11,28,9,25,6,23,3,17,6,14,9r,2l14,14r,3l11,20r-2,l6,20,3,17r,-3l6,9,9,6,14,3,23,r5,l34,3r3,3l39,9r,2l39,17r,20l39,42r3,3l42,48r3,l45,45r3,l48,48r-6,6l37,56,34,54,31,51r,-6xm31,42r,-19l23,25r-3,3l17,31r-3,3l11,37r,3l11,42r3,3l17,48r3,l25,48r6,-6xe" fillcolor="black" strokeweight="0">
                  <v:path arrowok="t" o:connecttype="custom" o:connectlocs="25,51;20,54;14,56;6,51;0,42;3,37;11,28;31,20;31,11;25,6;17,6;14,9;14,14;11,20;9,20;6,20;3,14;9,6;23,0;34,3;39,9;39,17;39,42;42,45;42,48;45,48;45,45;48,48;37,56;34,54;31,45;31,23;20,28;14,34;11,40;14,45;20,48;31,42" o:connectangles="0,0,0,0,0,0,0,0,0,0,0,0,0,0,0,0,0,0,0,0,0,0,0,0,0,0,0,0,0,0,0,0,0,0,0,0,0,0"/>
                </v:shape>
                <v:shape id="Freeform 728" o:spid="_x0000_s1146" style="position:absolute;left:3129;top:892;width:37;height:56;visibility:visible;mso-wrap-style:square;v-text-anchor:top" coordsize="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" path="m31,r,20l28,11,26,9,23,6,17,3,14,6r-2,l9,9r,2l9,14r,3l12,20r5,l26,25r5,3l34,34r3,6l34,45r-3,6l26,54r-9,2l14,54r-8,l3,54r,2l,56,,37r3,l3,42r6,6l14,51r3,l23,51r3,-3l28,42,26,40r,-3l20,34,14,31,6,25,3,23,,20,,14,3,9,6,6,12,3,17,r3,l26,3r2,l31,3,31,xe" fillcolor="black" strokeweight="0">
                  <v:path arrowok="t" o:connecttype="custom" o:connectlocs="31,0;31,20;31,20;28,11;26,9;23,6;17,3;14,6;12,6;9,9;9,11;9,14;9,17;12,20;17,20;26,25;31,28;34,34;37,40;34,45;31,51;26,54;17,56;14,54;6,54;6,54;3,54;3,54;3,56;0,56;0,37;3,37;3,42;9,48;14,51;17,51;23,51;26,48;26,48;28,42;26,40;26,37;20,34;14,31;6,25;3,23;0,20;0,14;3,9;6,6;12,3;17,0;20,0;26,3;28,3;28,3;28,3;31,3;31,3;31,0;31,0" o:connectangles="0,0,0,0,0,0,0,0,0,0,0,0,0,0,0,0,0,0,0,0,0,0,0,0,0,0,0,0,0,0,0,0,0,0,0,0,0,0,0,0,0,0,0,0,0,0,0,0,0,0,0,0,0,0,0,0,0,0,0,0,0"/>
                </v:shape>
                <v:shape id="Freeform 729" o:spid="_x0000_s1147" style="position:absolute;left:3171;top:892;width:48;height:56;visibility:visible;mso-wrap-style:square;v-text-anchor:top" coordsize="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" path="m31,45r-5,6l23,54r-3,l17,54r-3,2l9,54,6,51,3,48,,42,3,40r,-3l6,31r6,-3l20,25,31,20r,-3l31,11,29,9,26,6,20,3,17,6,14,9r,2l14,14r,3l12,20r-3,l6,20,3,17r,-3l6,9,9,6,14,3,23,r6,l34,3r3,3l40,9r,2l40,17r,20l40,42r3,3l43,48r2,l45,45r3,l48,48r-5,6l37,56,34,54,31,51r,-6xm31,42r,-19l23,25r-3,3l17,31r-3,3l12,37r,3l12,42r2,3l17,48r3,l26,48r5,-6xe" fillcolor="black" strokeweight="0">
                  <v:path arrowok="t" o:connecttype="custom" o:connectlocs="26,51;20,54;14,56;6,51;0,42;3,37;12,28;31,20;31,11;26,6;17,6;14,9;14,14;12,20;9,20;6,20;3,14;9,6;23,0;34,3;40,9;40,17;40,42;43,45;43,48;45,48;45,45;48,48;37,56;34,54;31,45;31,23;20,28;14,34;12,40;14,45;20,48;31,42" o:connectangles="0,0,0,0,0,0,0,0,0,0,0,0,0,0,0,0,0,0,0,0,0,0,0,0,0,0,0,0,0,0,0,0,0,0,0,0,0,0"/>
                </v:shape>
                <v:shape id="Freeform 730" o:spid="_x0000_s1148" style="position:absolute;left:3228;top:864;width:22;height:82;visibility:visible;mso-wrap-style:square;v-text-anchor:top" coordsize="2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" path="m16,r,70l16,73r,3l16,79r3,l19,82r3,l,82r2,l2,79r3,l5,76r,-3l5,70,5,23r,-9l5,11,5,8,2,8,,8,,6,14,r2,xe" fillcolor="black" strokeweight="0">
                  <v:path arrowok="t" o:connecttype="custom" o:connectlocs="16,0;16,70;16,73;16,76;16,79;19,79;19,82;22,82;22,82;0,82;0,82;2,82;2,79;5,79;5,76;5,73;5,70;5,23;5,14;5,11;5,8;5,8;2,8;2,8;2,8;0,8;0,6;14,0;16,0" o:connectangles="0,0,0,0,0,0,0,0,0,0,0,0,0,0,0,0,0,0,0,0,0,0,0,0,0,0,0,0,0"/>
                </v:shape>
                <v:shape id="Freeform 731" o:spid="_x0000_s1149" style="position:absolute;left:3284;top:878;width:33;height:70;visibility:visible;mso-wrap-style:square;v-text-anchor:top" coordsize="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" path="m19,r,17l31,17r,3l19,20r,34l19,56r,3l22,62r3,l28,62r3,-3l33,59r-2,3l28,68r-6,l19,70,17,68r-3,l11,65,8,59r,-3l8,20,,20,,17r3,l8,14r3,-3l14,6r,-3l17,r2,xe" fillcolor="black" strokeweight="0">
                  <v:path arrowok="t" o:connecttype="custom" o:connectlocs="19,0;19,17;31,17;31,20;19,20;19,54;19,56;19,59;22,62;25,62;25,62;28,62;31,59;31,59;33,59;31,62;28,68;22,68;19,70;17,68;14,68;11,65;11,65;8,59;8,56;8,20;0,20;0,17;3,17;8,14;11,11;14,6;14,3;17,0;19,0" o:connectangles="0,0,0,0,0,0,0,0,0,0,0,0,0,0,0,0,0,0,0,0,0,0,0,0,0,0,0,0,0,0,0,0,0,0,0"/>
                </v:shape>
                <v:shape id="Freeform 732" o:spid="_x0000_s1150" style="position:absolute;left:3317;top:892;width:40;height:54;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" path="m20,r,14l23,6,29,3,31,r3,l37,3r3,3l40,9r,2l37,14r-3,l31,11,29,9r-3,l26,11r-3,3l20,20r,22l20,45r,3l20,51r3,l26,54r3,l,54r6,l6,51r3,l9,48r,-3l9,42,9,23r,-9l9,11,9,9,6,9,6,6,3,9,,6,17,r3,xe" fillcolor="black" strokeweight="0">
                  <v:path arrowok="t" o:connecttype="custom" o:connectlocs="20,0;20,14;23,6;29,3;31,0;34,0;37,3;40,6;40,9;40,11;40,11;37,14;34,14;34,14;31,11;29,9;26,9;26,9;26,11;23,14;20,20;20,42;20,45;20,48;20,51;23,51;26,54;29,54;29,54;0,54;0,54;6,54;6,51;9,51;9,48;9,45;9,42;9,23;9,14;9,11;9,9;9,9;6,9;6,6;3,9;3,9;0,6;17,0;20,0" o:connectangles="0,0,0,0,0,0,0,0,0,0,0,0,0,0,0,0,0,0,0,0,0,0,0,0,0,0,0,0,0,0,0,0,0,0,0,0,0,0,0,0,0,0,0,0,0,0,0,0,0"/>
                </v:shape>
                <v:shape id="Freeform 733" o:spid="_x0000_s1151" style="position:absolute;left:3360;top:892;width:47;height:56;visibility:visible;mso-wrap-style:square;v-text-anchor:top" coordsize="4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" path="m31,45r-6,6l22,54r-3,l16,54r-2,2l8,54,5,51,2,48,,42,,40,2,37,5,31r6,-3l19,25,31,20r,-3l31,11,28,9,25,6,19,3,16,6r-2,l14,9r,2l14,14r,3l11,20r-3,l5,20,2,17r,-3l5,9,8,6,14,3,22,r6,l33,3r3,3l39,9r,2l39,17r,20l39,42r,3l42,45r,3l45,48r,-3l47,45r,3l42,54r-6,2l33,54r-2,l31,51r,-6xm31,42r,-19l22,25r-3,3l14,31r,3l11,37r,3l11,42r3,3l16,48r3,l25,48r6,-6xe" fillcolor="black" strokeweight="0">
                  <v:path arrowok="t" o:connecttype="custom" o:connectlocs="25,51;19,54;14,56;5,51;0,42;2,37;11,28;31,20;31,11;25,6;16,6;14,9;14,14;11,20;8,20;5,20;2,14;8,6;22,0;33,3;39,9;39,17;39,42;42,45;42,48;45,48;45,45;47,48;36,56;31,54;31,45;31,23;19,28;14,34;11,40;14,45;19,48;31,42" o:connectangles="0,0,0,0,0,0,0,0,0,0,0,0,0,0,0,0,0,0,0,0,0,0,0,0,0,0,0,0,0,0,0,0,0,0,0,0,0,0"/>
                </v:shape>
                <v:shape id="Freeform 734" o:spid="_x0000_s1152" style="position:absolute;left:3413;top:892;width:45;height:56;visibility:visible;mso-wrap-style:square;v-text-anchor:top" coordsize="4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" path="m45,34r-3,8l37,51r-6,3l22,56,14,54,6,48,3,42,,37,,28,,20,3,14,8,9,17,3,25,r6,3l37,6r5,3l42,14r,3l39,17r-2,l34,17r,-3l31,14r,-3l31,9,28,6r-3,l22,3,20,6,14,9r-3,5l11,23r,8l14,40r6,5l28,45r6,l37,42r2,-2l42,31r3,3xe" fillcolor="black" strokeweight="0">
                  <v:path arrowok="t" o:connecttype="custom" o:connectlocs="45,34;42,42;37,51;31,54;22,56;14,54;6,48;3,42;0,37;0,28;0,20;3,14;8,9;17,3;25,0;31,3;37,6;42,9;42,14;42,14;42,17;39,17;37,17;34,17;34,14;31,14;31,11;31,9;28,6;25,6;22,3;20,6;14,9;11,14;11,23;11,31;14,40;20,45;28,45;34,45;37,42;39,40;42,31;45,34" o:connectangles="0,0,0,0,0,0,0,0,0,0,0,0,0,0,0,0,0,0,0,0,0,0,0,0,0,0,0,0,0,0,0,0,0,0,0,0,0,0,0,0,0,0,0,0"/>
                </v:shape>
                <v:shape id="Freeform 735" o:spid="_x0000_s1153" style="position:absolute;left:3464;top:878;width:30;height:70;visibility:visible;mso-wrap-style:square;v-text-anchor:top" coordsize="3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" path="m16,r,17l30,17r,3l16,20r,34l16,56r3,3l19,62r3,l25,62r3,l28,59r2,l30,62r-5,6l22,68r-6,2l14,68,11,65r-3,l8,59r,-3l8,20,,20,,17r2,l5,14,8,11,11,6,14,3,16,xe" fillcolor="black" strokeweight="0">
                  <v:path arrowok="t" o:connecttype="custom" o:connectlocs="16,0;16,17;30,17;30,20;16,20;16,54;16,56;19,59;19,62;22,62;25,62;28,62;28,59;30,59;30,59;30,62;25,68;22,68;16,70;14,68;14,68;11,65;8,65;8,59;8,56;8,20;0,20;0,17;2,17;5,14;8,11;11,6;14,3;16,0;16,0" o:connectangles="0,0,0,0,0,0,0,0,0,0,0,0,0,0,0,0,0,0,0,0,0,0,0,0,0,0,0,0,0,0,0,0,0,0,0"/>
                </v:shape>
                <v:shape id="Freeform 736" o:spid="_x0000_s1154" style="position:absolute;left:1789;top:1441;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" path="m,70l,214r208,l208,,,70xe" fillcolor="black" strokeweight="0">
                  <v:path arrowok="t" o:connecttype="custom" o:connectlocs="0,70;0,214;208,214;208,0;0,70" o:connectangles="0,0,0,0,0"/>
                </v:shape>
                <v:shape id="Freeform 737" o:spid="_x0000_s1155" style="position:absolute;left:1789;top:1092;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" path="m205,214l208,,,,,138r205,76xe" fillcolor="black" strokeweight="0">
                  <v:path arrowok="t" o:connecttype="custom" o:connectlocs="205,214;208,0;0,0;0,138;205,214" o:connectangles="0,0,0,0,0"/>
                </v:shape>
                <v:shape id="Freeform 738" o:spid="_x0000_s1156" style="position:absolute;left:1789;top:1092;width:208;height:214;visibility:visible;mso-wrap-style:square;v-text-anchor:top" coordsize="20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" path="m205,214l208,,,,,138r205,76e" filled="f" strokeweight=".55pt">
                  <v:path arrowok="t" o:connecttype="custom" o:connectlocs="205,214;208,0;0,0;0,138;205,214" o:connectangles="0,0,0,0,0"/>
                </v:shape>
                <w10:wrap anchory="line"/>
              </v:group>
            </w:pict>
          </mc:Fallback>
        </mc:AlternateContent>
      </w:r>
      <w:r>
        <w:rPr>
          <w:noProof/>
          <w:lang w:val="en-GB" w:eastAsia="en-GB"/>
        </w:rPr>
        <mc:AlternateContent>
          <mc:Choice Requires="wps">
            <w:drawing>
              <wp:inline distT="0" distB="0" distL="0" distR="0" wp14:anchorId="36EDAB87" wp14:editId="56DA1D54">
                <wp:extent cx="2835275" cy="1755140"/>
                <wp:effectExtent l="0" t="0" r="0" b="0"/>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35275" cy="175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C5AED3" id="AutoShape 4" o:spid="_x0000_s1026" style="width:223.25pt;height:13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" filled="f" stroked="f">
                <v:path arrowok="t"/>
                <w10:anchorlock/>
              </v:rect>
            </w:pict>
          </mc:Fallback>
        </mc:AlternateContent>
      </w:r>
    </w:p>
    <w:p w14:paraId="2372C037" w14:textId="77EB3684" w:rsidR="00EB376E" w:rsidRPr="0033735D" w:rsidRDefault="00EB376E" w:rsidP="00B47930">
      <w:pPr>
        <w:pStyle w:val="FigureCaption0"/>
      </w:pPr>
      <w:bookmarkStart w:id="0" w:name="_Ref154289107"/>
      <w:r w:rsidRPr="0033735D">
        <w:t xml:space="preserve">Figure </w:t>
      </w:r>
      <w:r w:rsidR="00EA341B">
        <w:fldChar w:fldCharType="begin"/>
      </w:r>
      <w:r w:rsidR="00B47930">
        <w:instrText xml:space="preserve"> SEQ Figure \* ARABIC </w:instrText>
      </w:r>
      <w:r w:rsidR="00EA341B">
        <w:fldChar w:fldCharType="separate"/>
      </w:r>
      <w:r w:rsidR="00BA1000">
        <w:rPr>
          <w:noProof/>
        </w:rPr>
        <w:t>1</w:t>
      </w:r>
      <w:r w:rsidR="00EA341B">
        <w:fldChar w:fldCharType="end"/>
      </w:r>
      <w:bookmarkEnd w:id="0"/>
      <w:r w:rsidRPr="0033735D">
        <w:t xml:space="preserve">: </w:t>
      </w:r>
      <w:r w:rsidRPr="0033735D">
        <w:rPr>
          <w:i/>
        </w:rPr>
        <w:t>Schematic diagram of speech production.</w:t>
      </w:r>
    </w:p>
    <w:p w14:paraId="0444B163" w14:textId="77777777" w:rsidR="003B4333" w:rsidRDefault="00303038" w:rsidP="00BA03AC">
      <w:pPr>
        <w:pStyle w:val="Heading1"/>
      </w:pPr>
      <w:r w:rsidRPr="00303038">
        <w:t>Word</w:t>
      </w:r>
      <w:r>
        <w:t xml:space="preserve"> </w:t>
      </w:r>
      <w:r w:rsidR="00BA03AC">
        <w:rPr>
          <w:lang w:val="en-GB"/>
        </w:rPr>
        <w:t>template styles</w:t>
      </w:r>
      <w:r w:rsidR="00DB45E1" w:rsidRPr="00DB45E1">
        <w:rPr>
          <w:lang w:val="en-GB"/>
        </w:rPr>
        <w:t xml:space="preserve"> </w:t>
      </w:r>
    </w:p>
    <w:p w14:paraId="5A55C74E" w14:textId="77777777" w:rsidR="00DB45E1" w:rsidRDefault="00DB45E1" w:rsidP="00DB45E1">
      <w:pPr>
        <w:pStyle w:val="BodyText"/>
        <w:rPr>
          <w:sz w:val="24"/>
          <w:szCs w:val="24"/>
          <w:lang w:val="en-GB" w:eastAsia="it-IT"/>
        </w:rPr>
      </w:pPr>
      <w:r>
        <w:rPr>
          <w:lang w:val="en-GB" w:eastAsia="it-IT"/>
        </w:rPr>
        <w:t xml:space="preserve">For ease of formatting, please use the styles listed in Table 2. The styles are defined in this template file and are shown in the order in which they would be used when writing a paper. </w:t>
      </w:r>
    </w:p>
    <w:p w14:paraId="27CBD8D9" w14:textId="77777777" w:rsidR="00DB45E1" w:rsidRDefault="00DB45E1" w:rsidP="00DB45E1">
      <w:pPr>
        <w:pStyle w:val="BodyTextNext"/>
        <w:rPr>
          <w:lang w:val="en-GB" w:eastAsia="it-IT"/>
        </w:rPr>
      </w:pPr>
      <w:r>
        <w:rPr>
          <w:lang w:val="en-GB" w:eastAsia="it-IT"/>
        </w:rPr>
        <w:t xml:space="preserve">When the heading styles in Table 2 are used, section numbers </w:t>
      </w:r>
      <w:r w:rsidR="00BA03AC">
        <w:rPr>
          <w:lang w:val="en-GB" w:eastAsia="it-IT"/>
        </w:rPr>
        <w:t>do not need to be manually entered</w:t>
      </w:r>
      <w:r>
        <w:rPr>
          <w:lang w:val="en-GB" w:eastAsia="it-IT"/>
        </w:rPr>
        <w:t xml:space="preserve"> because they will be automatically </w:t>
      </w:r>
      <w:r w:rsidR="00BA03AC">
        <w:rPr>
          <w:lang w:val="en-GB" w:eastAsia="it-IT"/>
        </w:rPr>
        <w:t>generated</w:t>
      </w:r>
      <w:r>
        <w:rPr>
          <w:lang w:val="en-GB" w:eastAsia="it-IT"/>
        </w:rPr>
        <w:t xml:space="preserve"> by </w:t>
      </w:r>
      <w:r w:rsidR="00303038">
        <w:rPr>
          <w:lang w:val="en-GB" w:eastAsia="it-IT"/>
        </w:rPr>
        <w:t>Word</w:t>
      </w:r>
      <w:r>
        <w:rPr>
          <w:lang w:val="en-GB" w:eastAsia="it-IT"/>
        </w:rPr>
        <w:t xml:space="preserve">. Similarly, </w:t>
      </w:r>
      <w:r w:rsidR="00C12426">
        <w:rPr>
          <w:lang w:val="en-GB" w:eastAsia="it-IT"/>
        </w:rPr>
        <w:t>citations</w:t>
      </w:r>
      <w:r>
        <w:rPr>
          <w:lang w:val="en-GB" w:eastAsia="it-IT"/>
        </w:rPr>
        <w:t xml:space="preserve"> will be automatically numbered when the “Reference” style is used. </w:t>
      </w:r>
    </w:p>
    <w:p w14:paraId="524ACAAF" w14:textId="5D792239" w:rsidR="00AD1224" w:rsidRPr="0033735D" w:rsidRDefault="00AD1224" w:rsidP="00AD1224">
      <w:pPr>
        <w:pStyle w:val="BodyText"/>
      </w:pPr>
      <w:r w:rsidRPr="0033735D">
        <w:t xml:space="preserve">The reference format is the standard IEEE one. References should be numbered in order of appearance, for example </w:t>
      </w:r>
      <w:r w:rsidRPr="0033735D">
        <w:fldChar w:fldCharType="begin"/>
      </w:r>
      <w:r w:rsidRPr="0033735D">
        <w:instrText xml:space="preserve"> REF _Ref131087840 \w \h </w:instrText>
      </w:r>
      <w:r w:rsidRPr="0033735D">
        <w:fldChar w:fldCharType="separate"/>
      </w:r>
      <w:r w:rsidR="00BA1000">
        <w:t>[1]</w:t>
      </w:r>
      <w:r w:rsidRPr="0033735D">
        <w:fldChar w:fldCharType="end"/>
      </w:r>
      <w:r w:rsidRPr="0033735D">
        <w:t xml:space="preserve">, </w:t>
      </w:r>
      <w:r w:rsidRPr="0033735D">
        <w:fldChar w:fldCharType="begin"/>
      </w:r>
      <w:r w:rsidRPr="0033735D">
        <w:instrText xml:space="preserve"> REF _Ref131087843 \w \h </w:instrText>
      </w:r>
      <w:r w:rsidRPr="0033735D">
        <w:fldChar w:fldCharType="separate"/>
      </w:r>
      <w:r w:rsidR="00BA1000">
        <w:t>[2]</w:t>
      </w:r>
      <w:r w:rsidRPr="0033735D">
        <w:fldChar w:fldCharType="end"/>
      </w:r>
      <w:r w:rsidRPr="0033735D">
        <w:t xml:space="preserve">, </w:t>
      </w:r>
      <w:r>
        <w:t xml:space="preserve">[3, pp. 417–422], </w:t>
      </w:r>
      <w:r w:rsidRPr="0033735D">
        <w:t>and</w:t>
      </w:r>
      <w:r>
        <w:t xml:space="preserve"> [4]</w:t>
      </w:r>
      <w:r w:rsidRPr="0033735D">
        <w:t>.</w:t>
      </w:r>
    </w:p>
    <w:p w14:paraId="1A4E6ADA" w14:textId="3C9C39B3" w:rsidR="00AD0531" w:rsidRDefault="00AD0531" w:rsidP="00AD0531">
      <w:pPr>
        <w:pStyle w:val="TableCaption"/>
      </w:pPr>
      <w:r>
        <w:t xml:space="preserve">Table </w:t>
      </w:r>
      <w:r w:rsidR="00EA341B">
        <w:fldChar w:fldCharType="begin"/>
      </w:r>
      <w:r>
        <w:instrText xml:space="preserve"> SEQ Table \* ARABIC </w:instrText>
      </w:r>
      <w:r w:rsidR="00EA341B">
        <w:fldChar w:fldCharType="separate"/>
      </w:r>
      <w:r w:rsidR="00BA1000">
        <w:rPr>
          <w:noProof/>
        </w:rPr>
        <w:t>2</w:t>
      </w:r>
      <w:r w:rsidR="00EA341B">
        <w:fldChar w:fldCharType="end"/>
      </w:r>
      <w:r>
        <w:t xml:space="preserve">: </w:t>
      </w:r>
      <w:r w:rsidRPr="00AD0531">
        <w:rPr>
          <w:i/>
        </w:rPr>
        <w:t xml:space="preserve">Main predefined styles in </w:t>
      </w:r>
      <w:r w:rsidR="00303038" w:rsidRPr="00303038">
        <w:rPr>
          <w:i/>
        </w:rPr>
        <w:t>Word</w:t>
      </w:r>
      <w:r w:rsidRPr="00AD0531">
        <w:rPr>
          <w:i/>
        </w:rPr>
        <w:t>.</w:t>
      </w:r>
    </w:p>
    <w:tbl>
      <w:tblPr>
        <w:tblStyle w:val="PlainTable22"/>
        <w:tblW w:w="0" w:type="auto"/>
        <w:jc w:val="center"/>
        <w:tblLook w:val="06A0" w:firstRow="1" w:lastRow="0" w:firstColumn="1" w:lastColumn="0" w:noHBand="1" w:noVBand="1"/>
      </w:tblPr>
      <w:tblGrid>
        <w:gridCol w:w="1436"/>
        <w:gridCol w:w="2581"/>
      </w:tblGrid>
      <w:tr w:rsidR="00AD0531" w:rsidRPr="00DB45E1" w14:paraId="12C62A15" w14:textId="77777777" w:rsidTr="00B5009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4D65E76A" w14:textId="77777777" w:rsidR="00AD0531" w:rsidRPr="00DB45E1" w:rsidRDefault="00AD0531" w:rsidP="00460EEA">
            <w:pPr>
              <w:rPr>
                <w:lang w:val="en-GB"/>
              </w:rPr>
            </w:pPr>
            <w:r w:rsidRPr="00DB45E1">
              <w:rPr>
                <w:lang w:val="en-GB"/>
              </w:rPr>
              <w:t xml:space="preserve">Style Name </w:t>
            </w:r>
          </w:p>
        </w:tc>
        <w:tc>
          <w:tcPr>
            <w:tcW w:w="0" w:type="auto"/>
          </w:tcPr>
          <w:p w14:paraId="596BAC84" w14:textId="77777777" w:rsidR="00AD0531" w:rsidRPr="00DB45E1" w:rsidRDefault="00AD0531" w:rsidP="00460EEA">
            <w:pPr>
              <w:cnfStyle w:val="100000000000" w:firstRow="1"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08A3FDB4" wp14:editId="1648A23B">
                  <wp:extent cx="10160" cy="10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0" cy="10160"/>
                          </a:xfrm>
                          <a:prstGeom prst="rect">
                            <a:avLst/>
                          </a:prstGeom>
                          <a:noFill/>
                          <a:ln>
                            <a:noFill/>
                          </a:ln>
                        </pic:spPr>
                      </pic:pic>
                    </a:graphicData>
                  </a:graphic>
                </wp:inline>
              </w:drawing>
            </w:r>
            <w:r w:rsidRPr="00DB45E1">
              <w:rPr>
                <w:lang w:val="en-GB"/>
              </w:rPr>
              <w:t xml:space="preserve">Entities in a Paper </w:t>
            </w:r>
          </w:p>
        </w:tc>
      </w:tr>
      <w:tr w:rsidR="00AD0531" w:rsidRPr="00DB45E1" w14:paraId="2A86C9D2"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7493135" w14:textId="77777777" w:rsidR="00AD0531" w:rsidRPr="00B50090" w:rsidRDefault="00AD0531" w:rsidP="00460EEA">
            <w:pPr>
              <w:rPr>
                <w:b w:val="0"/>
                <w:lang w:val="en-GB"/>
              </w:rPr>
            </w:pPr>
            <w:r w:rsidRPr="00B50090">
              <w:rPr>
                <w:b w:val="0"/>
                <w:lang w:val="en-GB"/>
              </w:rPr>
              <w:t xml:space="preserve">Title </w:t>
            </w:r>
          </w:p>
        </w:tc>
        <w:tc>
          <w:tcPr>
            <w:tcW w:w="0" w:type="auto"/>
          </w:tcPr>
          <w:p w14:paraId="2DF1A65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itle </w:t>
            </w:r>
          </w:p>
        </w:tc>
      </w:tr>
      <w:tr w:rsidR="00AD0531" w:rsidRPr="00DB45E1" w14:paraId="1122FA6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FF946F2" w14:textId="77777777" w:rsidR="00AD0531" w:rsidRPr="00B50090" w:rsidRDefault="00AD0531" w:rsidP="00460EEA">
            <w:pPr>
              <w:rPr>
                <w:b w:val="0"/>
                <w:lang w:val="en-GB"/>
              </w:rPr>
            </w:pPr>
            <w:r w:rsidRPr="00B50090">
              <w:rPr>
                <w:b w:val="0"/>
                <w:lang w:val="en-GB"/>
              </w:rPr>
              <w:t>Author</w:t>
            </w:r>
          </w:p>
        </w:tc>
        <w:tc>
          <w:tcPr>
            <w:tcW w:w="0" w:type="auto"/>
          </w:tcPr>
          <w:p w14:paraId="69237A9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Author name</w:t>
            </w:r>
          </w:p>
        </w:tc>
      </w:tr>
      <w:tr w:rsidR="00AD0531" w:rsidRPr="00DB45E1" w14:paraId="465366C4" w14:textId="77777777" w:rsidTr="00B50090">
        <w:trPr>
          <w:trHeight w:val="223"/>
          <w:jc w:val="center"/>
        </w:trPr>
        <w:tc>
          <w:tcPr>
            <w:cnfStyle w:val="001000000000" w:firstRow="0" w:lastRow="0" w:firstColumn="1" w:lastColumn="0" w:oddVBand="0" w:evenVBand="0" w:oddHBand="0" w:evenHBand="0" w:firstRowFirstColumn="0" w:firstRowLastColumn="0" w:lastRowFirstColumn="0" w:lastRowLastColumn="0"/>
            <w:tcW w:w="0" w:type="auto"/>
          </w:tcPr>
          <w:p w14:paraId="05ED0B73" w14:textId="77777777" w:rsidR="00AD0531" w:rsidRPr="00B50090" w:rsidRDefault="00AD0531" w:rsidP="00460EEA">
            <w:pPr>
              <w:rPr>
                <w:b w:val="0"/>
                <w:lang w:val="en-GB"/>
              </w:rPr>
            </w:pPr>
            <w:r w:rsidRPr="00B50090">
              <w:rPr>
                <w:b w:val="0"/>
                <w:lang w:val="en-GB"/>
              </w:rPr>
              <w:t>Affiliation</w:t>
            </w:r>
          </w:p>
        </w:tc>
        <w:tc>
          <w:tcPr>
            <w:tcW w:w="0" w:type="auto"/>
          </w:tcPr>
          <w:p w14:paraId="71DCFFEF"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DB45E1">
              <w:rPr>
                <w:lang w:val="en-GB"/>
              </w:rPr>
              <w:t>uthor affiliation</w:t>
            </w:r>
          </w:p>
        </w:tc>
      </w:tr>
      <w:tr w:rsidR="00AD0531" w:rsidRPr="00DB45E1" w14:paraId="730257A0"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89A3942" w14:textId="77777777" w:rsidR="00AD0531" w:rsidRPr="00B50090" w:rsidRDefault="00AD0531" w:rsidP="00460EEA">
            <w:pPr>
              <w:rPr>
                <w:b w:val="0"/>
                <w:lang w:val="en-GB"/>
              </w:rPr>
            </w:pPr>
            <w:r w:rsidRPr="00B50090">
              <w:rPr>
                <w:b w:val="0"/>
                <w:lang w:val="en-GB"/>
              </w:rPr>
              <w:t>Email</w:t>
            </w:r>
          </w:p>
        </w:tc>
        <w:tc>
          <w:tcPr>
            <w:tcW w:w="0" w:type="auto"/>
          </w:tcPr>
          <w:p w14:paraId="1F935A7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E</w:t>
            </w:r>
            <w:r w:rsidRPr="00DB45E1">
              <w:rPr>
                <w:lang w:val="en-GB"/>
              </w:rPr>
              <w:t>mail address</w:t>
            </w:r>
          </w:p>
        </w:tc>
      </w:tr>
      <w:tr w:rsidR="00AD0531" w:rsidRPr="00DB45E1" w14:paraId="2B55B768"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BE89182" w14:textId="77777777" w:rsidR="00AD0531" w:rsidRPr="00B50090" w:rsidRDefault="00AD0531" w:rsidP="00460EEA">
            <w:pPr>
              <w:rPr>
                <w:b w:val="0"/>
                <w:lang w:val="en-GB"/>
              </w:rPr>
            </w:pPr>
            <w:proofErr w:type="spellStart"/>
            <w:r w:rsidRPr="00B50090">
              <w:rPr>
                <w:b w:val="0"/>
                <w:lang w:val="en-GB"/>
              </w:rPr>
              <w:t>AbstractHeading</w:t>
            </w:r>
            <w:proofErr w:type="spellEnd"/>
          </w:p>
        </w:tc>
        <w:tc>
          <w:tcPr>
            <w:tcW w:w="0" w:type="auto"/>
          </w:tcPr>
          <w:p w14:paraId="6422EFC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Abstract section heading</w:t>
            </w:r>
          </w:p>
        </w:tc>
      </w:tr>
      <w:tr w:rsidR="00AD0531" w:rsidRPr="00DB45E1" w14:paraId="08108F8C"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269CBE7" w14:textId="77777777" w:rsidR="00AD0531" w:rsidRPr="00B50090" w:rsidRDefault="00AD0531" w:rsidP="00460EEA">
            <w:pPr>
              <w:rPr>
                <w:b w:val="0"/>
                <w:lang w:val="en-GB"/>
              </w:rPr>
            </w:pPr>
            <w:r w:rsidRPr="00B50090">
              <w:rPr>
                <w:b w:val="0"/>
                <w:lang w:val="en-GB"/>
              </w:rPr>
              <w:t xml:space="preserve">Body Text </w:t>
            </w:r>
          </w:p>
        </w:tc>
        <w:tc>
          <w:tcPr>
            <w:tcW w:w="0" w:type="auto"/>
          </w:tcPr>
          <w:p w14:paraId="7FC01C74"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abstract</w:t>
            </w:r>
          </w:p>
        </w:tc>
      </w:tr>
      <w:tr w:rsidR="00AD0531" w:rsidRPr="00DB45E1" w14:paraId="0348309C"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E5F95A5" w14:textId="77777777" w:rsidR="00AD0531" w:rsidRPr="00B50090" w:rsidRDefault="00AD0531" w:rsidP="00460EEA">
            <w:pPr>
              <w:rPr>
                <w:b w:val="0"/>
                <w:lang w:val="en-GB"/>
              </w:rPr>
            </w:pPr>
            <w:r w:rsidRPr="00B50090">
              <w:rPr>
                <w:b w:val="0"/>
                <w:lang w:val="en-GB"/>
              </w:rPr>
              <w:t>Body Text Next</w:t>
            </w:r>
          </w:p>
        </w:tc>
        <w:tc>
          <w:tcPr>
            <w:tcW w:w="0" w:type="auto"/>
          </w:tcPr>
          <w:p w14:paraId="33FCC617"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abstract</w:t>
            </w:r>
          </w:p>
        </w:tc>
      </w:tr>
      <w:tr w:rsidR="00AD0531" w:rsidRPr="00DB45E1" w14:paraId="7D1B6B9D"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37D7265" w14:textId="77777777" w:rsidR="00AD0531" w:rsidRPr="00B50090" w:rsidRDefault="00AD0531" w:rsidP="00460EEA">
            <w:pPr>
              <w:rPr>
                <w:b w:val="0"/>
                <w:lang w:val="en-GB"/>
              </w:rPr>
            </w:pPr>
            <w:r w:rsidRPr="00B50090">
              <w:rPr>
                <w:b w:val="0"/>
                <w:lang w:val="en-GB"/>
              </w:rPr>
              <w:t>Index</w:t>
            </w:r>
          </w:p>
        </w:tc>
        <w:tc>
          <w:tcPr>
            <w:tcW w:w="0" w:type="auto"/>
          </w:tcPr>
          <w:p w14:paraId="7E9A3620"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Index terms</w:t>
            </w:r>
          </w:p>
        </w:tc>
      </w:tr>
      <w:tr w:rsidR="00AD0531" w:rsidRPr="00DB45E1" w14:paraId="1FCCC9A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1FFC5CA6" w14:textId="77777777" w:rsidR="00AD0531" w:rsidRPr="00B50090" w:rsidRDefault="00AD0531" w:rsidP="00460EEA">
            <w:pPr>
              <w:rPr>
                <w:b w:val="0"/>
                <w:lang w:val="en-GB"/>
              </w:rPr>
            </w:pPr>
            <w:r w:rsidRPr="00B50090">
              <w:rPr>
                <w:b w:val="0"/>
                <w:lang w:val="en-GB"/>
              </w:rPr>
              <w:t xml:space="preserve">1. Heading 1 </w:t>
            </w:r>
          </w:p>
        </w:tc>
        <w:tc>
          <w:tcPr>
            <w:tcW w:w="0" w:type="auto"/>
          </w:tcPr>
          <w:p w14:paraId="2F7B147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1</w:t>
            </w:r>
            <w:r w:rsidRPr="008231CD">
              <w:rPr>
                <w:vertAlign w:val="superscript"/>
                <w:lang w:val="en-GB"/>
              </w:rPr>
              <w:t>st</w:t>
            </w:r>
            <w:r>
              <w:rPr>
                <w:lang w:val="en-GB"/>
              </w:rPr>
              <w:t xml:space="preserve"> </w:t>
            </w:r>
            <w:r w:rsidRPr="00DB45E1">
              <w:rPr>
                <w:lang w:val="en-GB"/>
              </w:rPr>
              <w:t xml:space="preserve">level section heading </w:t>
            </w:r>
          </w:p>
        </w:tc>
      </w:tr>
      <w:tr w:rsidR="00AD0531" w:rsidRPr="00DB45E1" w14:paraId="2310CAD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0E6032BB" w14:textId="77777777" w:rsidR="00AD0531" w:rsidRPr="00B50090" w:rsidRDefault="00AD0531" w:rsidP="00460EEA">
            <w:pPr>
              <w:rPr>
                <w:b w:val="0"/>
                <w:lang w:val="en-GB"/>
              </w:rPr>
            </w:pPr>
            <w:r w:rsidRPr="00B50090">
              <w:rPr>
                <w:b w:val="0"/>
                <w:lang w:val="en-GB"/>
              </w:rPr>
              <w:t xml:space="preserve">1.1 Heading 2 </w:t>
            </w:r>
          </w:p>
        </w:tc>
        <w:tc>
          <w:tcPr>
            <w:tcW w:w="0" w:type="auto"/>
          </w:tcPr>
          <w:p w14:paraId="1B86F27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2</w:t>
            </w:r>
            <w:r w:rsidRPr="008231CD">
              <w:rPr>
                <w:vertAlign w:val="superscript"/>
                <w:lang w:val="en-GB"/>
              </w:rPr>
              <w:t>nd</w:t>
            </w:r>
            <w:r>
              <w:rPr>
                <w:lang w:val="en-GB"/>
              </w:rPr>
              <w:t xml:space="preserve"> </w:t>
            </w:r>
            <w:r w:rsidRPr="00DB45E1">
              <w:rPr>
                <w:lang w:val="en-GB"/>
              </w:rPr>
              <w:t xml:space="preserve">level section heading </w:t>
            </w:r>
          </w:p>
        </w:tc>
      </w:tr>
      <w:tr w:rsidR="00AD0531" w:rsidRPr="00DB45E1" w14:paraId="0CDC4F98"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5641C356" w14:textId="77777777" w:rsidR="00AD0531" w:rsidRPr="00B50090" w:rsidRDefault="00AD0531" w:rsidP="00460EEA">
            <w:pPr>
              <w:rPr>
                <w:b w:val="0"/>
                <w:lang w:val="en-GB"/>
              </w:rPr>
            </w:pPr>
            <w:r w:rsidRPr="00B50090">
              <w:rPr>
                <w:b w:val="0"/>
                <w:lang w:val="en-GB"/>
              </w:rPr>
              <w:t>1.1.1 Heading 3</w:t>
            </w:r>
          </w:p>
        </w:tc>
        <w:tc>
          <w:tcPr>
            <w:tcW w:w="0" w:type="auto"/>
          </w:tcPr>
          <w:p w14:paraId="33EFAD6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lang w:val="en-GB"/>
              </w:rPr>
              <w:t>3</w:t>
            </w:r>
            <w:r w:rsidRPr="008231CD">
              <w:rPr>
                <w:vertAlign w:val="superscript"/>
                <w:lang w:val="en-GB"/>
              </w:rPr>
              <w:t>rd</w:t>
            </w:r>
            <w:r>
              <w:rPr>
                <w:lang w:val="en-GB"/>
              </w:rPr>
              <w:t xml:space="preserve"> </w:t>
            </w:r>
            <w:r w:rsidRPr="00DB45E1">
              <w:rPr>
                <w:lang w:val="en-GB"/>
              </w:rPr>
              <w:t xml:space="preserve">level section heading </w:t>
            </w:r>
          </w:p>
        </w:tc>
      </w:tr>
      <w:tr w:rsidR="00AD0531" w:rsidRPr="00DB45E1" w14:paraId="30FD01B7"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AE62167" w14:textId="77777777" w:rsidR="00AD0531" w:rsidRPr="00B50090" w:rsidRDefault="00AD0531" w:rsidP="00460EEA">
            <w:pPr>
              <w:rPr>
                <w:b w:val="0"/>
                <w:lang w:val="en-GB"/>
              </w:rPr>
            </w:pPr>
            <w:r w:rsidRPr="00B50090">
              <w:rPr>
                <w:b w:val="0"/>
                <w:lang w:val="en-GB"/>
              </w:rPr>
              <w:t>Body Text</w:t>
            </w:r>
          </w:p>
        </w:tc>
        <w:tc>
          <w:tcPr>
            <w:tcW w:w="0" w:type="auto"/>
          </w:tcPr>
          <w:p w14:paraId="699C6C8B"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First paragraph in section</w:t>
            </w:r>
          </w:p>
        </w:tc>
      </w:tr>
      <w:tr w:rsidR="00AD0531" w:rsidRPr="00DB45E1" w14:paraId="1414BE9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5378E90" w14:textId="77777777" w:rsidR="00AD0531" w:rsidRPr="00B50090" w:rsidRDefault="00AD0531" w:rsidP="00460EEA">
            <w:pPr>
              <w:rPr>
                <w:b w:val="0"/>
                <w:lang w:val="en-GB"/>
              </w:rPr>
            </w:pPr>
            <w:r w:rsidRPr="00B50090">
              <w:rPr>
                <w:b w:val="0"/>
                <w:lang w:val="en-GB"/>
              </w:rPr>
              <w:t>Body Text Next</w:t>
            </w:r>
          </w:p>
        </w:tc>
        <w:tc>
          <w:tcPr>
            <w:tcW w:w="0" w:type="auto"/>
          </w:tcPr>
          <w:p w14:paraId="6F651648"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Following paragraphs in section</w:t>
            </w:r>
          </w:p>
        </w:tc>
      </w:tr>
      <w:tr w:rsidR="00AD0531" w:rsidRPr="00DB45E1" w14:paraId="2C76B4EE"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7AE193FA" w14:textId="77777777" w:rsidR="00AD0531" w:rsidRPr="00B50090" w:rsidRDefault="00AD0531" w:rsidP="00460EEA">
            <w:pPr>
              <w:rPr>
                <w:b w:val="0"/>
                <w:lang w:val="en-GB"/>
              </w:rPr>
            </w:pPr>
            <w:r w:rsidRPr="00B50090">
              <w:rPr>
                <w:b w:val="0"/>
                <w:lang w:val="en-GB"/>
              </w:rPr>
              <w:t>Figure Caption</w:t>
            </w:r>
          </w:p>
        </w:tc>
        <w:tc>
          <w:tcPr>
            <w:tcW w:w="0" w:type="auto"/>
          </w:tcPr>
          <w:p w14:paraId="3AF6E331"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F</w:t>
            </w:r>
            <w:r w:rsidRPr="00DB45E1">
              <w:rPr>
                <w:lang w:val="en-GB"/>
              </w:rPr>
              <w:t xml:space="preserve">igure caption </w:t>
            </w:r>
          </w:p>
        </w:tc>
      </w:tr>
      <w:tr w:rsidR="00AD0531" w:rsidRPr="00DB45E1" w14:paraId="344E080F"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6107D80A" w14:textId="77777777" w:rsidR="00AD0531" w:rsidRPr="00B50090" w:rsidRDefault="00AD0531" w:rsidP="00460EEA">
            <w:pPr>
              <w:rPr>
                <w:b w:val="0"/>
                <w:lang w:val="en-GB"/>
              </w:rPr>
            </w:pPr>
            <w:r w:rsidRPr="00B50090">
              <w:rPr>
                <w:b w:val="0"/>
                <w:lang w:val="en-GB"/>
              </w:rPr>
              <w:t xml:space="preserve">Table Caption </w:t>
            </w:r>
          </w:p>
        </w:tc>
        <w:tc>
          <w:tcPr>
            <w:tcW w:w="0" w:type="auto"/>
          </w:tcPr>
          <w:p w14:paraId="04F7DFB6"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Pr>
                <w:lang w:val="en-GB"/>
              </w:rPr>
              <w:t>T</w:t>
            </w:r>
            <w:r w:rsidRPr="00DB45E1">
              <w:rPr>
                <w:lang w:val="en-GB"/>
              </w:rPr>
              <w:t xml:space="preserve">able caption </w:t>
            </w:r>
          </w:p>
        </w:tc>
      </w:tr>
      <w:tr w:rsidR="00AD0531" w:rsidRPr="00DB45E1" w14:paraId="12EDD998"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097F11B" w14:textId="77777777" w:rsidR="00AD0531" w:rsidRPr="00B50090" w:rsidRDefault="00AD0531" w:rsidP="00460EEA">
            <w:pPr>
              <w:rPr>
                <w:b w:val="0"/>
                <w:lang w:val="en-GB"/>
              </w:rPr>
            </w:pPr>
            <w:r w:rsidRPr="00B50090">
              <w:rPr>
                <w:b w:val="0"/>
                <w:lang w:val="en-GB"/>
              </w:rPr>
              <w:t>Equation</w:t>
            </w:r>
          </w:p>
        </w:tc>
        <w:tc>
          <w:tcPr>
            <w:tcW w:w="0" w:type="auto"/>
          </w:tcPr>
          <w:p w14:paraId="5009617D"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Equations</w:t>
            </w:r>
          </w:p>
        </w:tc>
      </w:tr>
      <w:tr w:rsidR="00AD0531" w:rsidRPr="00DB45E1" w14:paraId="0F0B0AB9"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49C1663F" w14:textId="77777777" w:rsidR="00AD0531" w:rsidRPr="00B50090" w:rsidRDefault="00AD0531" w:rsidP="00460EEA">
            <w:pPr>
              <w:rPr>
                <w:b w:val="0"/>
                <w:lang w:val="en-GB"/>
              </w:rPr>
            </w:pPr>
            <w:r w:rsidRPr="00B50090">
              <w:rPr>
                <w:b w:val="0"/>
                <w:lang w:val="en-GB"/>
              </w:rPr>
              <w:t>• List Bullet</w:t>
            </w:r>
          </w:p>
        </w:tc>
        <w:tc>
          <w:tcPr>
            <w:tcW w:w="0" w:type="auto"/>
          </w:tcPr>
          <w:p w14:paraId="1B7C6A69"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noProof/>
                <w:lang w:val="en-GB" w:eastAsia="en-GB"/>
              </w:rPr>
            </w:pPr>
            <w:r>
              <w:rPr>
                <w:noProof/>
                <w:lang w:val="en-GB" w:eastAsia="en-GB"/>
              </w:rPr>
              <w:t>Bulleted lists</w:t>
            </w:r>
          </w:p>
        </w:tc>
      </w:tr>
      <w:tr w:rsidR="00AD0531" w:rsidRPr="00DB45E1" w14:paraId="19121FA3" w14:textId="77777777" w:rsidTr="00B50090">
        <w:trPr>
          <w:jc w:val="center"/>
        </w:trPr>
        <w:tc>
          <w:tcPr>
            <w:cnfStyle w:val="001000000000" w:firstRow="0" w:lastRow="0" w:firstColumn="1" w:lastColumn="0" w:oddVBand="0" w:evenVBand="0" w:oddHBand="0" w:evenHBand="0" w:firstRowFirstColumn="0" w:firstRowLastColumn="0" w:lastRowFirstColumn="0" w:lastRowLastColumn="0"/>
            <w:tcW w:w="0" w:type="auto"/>
          </w:tcPr>
          <w:p w14:paraId="35A7271C" w14:textId="77777777" w:rsidR="00AD0531" w:rsidRPr="00B50090" w:rsidRDefault="00AD0531" w:rsidP="00460EEA">
            <w:pPr>
              <w:rPr>
                <w:b w:val="0"/>
                <w:lang w:val="en-GB"/>
              </w:rPr>
            </w:pPr>
            <w:r w:rsidRPr="00B50090">
              <w:rPr>
                <w:b w:val="0"/>
                <w:lang w:val="en-GB"/>
              </w:rPr>
              <w:t xml:space="preserve">[1] Reference </w:t>
            </w:r>
          </w:p>
        </w:tc>
        <w:tc>
          <w:tcPr>
            <w:tcW w:w="0" w:type="auto"/>
          </w:tcPr>
          <w:p w14:paraId="68943715" w14:textId="77777777" w:rsidR="00AD0531" w:rsidRPr="00DB45E1" w:rsidRDefault="00AD0531" w:rsidP="00460EEA">
            <w:pPr>
              <w:cnfStyle w:val="000000000000" w:firstRow="0" w:lastRow="0" w:firstColumn="0" w:lastColumn="0" w:oddVBand="0" w:evenVBand="0" w:oddHBand="0" w:evenHBand="0" w:firstRowFirstColumn="0" w:firstRowLastColumn="0" w:lastRowFirstColumn="0" w:lastRowLastColumn="0"/>
              <w:rPr>
                <w:lang w:val="en-GB"/>
              </w:rPr>
            </w:pPr>
            <w:r w:rsidRPr="00DB45E1">
              <w:rPr>
                <w:noProof/>
              </w:rPr>
              <w:drawing>
                <wp:inline distT="0" distB="0" distL="0" distR="0" wp14:anchorId="7B8481FA" wp14:editId="257B5E24">
                  <wp:extent cx="10160" cy="933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0" cy="93345"/>
                          </a:xfrm>
                          <a:prstGeom prst="rect">
                            <a:avLst/>
                          </a:prstGeom>
                          <a:noFill/>
                          <a:ln>
                            <a:noFill/>
                          </a:ln>
                        </pic:spPr>
                      </pic:pic>
                    </a:graphicData>
                  </a:graphic>
                </wp:inline>
              </w:drawing>
            </w:r>
            <w:r>
              <w:rPr>
                <w:lang w:val="en-GB"/>
              </w:rPr>
              <w:t>R</w:t>
            </w:r>
            <w:r w:rsidRPr="00DB45E1">
              <w:rPr>
                <w:lang w:val="en-GB"/>
              </w:rPr>
              <w:t>eference</w:t>
            </w:r>
            <w:r>
              <w:rPr>
                <w:lang w:val="en-GB"/>
              </w:rPr>
              <w:t>s</w:t>
            </w:r>
            <w:r w:rsidRPr="00DB45E1">
              <w:rPr>
                <w:lang w:val="en-GB"/>
              </w:rPr>
              <w:t xml:space="preserve"> </w:t>
            </w:r>
          </w:p>
        </w:tc>
      </w:tr>
    </w:tbl>
    <w:p w14:paraId="67545F1E" w14:textId="77777777" w:rsidR="00BA03AC" w:rsidRDefault="00BA03AC" w:rsidP="00BA03AC">
      <w:pPr>
        <w:pStyle w:val="Heading1"/>
      </w:pPr>
      <w:r>
        <w:t>Related work</w:t>
      </w:r>
    </w:p>
    <w:p w14:paraId="2AD1F6DD" w14:textId="77777777" w:rsidR="00BA03AC" w:rsidRDefault="00BA03AC" w:rsidP="00BA03AC">
      <w:pPr>
        <w:pStyle w:val="BodyText"/>
        <w:rPr>
          <w:szCs w:val="18"/>
          <w:lang w:val="la-Latn"/>
        </w:rPr>
      </w:pPr>
      <w:r w:rsidRPr="00D36B0E">
        <w:rPr>
          <w:szCs w:val="18"/>
          <w:lang w:val="la-Latn"/>
        </w:rPr>
        <w:t>Lorem ipsum dolor sit amet, consectetur adipiscing elit. Cras consequat mollis odio, nec venenatis enim auctor sed. Integer tincidunt fringilla lectus eget condimentum. In eget sapien id eros dapibus interdum vel ac quam. Aenean vitae rutrum erat. Aenean et risus pharetra, lacinia augue ut, fermentum ante. Integer dui arcu, interdum at ornare a, faucibus quis est. Mauris quis quam felis. Etiam pulvinar massa et turpis lacinia, eu posuere mi iaculis. Fusce at velit quis leo dignissim porttitor.</w:t>
      </w:r>
    </w:p>
    <w:p w14:paraId="53F84484" w14:textId="77777777" w:rsidR="00BA03AC" w:rsidRDefault="00BA03AC" w:rsidP="00BA03AC">
      <w:pPr>
        <w:pStyle w:val="BodyText"/>
        <w:rPr>
          <w:lang w:val="la-Latn"/>
        </w:rPr>
      </w:pPr>
      <w:r w:rsidRPr="00D36B0E">
        <w:rPr>
          <w:szCs w:val="18"/>
          <w:lang w:val="la-Latn"/>
        </w:rPr>
        <w:t>Mauris mattis sem dolor, sit amet ullamcorper arcu tincidunt ac. Vestibulum at blandit tortor. Quisque bibendum congue leo, vitae eleifend massa. Vestibulum vitae odio elit. Lorem ipsum dolor sit amet, consectetur adipiscing elit. Ut sagittis quam vel felis ornare, in gravida felis tempor. Donec molestie dui quis leo venenatis blandit. Nunc sit amet finibus metus. Cras ut lectus ex.</w:t>
      </w:r>
      <w:r w:rsidRPr="00D36B0E">
        <w:rPr>
          <w:lang w:val="la-Latn"/>
        </w:rPr>
        <w:t xml:space="preserve"> </w:t>
      </w:r>
    </w:p>
    <w:p w14:paraId="766959AF" w14:textId="77777777" w:rsidR="00BA03AC" w:rsidRDefault="00BA03AC" w:rsidP="00BA03AC">
      <w:pPr>
        <w:pStyle w:val="BodyText"/>
        <w:rPr>
          <w:lang w:val="la-Latn"/>
        </w:rPr>
      </w:pPr>
      <w:r w:rsidRPr="00D36B0E">
        <w:rPr>
          <w:szCs w:val="18"/>
          <w:lang w:val="la-Latn"/>
        </w:rPr>
        <w:lastRenderedPageBreak/>
        <w:t>Suspendisse commodo libero vel leo tincidunt, a tempus mauris porta. Integer varius eros ac sapien lacinia vehicula. Donec porttitor, lacus faucibus rhoncus venenatis, neque quam imperdiet nunc, id consectetur metus purus quis sapien. Phasellus interdum nulla vel euismod posuere. Vestibulum finibus magna vel finibus mollis. Curabitur mollis turpis tortor, hendrerit vulputate justo egestas quis. Nam dignissim luctus leo non elementum. Phasellus a metus at leo malesuada bibendum. Mauris quis eleifend magna, nec vehicula ex. Donec venenatis urna fermentum commodo vehicula. Ut mattis scelerisque aliquam. Vivamus pulvinar erat metus, id tempus mi vulputate quis.</w:t>
      </w:r>
      <w:r w:rsidRPr="00D36B0E">
        <w:rPr>
          <w:lang w:val="la-Latn"/>
        </w:rPr>
        <w:t xml:space="preserve"> </w:t>
      </w:r>
    </w:p>
    <w:p w14:paraId="42A297B1" w14:textId="77777777" w:rsidR="00BA03AC" w:rsidRDefault="00BA03AC" w:rsidP="00BA03AC">
      <w:pPr>
        <w:pStyle w:val="BodyText"/>
        <w:rPr>
          <w:lang w:val="la-Latn"/>
        </w:rPr>
      </w:pPr>
      <w:r w:rsidRPr="00D36B0E">
        <w:rPr>
          <w:szCs w:val="18"/>
          <w:lang w:val="la-Latn"/>
        </w:rPr>
        <w:t>Fusce lobortis a urna eget blandit. Vivamus in eleifend neque, at sollicitudin lectus. Quisque faucibus egestas lorem, in commodo diam maximus eu. Morbi finibus ante ac felis porttitor euismod. Donec lobortis aliquam ipsum sit amet luctus. Cum sociis natoque penatibus et magnis dis parturient montes, nascetur ridiculus mus. Etiam rutrum neque sapien, eget luctus turpis iaculis pulvinar. Duis quis pulvinar nunc, nec bibendum ligula. Phasellus suscipit sagittis lacus molestie laoreet. Pellentesque lacus diam, tincidunt a aliquam vitae, aliquet non justo.</w:t>
      </w:r>
      <w:r w:rsidRPr="00D36B0E">
        <w:rPr>
          <w:lang w:val="la-Latn"/>
        </w:rPr>
        <w:t xml:space="preserve"> </w:t>
      </w:r>
    </w:p>
    <w:p w14:paraId="72A24AB9" w14:textId="77777777" w:rsidR="00BA03AC" w:rsidRDefault="00BA03AC" w:rsidP="00BA03AC">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57198AD9" w14:textId="77777777" w:rsidR="00BA03AC" w:rsidRPr="00D36B0E" w:rsidRDefault="00BA03AC" w:rsidP="00BA03AC">
      <w:pPr>
        <w:pStyle w:val="BodyText"/>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09F0998D" w14:textId="77777777" w:rsidR="00BA03AC" w:rsidRPr="00D36B0E"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6E3F6D38" w14:textId="77777777" w:rsidR="00BA03AC" w:rsidRDefault="00BA03AC" w:rsidP="00EB376E">
      <w:pPr>
        <w:pStyle w:val="Heading1"/>
      </w:pPr>
      <w:r>
        <w:t>Results</w:t>
      </w:r>
    </w:p>
    <w:p w14:paraId="124DE3A0" w14:textId="77777777" w:rsidR="00BA03AC" w:rsidRDefault="00BA03AC" w:rsidP="00BA03AC">
      <w:pPr>
        <w:pStyle w:val="BodyText"/>
        <w:rPr>
          <w:lang w:val="la-Latn"/>
        </w:rPr>
      </w:pPr>
      <w:r w:rsidRPr="00D36B0E">
        <w:rPr>
          <w:szCs w:val="18"/>
          <w:lang w:val="la-Latn"/>
        </w:rPr>
        <w:t xml:space="preserve">Fusce ut nunc eu sapien venenatis finibus a vel ligula. Pellentesque habitant morbi tristique senectus et netus et malesuada fames ac turpis egestas. Ut quam eros, volutpat at </w:t>
      </w:r>
      <w:r w:rsidRPr="00D36B0E">
        <w:rPr>
          <w:szCs w:val="18"/>
          <w:lang w:val="la-Latn"/>
        </w:rPr>
        <w:t>gravida consectetur, rutrum ut leo. Aenean cursus euismod feugiat. Cras hendrerit, ligula eu feugiat malesuada, neque turpis auctor lacus, sit amet accumsan neque orci a quam. Mauris suscipit ultrices mattis. Nulla at interdum metus, id pharetra diam. Curabitur at vestibulum sem, sed elementum massa. Donec iaculis et arcu ut rutrum. Fusce gravida, mauris porta volutpat eleifend, enim mauris eleifend orci, eu ultrices leo purus vitae metus. In pretium dolor ut magna dictum, at imperdiet lectus porta.</w:t>
      </w:r>
      <w:r w:rsidRPr="00D36B0E">
        <w:rPr>
          <w:lang w:val="la-Latn"/>
        </w:rPr>
        <w:t xml:space="preserve"> </w:t>
      </w:r>
    </w:p>
    <w:p w14:paraId="5122225A" w14:textId="77777777" w:rsidR="00BA03AC" w:rsidRDefault="00BA03AC" w:rsidP="00BA03AC">
      <w:pPr>
        <w:pStyle w:val="BodyText"/>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258CBD80" w14:textId="77777777" w:rsidR="00BA03AC" w:rsidRDefault="00BA03AC" w:rsidP="00BA03AC">
      <w:pPr>
        <w:pStyle w:val="BodyText"/>
        <w:rPr>
          <w:lang w:val="la-Latn"/>
        </w:rPr>
      </w:pPr>
      <w:r w:rsidRPr="00D36B0E">
        <w:rPr>
          <w:szCs w:val="18"/>
          <w:lang w:val="la-Latn"/>
        </w:rPr>
        <w:t>Quisque congue leo a fringilla pharetra. Phasellus sed tempor est, sed auctor purus. Morbi vel lacus ullamcorper, auctor mauris id, pulvinar lorem. Suspendisse potenti. Nam porta, purus non eleifend bibendum, erat metus pellentesque elit, non luctus nibh nunc ornare nisl. Sed rutrum lacinia nisi ac suscipit. Curabitur non blandit augue. Integer viverra, ipsum vel 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vitae porta malesuada, arcu diam congue erat, a pharetra diam sem vulputate tortor. Etiam luctus iaculis leo cursus tristique.</w:t>
      </w:r>
      <w:r w:rsidRPr="00D36B0E">
        <w:rPr>
          <w:lang w:val="la-Latn"/>
        </w:rPr>
        <w:t xml:space="preserve"> </w:t>
      </w:r>
    </w:p>
    <w:p w14:paraId="234E9312" w14:textId="77777777" w:rsidR="00BA03AC" w:rsidRDefault="00BA03AC" w:rsidP="00BA03AC">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186CDC87" w14:textId="77777777" w:rsidR="00BA03AC" w:rsidRPr="00D36B0E" w:rsidRDefault="00BA03AC" w:rsidP="00BA03AC">
      <w:pPr>
        <w:pStyle w:val="BodyText"/>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2354E95B" w14:textId="77777777" w:rsidR="00BA03AC" w:rsidRDefault="00BA03AC" w:rsidP="00BA03AC">
      <w:pPr>
        <w:pStyle w:val="BodyText"/>
        <w:rPr>
          <w:lang w:val="la-Latn"/>
        </w:rPr>
      </w:pPr>
      <w:r w:rsidRPr="00D36B0E">
        <w:rPr>
          <w:szCs w:val="18"/>
          <w:lang w:val="la-Latn"/>
        </w:rPr>
        <w:t xml:space="preserve">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w:t>
      </w:r>
      <w:r w:rsidRPr="00D36B0E">
        <w:rPr>
          <w:szCs w:val="18"/>
          <w:lang w:val="la-Latn"/>
        </w:rPr>
        <w:lastRenderedPageBreak/>
        <w:t>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0B891863" w14:textId="77777777" w:rsidR="00BA03AC" w:rsidRPr="00D36B0E"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257936A7" w14:textId="77777777" w:rsidR="00BA03AC" w:rsidRDefault="00BA03AC" w:rsidP="00EB376E">
      <w:pPr>
        <w:pStyle w:val="Heading1"/>
      </w:pPr>
      <w:r>
        <w:t>Discussion</w:t>
      </w:r>
    </w:p>
    <w:p w14:paraId="36327059" w14:textId="77777777" w:rsidR="00BA03AC" w:rsidRDefault="00BA03AC" w:rsidP="00BA03AC">
      <w:pPr>
        <w:pStyle w:val="BodyText"/>
        <w:rPr>
          <w:lang w:val="la-Latn"/>
        </w:rPr>
      </w:pPr>
      <w:r w:rsidRPr="00D36B0E">
        <w:rPr>
          <w:szCs w:val="18"/>
          <w:lang w:val="la-Latn"/>
        </w:rPr>
        <w:t>Quisque mollis lectus id risus pretium mattis. Morbi scelerisque posuere est, id efficitur urna luctus non. Praesent quam lacus, facilisis id ante eu, vehicula maximus ex. Nullam mollis in arcu vitae efficitur. Aliquam molestie eleifend ante, in pretium velit ultrices ac. Etiam laoreet nec sem non pulvinar. Integer ligula felis, interdum non lacus id, malesuada imperdiet turpis.</w:t>
      </w:r>
      <w:r w:rsidRPr="00D36B0E">
        <w:rPr>
          <w:lang w:val="la-Latn"/>
        </w:rPr>
        <w:t xml:space="preserve"> </w:t>
      </w:r>
    </w:p>
    <w:p w14:paraId="480CCB57" w14:textId="77777777" w:rsidR="00BA03AC"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DE1AD9C" w14:textId="77777777" w:rsidR="00BA03AC" w:rsidRPr="00D36B0E"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45CE0DD1" w14:textId="77777777" w:rsidR="00BA03AC" w:rsidRDefault="00BA03AC" w:rsidP="00BA03AC">
      <w:pPr>
        <w:pStyle w:val="BodyText"/>
        <w:rPr>
          <w:lang w:val="la-Latn"/>
        </w:rPr>
      </w:pPr>
      <w:r w:rsidRPr="00D36B0E">
        <w:rPr>
          <w:szCs w:val="18"/>
          <w:lang w:val="la-Latn"/>
        </w:rPr>
        <w:t xml:space="preserve">Quisque congue leo a fringilla pharetra. Phasellus sed tempor est, sed auctor purus. Morbi vel lacus ullamcorper, auctor mauris id, pulvinar lorem. Suspendisse potenti. Nam porta, purus non eleifend bibendum, erat metus pellentesque elit, non luctus nibh nunc ornare nisl. Sed rutrum lacinia nisi ac suscipit. Curabitur non blandit augue. Integer viverra, ipsum vel molestie euismod, sem quam tempus massa, eget efficitur ante turpis non metus. Quisque efficitur posuere velit in iaculis. Cras imperdiet varius urna vitae vestibulum. Donec accumsan eget nisi sed pellentesque. Vestibulum id quam ut urna volutpat ullamcorper gravida sit amet libero. Aliquam bibendum, ligula </w:t>
      </w:r>
      <w:r w:rsidRPr="00D36B0E">
        <w:rPr>
          <w:szCs w:val="18"/>
          <w:lang w:val="la-Latn"/>
        </w:rPr>
        <w:t>vitae porta malesuada, arcu diam congue erat, a pharetra diam sem vulputate tortor. Etiam luctus iaculis leo cursus tristique.</w:t>
      </w:r>
      <w:r w:rsidRPr="00D36B0E">
        <w:rPr>
          <w:lang w:val="la-Latn"/>
        </w:rPr>
        <w:t xml:space="preserve"> </w:t>
      </w:r>
    </w:p>
    <w:p w14:paraId="0CF4E418" w14:textId="77777777" w:rsidR="00BA03AC" w:rsidRPr="00D36B0E"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29DF260A" w14:textId="77777777" w:rsidR="00BA03AC" w:rsidRDefault="00BA03AC" w:rsidP="00BA03AC">
      <w:pPr>
        <w:pStyle w:val="BodyText"/>
        <w:rPr>
          <w:lang w:val="la-Latn"/>
        </w:rPr>
      </w:pPr>
      <w:r w:rsidRPr="00D36B0E">
        <w:rPr>
          <w:szCs w:val="18"/>
          <w:lang w:val="la-Latn"/>
        </w:rPr>
        <w:t>Curabitur porttitor bibendum dolor, nec consectetur sapien pulvinar id. Donec eleifend, est vel dignissim pretium, tortor augue euismod nunc, id fermentum erat felis ac neque. Morbi id lectus ultricies, rutrum justo eu, sollicitudin risus. Suspendisse lobortis efficitur nisi sit amet pellentesque. Ut eget augue at mi aliquet mattis. Proin et feugiat erat, sit amet sodales eros. Integer sed elit quis est mattis ullamcorper. Pellentesque lectus nisi, vulputate a imperdiet tincidunt, auctor nec orci. Pellentesque sagittis nisl orci, vitae placerat massa lacinia nec. Sed egestas magna sed augue sollicitudin luctus. Praesent interdum bibendum tortor, eu porta purus. Aliquam convallis velit id mi fermentum, sed ornare eros cursus.</w:t>
      </w:r>
      <w:r w:rsidRPr="00D36B0E">
        <w:rPr>
          <w:lang w:val="la-Latn"/>
        </w:rPr>
        <w:t xml:space="preserve"> </w:t>
      </w:r>
    </w:p>
    <w:p w14:paraId="70C325BF" w14:textId="77777777" w:rsidR="00BA03AC" w:rsidRDefault="00BA03AC" w:rsidP="00BA03AC">
      <w:pPr>
        <w:pStyle w:val="BodyText"/>
        <w:rPr>
          <w:lang w:val="la-Latn"/>
        </w:rPr>
      </w:pPr>
      <w:r w:rsidRPr="00D36B0E">
        <w:rPr>
          <w:szCs w:val="18"/>
          <w:lang w:val="la-Latn"/>
        </w:rPr>
        <w:t>Etiam lectus lacus, commodo eget consectetur eget, auctor vitae leo. Praesent vitae erat in diam blandit semper vitae et eros. Maecenas auctor pharetra nibh eget egestas. Donec accumsan ut risus eget rhoncus. Nam placerat, erat sit amet gravida mollis, purus arcu accumsan diam, tempus pharetra risus mi ac sapien. Ut et tortor porta, pulvinar elit vitae, tempor mi. Nam interdum, nisl non pharetra molestie, turpis neque commodo ligula, sit amet pretium nisl nibh quis ante. Quisque et ex eget velit lobortis suscipit. Integer aliquam finibus molestie. Sed pellentesque neque eu turpis aliquet, mattis ornare enim finibus. In hac habitasse platea dictumst.</w:t>
      </w:r>
      <w:r w:rsidRPr="00D36B0E">
        <w:rPr>
          <w:lang w:val="la-Latn"/>
        </w:rPr>
        <w:t xml:space="preserve"> </w:t>
      </w:r>
    </w:p>
    <w:p w14:paraId="098C019B" w14:textId="77777777" w:rsidR="00BA03AC" w:rsidRDefault="00BA03AC" w:rsidP="00BA03AC">
      <w:pPr>
        <w:pStyle w:val="BodyText"/>
        <w:rPr>
          <w:lang w:val="la-Latn"/>
        </w:rPr>
      </w:pPr>
      <w:r w:rsidRPr="00D36B0E">
        <w:rPr>
          <w:szCs w:val="18"/>
          <w:lang w:val="la-Latn"/>
        </w:rPr>
        <w:t>Integer congue quis justo a posuere. Quisque porta, ante et dignissim suscipit, arcu mauris ultrices libero, nec sollicitudin purus lacus a enim. Aliquam feugiat eget lacus molestie sodales. Duis blandit placerat nunc, et venenatis turpis dictum vel. Nulla facilisi. Nam ullamcorper, tellus eu posuere mattis, arcu lacus dictum nulla, vel mattis nisi sem posuere tellus. Etiam quis eros condimentum lectus lobortis eleifend. In ex lacus, sodales scelerisque egestas ac, aliquam nec purus. Nunc sit amet magna non libero ullamcorper dictum. Phasellus porta faucibus tempus. Praesent blandit tortor sed tellus ornare consectetur. Sed sed nisi id neque porta varius eu eu velit. Curabitur varius convallis justo id facilisis. Mauris auctor velit nec aliquam cursus.</w:t>
      </w:r>
      <w:r w:rsidRPr="00D36B0E">
        <w:rPr>
          <w:lang w:val="la-Latn"/>
        </w:rPr>
        <w:t xml:space="preserve"> </w:t>
      </w:r>
    </w:p>
    <w:p w14:paraId="5B265C77" w14:textId="77777777" w:rsidR="00BA03AC" w:rsidRDefault="00BA03AC" w:rsidP="00BA03AC">
      <w:pPr>
        <w:pStyle w:val="BodyText"/>
        <w:rPr>
          <w:lang w:val="la-Latn"/>
        </w:rPr>
      </w:pPr>
      <w:r w:rsidRPr="00D36B0E">
        <w:rPr>
          <w:szCs w:val="18"/>
          <w:lang w:val="la-Latn"/>
        </w:rPr>
        <w:t>Phasellus mattis at erat eget lobortis. Vivamus sodales odio non erat luctus faucibus. Curabitur aliquam luctus nulla quis consectetur. Fusce vulputate finibus vulputate. Cras at condimentum massa. Duis vestibulum ipsum ac tortor lobortis fringilla. Cras non neque at nunc pellentesque mollis. Sed quis erat mauris. Ut dapibus sem lectus, quis imperdiet diam bibendum et. Maecenas quis venenatis ante. Nunc blandit a risus sed scelerisque. Praesent cursus est sit amet nisi tempus, quis placerat libero rutrum. Phasellus lacinia nisi quis consequat mollis. Phasellus sagittis aliquam lacus.</w:t>
      </w:r>
      <w:r w:rsidRPr="00D36B0E">
        <w:rPr>
          <w:lang w:val="la-Latn"/>
        </w:rPr>
        <w:t xml:space="preserve"> </w:t>
      </w:r>
    </w:p>
    <w:p w14:paraId="69B6342B" w14:textId="77777777" w:rsidR="00BA03AC" w:rsidRDefault="00BA03AC" w:rsidP="00BA03AC">
      <w:pPr>
        <w:pStyle w:val="BodyText"/>
        <w:rPr>
          <w:lang w:val="la-Latn"/>
        </w:rPr>
      </w:pPr>
      <w:r w:rsidRPr="00D36B0E">
        <w:rPr>
          <w:szCs w:val="18"/>
          <w:lang w:val="la-Latn"/>
        </w:rPr>
        <w:t xml:space="preserve">Integer suscipit scelerisque leo sed faucibus. Ut commodo nulla luctus diam posuere egestas. Integer ut augue ac velit ullamcorper tempus. Pellentesque in mi rhoncus, sodales sem </w:t>
      </w:r>
      <w:r w:rsidRPr="00D36B0E">
        <w:rPr>
          <w:szCs w:val="18"/>
          <w:lang w:val="la-Latn"/>
        </w:rPr>
        <w:lastRenderedPageBreak/>
        <w:t>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0DFC47E4" w14:textId="77777777" w:rsidR="00BA03AC" w:rsidRPr="00D36B0E"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225EA962" w14:textId="77777777" w:rsidR="00BA03AC" w:rsidRDefault="00BA03AC" w:rsidP="00EB376E">
      <w:pPr>
        <w:pStyle w:val="Heading1"/>
      </w:pPr>
      <w:r>
        <w:t>Conclusions</w:t>
      </w:r>
    </w:p>
    <w:p w14:paraId="2494C6E1" w14:textId="77777777" w:rsidR="00BA03AC" w:rsidRDefault="00BA03AC" w:rsidP="00BA03AC">
      <w:pPr>
        <w:pStyle w:val="BodyText"/>
        <w:rPr>
          <w:lang w:val="la-Latn"/>
        </w:rPr>
      </w:pPr>
      <w:r w:rsidRPr="00D36B0E">
        <w:rPr>
          <w:szCs w:val="18"/>
          <w:lang w:val="la-Latn"/>
        </w:rPr>
        <w:t>Aenean sit amet volutpat nisi. Aliquam eu erat quis tortor ultrices laoreet. Vivamus fermentum semper metus, non faucibus libero euismod vitae. Sed efficitur porta congue. Aenean in faucibus nisi. Donec suscipit augue vitae orci consequat, sit amet aliquet felis varius. Duis efficitur lacinia dolor sit amet lobortis. Curabitur erat sapien, molestie nec nisi eu, dignissim accumsan ipsum. Fusce id nibh nec risus dictum posuere in ac magna. Donec malesuada massa sed erat lacinia cursus. Suspendisse ornare augue nec volutpat consequat.</w:t>
      </w:r>
      <w:r w:rsidRPr="00D36B0E">
        <w:rPr>
          <w:lang w:val="la-Latn"/>
        </w:rPr>
        <w:t xml:space="preserve"> </w:t>
      </w:r>
    </w:p>
    <w:p w14:paraId="7A9E7B01" w14:textId="77777777" w:rsidR="00BA03AC" w:rsidRPr="00D36B0E" w:rsidRDefault="00BA03AC" w:rsidP="00BA03AC">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2CE1CA54" w14:textId="77777777" w:rsidR="00BA03AC" w:rsidRDefault="00BA03AC" w:rsidP="00BA03AC">
      <w:pPr>
        <w:pStyle w:val="BodyText"/>
        <w:rPr>
          <w:lang w:val="la-Latn"/>
        </w:rPr>
      </w:pPr>
      <w:r w:rsidRPr="00D36B0E">
        <w:rPr>
          <w:szCs w:val="18"/>
          <w:lang w:val="la-Latn"/>
        </w:rPr>
        <w:t>Sed dolor quam, posuere nec nunc eget, feugiat lobortis ligula. Fusce lacinia fermentum dolor, luctus dapibus ex venenatis feugiat. In hac habitasse platea dictumst. Nullam vitae ligula dignissim, interdum turpis quis, tincidunt metus. Nullam in nisl vitae mauris egestas porta. Nam fringilla aliquet sapien, non dapibus nunc sollicitudin id. Nunc hendrerit felis et vehicula consequat. Praesent varius libero id volutpat iaculis. Aliquam vel dui imperdiet, pharetra augue sed, iaculis nulla. Quisque mollis orci nec odio eleifend, eget laoreet nunc feugiat. Cras varius tortor a fringilla gravida.</w:t>
      </w:r>
      <w:r w:rsidRPr="00D36B0E">
        <w:rPr>
          <w:lang w:val="la-Latn"/>
        </w:rPr>
        <w:t xml:space="preserve"> </w:t>
      </w:r>
    </w:p>
    <w:p w14:paraId="6D1BC0D2" w14:textId="77777777" w:rsidR="00BA03AC" w:rsidRDefault="00BA03AC" w:rsidP="00BA03AC">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5CC11CFE" w14:textId="77777777" w:rsidR="00C12426" w:rsidRPr="00D36B0E" w:rsidRDefault="00C12426" w:rsidP="00C12426">
      <w:pPr>
        <w:pStyle w:val="BodyText"/>
        <w:rPr>
          <w:lang w:val="la-Latn"/>
        </w:rPr>
      </w:pPr>
      <w:r w:rsidRPr="00D36B0E">
        <w:rPr>
          <w:szCs w:val="18"/>
          <w:lang w:val="la-Latn"/>
        </w:rPr>
        <w:t xml:space="preserve">Vestibulum et vulputate nisi, a malesuada mi. Nam pellentesque arcu sapien, at placerat odio imperdiet ut. </w:t>
      </w:r>
      <w:r w:rsidRPr="00D36B0E">
        <w:rPr>
          <w:szCs w:val="18"/>
          <w:lang w:val="la-Latn"/>
        </w:rPr>
        <w:t>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77821AE8" w14:textId="77777777" w:rsidR="00BA03AC" w:rsidRDefault="00BA03AC" w:rsidP="00BA03AC">
      <w:pPr>
        <w:pStyle w:val="BodyText"/>
        <w:rPr>
          <w:lang w:val="la-Latn"/>
        </w:rPr>
      </w:pPr>
      <w:r w:rsidRPr="00D36B0E">
        <w:rPr>
          <w:szCs w:val="18"/>
          <w:lang w:val="la-Latn"/>
        </w:rPr>
        <w:t>Integer suscipit scelerisque leo sed faucibus. Ut commodo nulla luctus diam posuere egestas. Integer ut augue ac velit ullamcorper tempus. Pellentesque in mi rhoncus, sodales sem quis, commodo sem. Aenean dapibus euismod diam id rhoncus. Nullam vehicula placerat eros consectetur luctus. Aliquam auctor ipsum vitae egestas imperdiet. Ut nulla lacus, imperdiet quis urna vel, ornare imperdiet tortor. Mauris nec diam ac nunc laoreet volutpat at id turpis. Nulla eu neque a risus feugiat iaculis ac vel risus. Ut tempus elementum lorem eget porta. Nullam et ullamcorper urna. Cum sociis natoque penatibus et magnis dis parturient montes, nascetur ridiculus mus. Phasellus eget dui vitae nulla hendrerit ultrices quis rutrum leo.</w:t>
      </w:r>
      <w:r w:rsidRPr="00D36B0E">
        <w:rPr>
          <w:lang w:val="la-Latn"/>
        </w:rPr>
        <w:t xml:space="preserve"> </w:t>
      </w:r>
    </w:p>
    <w:p w14:paraId="554F1FEE" w14:textId="77777777" w:rsidR="00EB376E" w:rsidRDefault="00BA03AC" w:rsidP="00EB376E">
      <w:pPr>
        <w:pStyle w:val="Heading1"/>
      </w:pPr>
      <w:r>
        <w:t>Acknowledgements</w:t>
      </w:r>
    </w:p>
    <w:p w14:paraId="5788CBCB" w14:textId="77777777" w:rsidR="00BA03AC" w:rsidRDefault="00BA03AC" w:rsidP="00BA03AC"/>
    <w:p w14:paraId="35FF1EE3" w14:textId="77777777" w:rsidR="00626FB7" w:rsidRPr="00D36B0E" w:rsidRDefault="00626FB7" w:rsidP="00626FB7">
      <w:pPr>
        <w:pStyle w:val="BodyText"/>
        <w:rPr>
          <w:lang w:val="la-Latn"/>
        </w:rPr>
      </w:pPr>
      <w:r w:rsidRPr="00D36B0E">
        <w:rPr>
          <w:szCs w:val="18"/>
          <w:lang w:val="la-Latn"/>
        </w:rPr>
        <w:t>Vestibulum et vulputate nisi, a malesuada mi. Nam pellentesque arcu sapien, at placerat odio imperdiet ut. Curabitur nec venenatis tellus, vel aliquet nisi. Curabitur vel ligula sit amet metus auctor pretium. Nullam nulla mi, blandit a mattis id, vulputate sit amet enim. Proin mollis fringilla dictum. Proin lacinia orci purus.</w:t>
      </w:r>
      <w:r w:rsidRPr="00D36B0E">
        <w:rPr>
          <w:lang w:val="la-Latn"/>
        </w:rPr>
        <w:t xml:space="preserve"> </w:t>
      </w:r>
    </w:p>
    <w:p w14:paraId="1750B2C6" w14:textId="77777777" w:rsidR="00626FB7" w:rsidRPr="00D36B0E" w:rsidRDefault="00626FB7" w:rsidP="00626FB7">
      <w:pPr>
        <w:pStyle w:val="BodyText"/>
        <w:rPr>
          <w:lang w:val="la-Latn"/>
        </w:rPr>
      </w:pPr>
      <w:r w:rsidRPr="00D36B0E">
        <w:rPr>
          <w:szCs w:val="18"/>
          <w:lang w:val="la-Latn"/>
        </w:rPr>
        <w:t>Proin consectetur lacus sit amet eleifend varius. Etiam eu blandit risus. Curabitur pellentesque urna sed dolor congue mattis. Vestibulum ut velit posuere, feugiat leo a, dignissim massa. Proin eu nulla risus. Fusce luctus bibendum est, sit amet venenatis nisi finibus non. Donec ultricies ornare nunc at lobortis. Nam a auctor metus. Vestibulum pretium condimentum turpis ac mattis. Curabitur semper sagittis rhoncus. Duis molestie facilisis mattis. Sed pharetra lorem id tortor efficitur, sed maximus leo posuere. Quisque suscipit molestie convallis. Duis imperdiet placerat congue. Morbi placerat, velit ut tempor porta, ex nisi imperdiet purus, non feugiat ex velit nec nulla.</w:t>
      </w:r>
      <w:r w:rsidRPr="00D36B0E">
        <w:rPr>
          <w:lang w:val="la-Latn"/>
        </w:rPr>
        <w:t xml:space="preserve"> </w:t>
      </w:r>
    </w:p>
    <w:p w14:paraId="0DE71446" w14:textId="77777777" w:rsidR="00EB376E" w:rsidRPr="0033735D" w:rsidRDefault="00EB376E" w:rsidP="00BA03AC">
      <w:pPr>
        <w:pStyle w:val="Heading1"/>
        <w:jc w:val="both"/>
      </w:pPr>
      <w:r w:rsidRPr="0033735D">
        <w:t>References</w:t>
      </w:r>
    </w:p>
    <w:p w14:paraId="750179B3" w14:textId="77777777" w:rsidR="00EB376E" w:rsidRPr="001C1A3E" w:rsidRDefault="00EB376E" w:rsidP="00EB376E">
      <w:pPr>
        <w:pStyle w:val="Reference"/>
        <w:rPr>
          <w:szCs w:val="16"/>
        </w:rPr>
      </w:pPr>
      <w:bookmarkStart w:id="1" w:name="_Ref131087840"/>
      <w:r w:rsidRPr="001C1A3E">
        <w:rPr>
          <w:szCs w:val="16"/>
        </w:rPr>
        <w:t>S</w:t>
      </w:r>
      <w:r w:rsidR="006566C3">
        <w:rPr>
          <w:szCs w:val="16"/>
        </w:rPr>
        <w:t>. B. </w:t>
      </w:r>
      <w:r w:rsidR="00AE2468">
        <w:rPr>
          <w:szCs w:val="16"/>
        </w:rPr>
        <w:t>Dav</w:t>
      </w:r>
      <w:r w:rsidR="006566C3">
        <w:rPr>
          <w:szCs w:val="16"/>
        </w:rPr>
        <w:t>is and P. </w:t>
      </w:r>
      <w:r w:rsidR="00AE2468">
        <w:rPr>
          <w:szCs w:val="16"/>
        </w:rPr>
        <w:t xml:space="preserve">Mermelstein, </w:t>
      </w:r>
      <w:r>
        <w:rPr>
          <w:szCs w:val="16"/>
        </w:rPr>
        <w:t>“</w:t>
      </w:r>
      <w:r w:rsidR="00AE2468">
        <w:rPr>
          <w:szCs w:val="16"/>
        </w:rPr>
        <w:t>Comparison of parametric representation for monosyllabic word recognition in con</w:t>
      </w:r>
      <w:r w:rsidR="00DE2492">
        <w:rPr>
          <w:szCs w:val="16"/>
        </w:rPr>
        <w:softHyphen/>
      </w:r>
      <w:r w:rsidR="00AE2468">
        <w:rPr>
          <w:szCs w:val="16"/>
        </w:rPr>
        <w:t>ti</w:t>
      </w:r>
      <w:r w:rsidR="00DE2492">
        <w:rPr>
          <w:szCs w:val="16"/>
        </w:rPr>
        <w:softHyphen/>
      </w:r>
      <w:r w:rsidR="00AE2468">
        <w:rPr>
          <w:szCs w:val="16"/>
        </w:rPr>
        <w:t>nuous</w:t>
      </w:r>
      <w:r w:rsidR="00DE2492">
        <w:rPr>
          <w:szCs w:val="16"/>
        </w:rPr>
        <w:softHyphen/>
      </w:r>
      <w:r w:rsidR="00AE2468">
        <w:rPr>
          <w:szCs w:val="16"/>
        </w:rPr>
        <w:t>ly spoken sentences,</w:t>
      </w:r>
      <w:r>
        <w:rPr>
          <w:szCs w:val="16"/>
        </w:rPr>
        <w:t>”</w:t>
      </w:r>
      <w:r w:rsidR="00AE2468">
        <w:rPr>
          <w:szCs w:val="16"/>
        </w:rPr>
        <w:t xml:space="preserve"> </w:t>
      </w:r>
      <w:r w:rsidR="00AE2468" w:rsidRPr="00AE2468">
        <w:rPr>
          <w:i/>
          <w:szCs w:val="16"/>
        </w:rPr>
        <w:t>IEEE Transactions on</w:t>
      </w:r>
      <w:r w:rsidRPr="00AE2468">
        <w:rPr>
          <w:i/>
          <w:szCs w:val="16"/>
        </w:rPr>
        <w:t xml:space="preserve"> </w:t>
      </w:r>
      <w:r w:rsidR="00AE2468" w:rsidRPr="00AE2468">
        <w:rPr>
          <w:i/>
          <w:szCs w:val="16"/>
        </w:rPr>
        <w:t xml:space="preserve">Acoustics, </w:t>
      </w:r>
      <w:r w:rsidRPr="00AE2468">
        <w:rPr>
          <w:i/>
          <w:szCs w:val="16"/>
        </w:rPr>
        <w:t xml:space="preserve">Speech and </w:t>
      </w:r>
      <w:r w:rsidR="00AE2468" w:rsidRPr="00AE2468">
        <w:rPr>
          <w:i/>
          <w:szCs w:val="16"/>
        </w:rPr>
        <w:t>Signal Processing</w:t>
      </w:r>
      <w:r w:rsidRPr="001C1A3E">
        <w:rPr>
          <w:szCs w:val="16"/>
        </w:rPr>
        <w:t xml:space="preserve">, </w:t>
      </w:r>
      <w:r w:rsidR="00AE2468">
        <w:rPr>
          <w:szCs w:val="16"/>
        </w:rPr>
        <w:t>vol. 28, no. 4, pp. 357</w:t>
      </w:r>
      <w:r w:rsidR="00A468F3">
        <w:rPr>
          <w:szCs w:val="16"/>
        </w:rPr>
        <w:t>–</w:t>
      </w:r>
      <w:r w:rsidR="00AE2468">
        <w:rPr>
          <w:szCs w:val="16"/>
        </w:rPr>
        <w:t xml:space="preserve">366, </w:t>
      </w:r>
      <w:r w:rsidR="003B751C">
        <w:rPr>
          <w:szCs w:val="16"/>
        </w:rPr>
        <w:t xml:space="preserve">Aug. </w:t>
      </w:r>
      <w:r w:rsidR="00AE2468">
        <w:rPr>
          <w:szCs w:val="16"/>
        </w:rPr>
        <w:t>1980</w:t>
      </w:r>
      <w:r w:rsidRPr="001C1A3E">
        <w:rPr>
          <w:szCs w:val="16"/>
        </w:rPr>
        <w:t>.</w:t>
      </w:r>
      <w:bookmarkEnd w:id="1"/>
    </w:p>
    <w:p w14:paraId="54A6B1AD" w14:textId="77777777" w:rsidR="00EB376E" w:rsidRPr="001C1A3E" w:rsidRDefault="006566C3" w:rsidP="00EB376E">
      <w:pPr>
        <w:pStyle w:val="Reference"/>
        <w:rPr>
          <w:szCs w:val="16"/>
        </w:rPr>
      </w:pPr>
      <w:bookmarkStart w:id="2" w:name="_Ref131087843"/>
      <w:r>
        <w:rPr>
          <w:szCs w:val="16"/>
        </w:rPr>
        <w:t>L. R. </w:t>
      </w:r>
      <w:r w:rsidR="004A7C8B">
        <w:rPr>
          <w:szCs w:val="16"/>
        </w:rPr>
        <w:t>Rabiner</w:t>
      </w:r>
      <w:r w:rsidR="00EB376E">
        <w:rPr>
          <w:szCs w:val="16"/>
        </w:rPr>
        <w:t>, “</w:t>
      </w:r>
      <w:bookmarkEnd w:id="2"/>
      <w:r w:rsidR="004A7C8B">
        <w:rPr>
          <w:szCs w:val="16"/>
        </w:rPr>
        <w:t>A tutorial on hidden Markov models and selec</w:t>
      </w:r>
      <w:r w:rsidR="0055124C">
        <w:rPr>
          <w:szCs w:val="16"/>
        </w:rPr>
        <w:softHyphen/>
      </w:r>
      <w:r w:rsidR="004A7C8B">
        <w:rPr>
          <w:szCs w:val="16"/>
        </w:rPr>
        <w:t>ted applications in speech recognition,”</w:t>
      </w:r>
      <w:r w:rsidR="00EB376E">
        <w:rPr>
          <w:szCs w:val="16"/>
        </w:rPr>
        <w:t xml:space="preserve"> </w:t>
      </w:r>
      <w:r w:rsidR="004A7C8B" w:rsidRPr="003D2502">
        <w:rPr>
          <w:i/>
          <w:szCs w:val="16"/>
        </w:rPr>
        <w:t>Proceedings of the IEEE</w:t>
      </w:r>
      <w:r w:rsidR="004A7C8B">
        <w:rPr>
          <w:szCs w:val="16"/>
        </w:rPr>
        <w:t>, vol. 77, no. 2</w:t>
      </w:r>
      <w:r w:rsidR="00EB376E" w:rsidRPr="007D19D8">
        <w:rPr>
          <w:szCs w:val="16"/>
        </w:rPr>
        <w:t>,</w:t>
      </w:r>
      <w:r w:rsidR="004A7C8B">
        <w:rPr>
          <w:szCs w:val="16"/>
        </w:rPr>
        <w:t xml:space="preserve"> pp</w:t>
      </w:r>
      <w:r w:rsidR="00A468F3">
        <w:rPr>
          <w:szCs w:val="16"/>
        </w:rPr>
        <w:t>.</w:t>
      </w:r>
      <w:r w:rsidR="00D957AF">
        <w:rPr>
          <w:szCs w:val="16"/>
        </w:rPr>
        <w:t xml:space="preserve"> </w:t>
      </w:r>
      <w:r w:rsidR="00A468F3">
        <w:rPr>
          <w:szCs w:val="16"/>
        </w:rPr>
        <w:t>257–</w:t>
      </w:r>
      <w:r w:rsidR="004A7C8B">
        <w:rPr>
          <w:szCs w:val="16"/>
        </w:rPr>
        <w:t>286</w:t>
      </w:r>
      <w:r w:rsidR="00EB376E">
        <w:rPr>
          <w:szCs w:val="16"/>
        </w:rPr>
        <w:t xml:space="preserve">, </w:t>
      </w:r>
      <w:r w:rsidR="003B751C">
        <w:rPr>
          <w:szCs w:val="16"/>
        </w:rPr>
        <w:t xml:space="preserve">Feb. </w:t>
      </w:r>
      <w:r w:rsidR="004A7C8B">
        <w:rPr>
          <w:szCs w:val="16"/>
        </w:rPr>
        <w:t>1989</w:t>
      </w:r>
      <w:r w:rsidR="00EB376E">
        <w:rPr>
          <w:szCs w:val="16"/>
        </w:rPr>
        <w:t>.</w:t>
      </w:r>
    </w:p>
    <w:p w14:paraId="19FB182F" w14:textId="77777777" w:rsidR="002E1EA8" w:rsidRPr="002E1EA8" w:rsidRDefault="00BE1283" w:rsidP="00EB376E">
      <w:pPr>
        <w:pStyle w:val="Reference"/>
        <w:rPr>
          <w:szCs w:val="16"/>
        </w:rPr>
      </w:pPr>
      <w:r w:rsidRPr="002E1EA8">
        <w:rPr>
          <w:szCs w:val="16"/>
        </w:rPr>
        <w:t>T</w:t>
      </w:r>
      <w:r w:rsidR="00EB376E" w:rsidRPr="002E1EA8">
        <w:rPr>
          <w:szCs w:val="16"/>
        </w:rPr>
        <w:t>.</w:t>
      </w:r>
      <w:r w:rsidR="006566C3" w:rsidRPr="002E1EA8">
        <w:rPr>
          <w:szCs w:val="16"/>
        </w:rPr>
        <w:t> Hastie, R. </w:t>
      </w:r>
      <w:proofErr w:type="spellStart"/>
      <w:r w:rsidR="006566C3" w:rsidRPr="002E1EA8">
        <w:rPr>
          <w:szCs w:val="16"/>
        </w:rPr>
        <w:t>Tibshirani</w:t>
      </w:r>
      <w:proofErr w:type="spellEnd"/>
      <w:r w:rsidR="006566C3" w:rsidRPr="002E1EA8">
        <w:rPr>
          <w:szCs w:val="16"/>
        </w:rPr>
        <w:t>, and J. </w:t>
      </w:r>
      <w:r w:rsidRPr="002E1EA8">
        <w:rPr>
          <w:szCs w:val="16"/>
        </w:rPr>
        <w:t xml:space="preserve">Friedman, </w:t>
      </w:r>
      <w:r w:rsidRPr="002E1EA8">
        <w:rPr>
          <w:i/>
          <w:szCs w:val="16"/>
        </w:rPr>
        <w:t>The Elements of Statis</w:t>
      </w:r>
      <w:r w:rsidRPr="002E1EA8">
        <w:rPr>
          <w:i/>
          <w:szCs w:val="16"/>
        </w:rPr>
        <w:softHyphen/>
        <w:t>tical Learning – Data Mining, Inference, and Prediction</w:t>
      </w:r>
      <w:r w:rsidRPr="002E1EA8">
        <w:rPr>
          <w:szCs w:val="16"/>
        </w:rPr>
        <w:t>. New York: Springer, 2009.</w:t>
      </w:r>
    </w:p>
    <w:p w14:paraId="50DB90D9" w14:textId="77777777" w:rsidR="00EE28EB" w:rsidRPr="00AD1224" w:rsidRDefault="00AD1224" w:rsidP="00AD1224">
      <w:pPr>
        <w:pStyle w:val="Reference"/>
        <w:rPr>
          <w:szCs w:val="16"/>
          <w:lang w:val="en-GB"/>
        </w:rPr>
      </w:pPr>
      <w:r w:rsidRPr="00AD1224">
        <w:rPr>
          <w:szCs w:val="16"/>
          <w:lang w:val="en-GB"/>
        </w:rPr>
        <w:t>J. Smith, F. Lastname2, and F. Lastname3, “A really good paper about Dy</w:t>
      </w:r>
      <w:r>
        <w:rPr>
          <w:szCs w:val="16"/>
          <w:lang w:val="en-GB"/>
        </w:rPr>
        <w:t>nam</w:t>
      </w:r>
      <w:r w:rsidRPr="00AD1224">
        <w:rPr>
          <w:szCs w:val="16"/>
          <w:lang w:val="en-GB"/>
        </w:rPr>
        <w:t xml:space="preserve">ic Time Warping,” in </w:t>
      </w:r>
      <w:r w:rsidRPr="00AD1224">
        <w:rPr>
          <w:i/>
          <w:iCs/>
          <w:szCs w:val="16"/>
          <w:lang w:val="en-GB"/>
        </w:rPr>
        <w:t>Proc. INTERSPEECH 2022 – 23rd Annual Conference of the International Speech Communication Association</w:t>
      </w:r>
      <w:r w:rsidRPr="00AD1224">
        <w:rPr>
          <w:szCs w:val="16"/>
          <w:lang w:val="en-GB"/>
        </w:rPr>
        <w:t xml:space="preserve">, Incheon, Korea, Sep. 2022, pp. 100–104. </w:t>
      </w:r>
    </w:p>
    <w:sectPr w:rsidR="00EE28EB" w:rsidRPr="00AD1224" w:rsidSect="006A771F">
      <w:headerReference w:type="even" r:id="rId11"/>
      <w:footnotePr>
        <w:numRestart w:val="eachPage"/>
      </w:footnotePr>
      <w:type w:val="continuous"/>
      <w:pgSz w:w="11907" w:h="16840" w:code="9"/>
      <w:pgMar w:top="1418" w:right="1134" w:bottom="1985" w:left="1134" w:header="0" w:footer="0" w:gutter="0"/>
      <w:cols w:num="2"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39B91" w14:textId="77777777" w:rsidR="00333F35" w:rsidRDefault="00333F35">
      <w:r>
        <w:separator/>
      </w:r>
    </w:p>
    <w:p w14:paraId="3F73FF2A" w14:textId="77777777" w:rsidR="00333F35" w:rsidRDefault="00333F35"/>
  </w:endnote>
  <w:endnote w:type="continuationSeparator" w:id="0">
    <w:p w14:paraId="7DC5452A" w14:textId="77777777" w:rsidR="00333F35" w:rsidRDefault="00333F35">
      <w:r>
        <w:continuationSeparator/>
      </w:r>
    </w:p>
    <w:p w14:paraId="13FB6801" w14:textId="77777777" w:rsidR="00333F35" w:rsidRDefault="00333F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notTrueType/>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D9B5B" w14:textId="77777777" w:rsidR="00896D10" w:rsidRDefault="00EA341B">
    <w:pPr>
      <w:pStyle w:val="Footer"/>
      <w:framePr w:wrap="around" w:vAnchor="text" w:hAnchor="margin" w:xAlign="center" w:y="1"/>
    </w:pPr>
    <w:r>
      <w:fldChar w:fldCharType="begin"/>
    </w:r>
    <w:r w:rsidR="00DB45E1">
      <w:instrText xml:space="preserve">PAGE  </w:instrText>
    </w:r>
    <w:r>
      <w:fldChar w:fldCharType="separate"/>
    </w:r>
    <w:r w:rsidR="00896D10">
      <w:rPr>
        <w:noProof/>
      </w:rPr>
      <w:t>1</w:t>
    </w:r>
    <w:r>
      <w:rPr>
        <w:noProof/>
      </w:rPr>
      <w:fldChar w:fldCharType="end"/>
    </w:r>
  </w:p>
  <w:p w14:paraId="3F8DE466" w14:textId="77777777" w:rsidR="00896D10" w:rsidRDefault="00896D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AD896" w14:textId="77777777" w:rsidR="00333F35" w:rsidRDefault="00333F35">
      <w:r>
        <w:separator/>
      </w:r>
    </w:p>
    <w:p w14:paraId="1433A6CC" w14:textId="77777777" w:rsidR="00333F35" w:rsidRDefault="00333F35"/>
  </w:footnote>
  <w:footnote w:type="continuationSeparator" w:id="0">
    <w:p w14:paraId="3CF88164" w14:textId="77777777" w:rsidR="00333F35" w:rsidRDefault="00333F35">
      <w:r>
        <w:continuationSeparator/>
      </w:r>
    </w:p>
    <w:p w14:paraId="2488ABAD" w14:textId="77777777" w:rsidR="00333F35" w:rsidRDefault="00333F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DB4B4" w14:textId="77777777" w:rsidR="00896D10" w:rsidRDefault="00896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36AAA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B6417E"/>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59C4DAE"/>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9E6AEFB8"/>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173E1136"/>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AB86C7E0"/>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52A5D74"/>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B870F8"/>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B8E662E"/>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C7C306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57F600E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797886D2"/>
    <w:lvl w:ilvl="0">
      <w:start w:val="1"/>
      <w:numFmt w:val="decimal"/>
      <w:pStyle w:val="Heading1"/>
      <w:lvlText w:val="%1."/>
      <w:lvlJc w:val="left"/>
      <w:pPr>
        <w:tabs>
          <w:tab w:val="num" w:pos="360"/>
        </w:tabs>
        <w:ind w:left="28" w:hanging="28"/>
      </w:pPr>
    </w:lvl>
    <w:lvl w:ilvl="1">
      <w:start w:val="1"/>
      <w:numFmt w:val="decimal"/>
      <w:pStyle w:val="Heading2"/>
      <w:lvlText w:val="%1.%2."/>
      <w:lvlJc w:val="left"/>
      <w:pPr>
        <w:tabs>
          <w:tab w:val="num" w:pos="360"/>
        </w:tabs>
        <w:ind w:left="0" w:firstLine="0"/>
      </w:p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pStyle w:val="Heading5"/>
      <w:lvlText w:val="%1.%2.%3.%4.%5"/>
      <w:lvlJc w:val="left"/>
      <w:pPr>
        <w:tabs>
          <w:tab w:val="num" w:pos="0"/>
        </w:tabs>
        <w:ind w:left="0" w:firstLine="0"/>
      </w:pPr>
    </w:lvl>
    <w:lvl w:ilvl="5">
      <w:start w:val="1"/>
      <w:numFmt w:val="decimal"/>
      <w:pStyle w:val="Heading6"/>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2" w15:restartNumberingAfterBreak="0">
    <w:nsid w:val="00000003"/>
    <w:multiLevelType w:val="singleLevel"/>
    <w:tmpl w:val="1AACA0D0"/>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1887957"/>
    <w:multiLevelType w:val="hybridMultilevel"/>
    <w:tmpl w:val="DBD4DFA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03AE60F7"/>
    <w:multiLevelType w:val="hybridMultilevel"/>
    <w:tmpl w:val="612C6A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06C43D7A"/>
    <w:multiLevelType w:val="hybridMultilevel"/>
    <w:tmpl w:val="635C3EC0"/>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cs="Arial"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cs="Arial"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cs="Arial"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21602581"/>
    <w:multiLevelType w:val="hybridMultilevel"/>
    <w:tmpl w:val="C73CDF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307B1F"/>
    <w:multiLevelType w:val="singleLevel"/>
    <w:tmpl w:val="D85E42B4"/>
    <w:lvl w:ilvl="0">
      <w:start w:val="1"/>
      <w:numFmt w:val="decimal"/>
      <w:pStyle w:val="NumItem"/>
      <w:lvlText w:val="%1."/>
      <w:lvlJc w:val="left"/>
      <w:pPr>
        <w:tabs>
          <w:tab w:val="num" w:pos="360"/>
        </w:tabs>
        <w:ind w:left="360" w:hanging="360"/>
      </w:pPr>
    </w:lvl>
  </w:abstractNum>
  <w:abstractNum w:abstractNumId="18" w15:restartNumberingAfterBreak="0">
    <w:nsid w:val="41DB3092"/>
    <w:multiLevelType w:val="hybridMultilevel"/>
    <w:tmpl w:val="24C031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1F436B"/>
    <w:multiLevelType w:val="multilevel"/>
    <w:tmpl w:val="421C7A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5275C0D"/>
    <w:multiLevelType w:val="singleLevel"/>
    <w:tmpl w:val="D838826C"/>
    <w:lvl w:ilvl="0">
      <w:start w:val="1"/>
      <w:numFmt w:val="decimal"/>
      <w:pStyle w:val="Reference"/>
      <w:lvlText w:val="[%1]"/>
      <w:lvlJc w:val="left"/>
      <w:pPr>
        <w:tabs>
          <w:tab w:val="num" w:pos="360"/>
        </w:tabs>
        <w:ind w:left="360" w:hanging="360"/>
      </w:pPr>
    </w:lvl>
  </w:abstractNum>
  <w:abstractNum w:abstractNumId="21" w15:restartNumberingAfterBreak="0">
    <w:nsid w:val="72655AF6"/>
    <w:multiLevelType w:val="hybridMultilevel"/>
    <w:tmpl w:val="3DDA23F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75377389">
    <w:abstractNumId w:val="11"/>
  </w:num>
  <w:num w:numId="2" w16cid:durableId="740759872">
    <w:abstractNumId w:val="20"/>
  </w:num>
  <w:num w:numId="3" w16cid:durableId="805049646">
    <w:abstractNumId w:val="17"/>
  </w:num>
  <w:num w:numId="4" w16cid:durableId="1889993179">
    <w:abstractNumId w:val="12"/>
  </w:num>
  <w:num w:numId="5" w16cid:durableId="1419672120">
    <w:abstractNumId w:val="13"/>
  </w:num>
  <w:num w:numId="6" w16cid:durableId="904493097">
    <w:abstractNumId w:val="16"/>
  </w:num>
  <w:num w:numId="7" w16cid:durableId="423720441">
    <w:abstractNumId w:val="8"/>
  </w:num>
  <w:num w:numId="8" w16cid:durableId="1215576981">
    <w:abstractNumId w:val="10"/>
  </w:num>
  <w:num w:numId="9" w16cid:durableId="170263565">
    <w:abstractNumId w:val="21"/>
  </w:num>
  <w:num w:numId="10" w16cid:durableId="1864056323">
    <w:abstractNumId w:val="15"/>
  </w:num>
  <w:num w:numId="11" w16cid:durableId="1079597461">
    <w:abstractNumId w:val="14"/>
  </w:num>
  <w:num w:numId="12" w16cid:durableId="1214928236">
    <w:abstractNumId w:val="18"/>
  </w:num>
  <w:num w:numId="13" w16cid:durableId="1733653460">
    <w:abstractNumId w:val="7"/>
  </w:num>
  <w:num w:numId="14" w16cid:durableId="1304893566">
    <w:abstractNumId w:val="6"/>
  </w:num>
  <w:num w:numId="15" w16cid:durableId="1030643726">
    <w:abstractNumId w:val="5"/>
  </w:num>
  <w:num w:numId="16" w16cid:durableId="1983000832">
    <w:abstractNumId w:val="2"/>
  </w:num>
  <w:num w:numId="17" w16cid:durableId="1842430851">
    <w:abstractNumId w:val="1"/>
  </w:num>
  <w:num w:numId="18" w16cid:durableId="1269699903">
    <w:abstractNumId w:val="9"/>
  </w:num>
  <w:num w:numId="19" w16cid:durableId="448085801">
    <w:abstractNumId w:val="4"/>
  </w:num>
  <w:num w:numId="20" w16cid:durableId="1893812310">
    <w:abstractNumId w:val="3"/>
  </w:num>
  <w:num w:numId="21" w16cid:durableId="2125030934">
    <w:abstractNumId w:val="0"/>
  </w:num>
  <w:num w:numId="22" w16cid:durableId="16269584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17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ENInstantFormat&gt;"/>
    <w:docVar w:name="EN.Layout" w:val="&lt;ENLayout&gt;&lt;Style&gt;Numbered&lt;/Style&gt;&lt;LeftDelim&gt;{&lt;/LeftDelim&gt;&lt;RightDelim&gt;}&lt;/RightDelim&gt;&lt;FontName&gt;Times New Roman&lt;/FontName&gt;&lt;FontSize&gt;9&lt;/FontSize&gt;&lt;ReflistTitle&gt;&lt;/ReflistTitle&gt;&lt;StartingRefnum&gt;1&lt;/StartingRefnum&gt;&lt;FirstLineIndent&gt;0&lt;/FirstLineIndent&gt;&lt;HangingIndent&gt;360&lt;/HangingIndent&gt;&lt;LineSpacing&gt;0&lt;/LineSpacing&gt;&lt;SpaceAfter&gt;0&lt;/SpaceAfter&gt;&lt;/ENLayout&gt;"/>
    <w:docVar w:name="EN.Libraries" w:val="&lt;ENLibraries&gt;&lt;Libraries&gt;&lt;item&gt;SLU.enl&lt;/item&gt;&lt;/Libraries&gt;&lt;/ENLibraries&gt;"/>
  </w:docVars>
  <w:rsids>
    <w:rsidRoot w:val="00744B29"/>
    <w:rsid w:val="00001585"/>
    <w:rsid w:val="00004E15"/>
    <w:rsid w:val="00006BF1"/>
    <w:rsid w:val="000261C1"/>
    <w:rsid w:val="00040F7E"/>
    <w:rsid w:val="0004628A"/>
    <w:rsid w:val="00057FC8"/>
    <w:rsid w:val="00076E82"/>
    <w:rsid w:val="000814FC"/>
    <w:rsid w:val="00085C62"/>
    <w:rsid w:val="00093A9E"/>
    <w:rsid w:val="000C0A03"/>
    <w:rsid w:val="000D367E"/>
    <w:rsid w:val="000E60FD"/>
    <w:rsid w:val="000F07CA"/>
    <w:rsid w:val="000F3F25"/>
    <w:rsid w:val="0010582A"/>
    <w:rsid w:val="001126CB"/>
    <w:rsid w:val="0011605A"/>
    <w:rsid w:val="00126ACC"/>
    <w:rsid w:val="00131D1A"/>
    <w:rsid w:val="0014217B"/>
    <w:rsid w:val="001468BA"/>
    <w:rsid w:val="00147DC4"/>
    <w:rsid w:val="001521AC"/>
    <w:rsid w:val="001736D3"/>
    <w:rsid w:val="0017426D"/>
    <w:rsid w:val="00191EDE"/>
    <w:rsid w:val="00192AB9"/>
    <w:rsid w:val="001965A7"/>
    <w:rsid w:val="00196FD6"/>
    <w:rsid w:val="001A7D8A"/>
    <w:rsid w:val="001B2CE2"/>
    <w:rsid w:val="001B7B06"/>
    <w:rsid w:val="001C1A3E"/>
    <w:rsid w:val="001C30BD"/>
    <w:rsid w:val="001C370A"/>
    <w:rsid w:val="001D62D6"/>
    <w:rsid w:val="001D7F40"/>
    <w:rsid w:val="001F475E"/>
    <w:rsid w:val="00210860"/>
    <w:rsid w:val="00211B04"/>
    <w:rsid w:val="002145F4"/>
    <w:rsid w:val="002245D9"/>
    <w:rsid w:val="00231591"/>
    <w:rsid w:val="00240908"/>
    <w:rsid w:val="00241530"/>
    <w:rsid w:val="0024262C"/>
    <w:rsid w:val="00252BAC"/>
    <w:rsid w:val="00261602"/>
    <w:rsid w:val="00272229"/>
    <w:rsid w:val="00285493"/>
    <w:rsid w:val="0029600F"/>
    <w:rsid w:val="002A1B00"/>
    <w:rsid w:val="002A72D9"/>
    <w:rsid w:val="002B2CCA"/>
    <w:rsid w:val="002B46BC"/>
    <w:rsid w:val="002C46BB"/>
    <w:rsid w:val="002C70D4"/>
    <w:rsid w:val="002D10FD"/>
    <w:rsid w:val="002D26A4"/>
    <w:rsid w:val="002E01ED"/>
    <w:rsid w:val="002E1EA8"/>
    <w:rsid w:val="002F44D7"/>
    <w:rsid w:val="00303038"/>
    <w:rsid w:val="00307476"/>
    <w:rsid w:val="0032555A"/>
    <w:rsid w:val="003331B0"/>
    <w:rsid w:val="00333F35"/>
    <w:rsid w:val="00340219"/>
    <w:rsid w:val="00341D6E"/>
    <w:rsid w:val="00342C29"/>
    <w:rsid w:val="0035542C"/>
    <w:rsid w:val="00355867"/>
    <w:rsid w:val="00362ED5"/>
    <w:rsid w:val="003663E9"/>
    <w:rsid w:val="00372416"/>
    <w:rsid w:val="00376E7B"/>
    <w:rsid w:val="00377012"/>
    <w:rsid w:val="003775B9"/>
    <w:rsid w:val="00382739"/>
    <w:rsid w:val="00385071"/>
    <w:rsid w:val="00390BB5"/>
    <w:rsid w:val="003971E0"/>
    <w:rsid w:val="003B1C80"/>
    <w:rsid w:val="003B37EA"/>
    <w:rsid w:val="003B4333"/>
    <w:rsid w:val="003B4C5A"/>
    <w:rsid w:val="003B751C"/>
    <w:rsid w:val="003C08B9"/>
    <w:rsid w:val="003C1469"/>
    <w:rsid w:val="003C6D0A"/>
    <w:rsid w:val="003D2502"/>
    <w:rsid w:val="003E770D"/>
    <w:rsid w:val="003F78B7"/>
    <w:rsid w:val="00403A05"/>
    <w:rsid w:val="004167DE"/>
    <w:rsid w:val="0042519E"/>
    <w:rsid w:val="004310A3"/>
    <w:rsid w:val="004350AD"/>
    <w:rsid w:val="00435863"/>
    <w:rsid w:val="00442711"/>
    <w:rsid w:val="00451197"/>
    <w:rsid w:val="00482F6F"/>
    <w:rsid w:val="004A7C8B"/>
    <w:rsid w:val="004B1FC5"/>
    <w:rsid w:val="004C0A7F"/>
    <w:rsid w:val="004C2F52"/>
    <w:rsid w:val="004D438F"/>
    <w:rsid w:val="004E23A8"/>
    <w:rsid w:val="004E34B6"/>
    <w:rsid w:val="004F0CA7"/>
    <w:rsid w:val="00533B92"/>
    <w:rsid w:val="00546408"/>
    <w:rsid w:val="0055124C"/>
    <w:rsid w:val="00557997"/>
    <w:rsid w:val="005644AE"/>
    <w:rsid w:val="00566030"/>
    <w:rsid w:val="005B04AD"/>
    <w:rsid w:val="005B0882"/>
    <w:rsid w:val="005B6383"/>
    <w:rsid w:val="005C4174"/>
    <w:rsid w:val="005C6E74"/>
    <w:rsid w:val="005D4B87"/>
    <w:rsid w:val="005E6B3E"/>
    <w:rsid w:val="005E7F2D"/>
    <w:rsid w:val="005F74C9"/>
    <w:rsid w:val="00601313"/>
    <w:rsid w:val="0060531A"/>
    <w:rsid w:val="00606A8E"/>
    <w:rsid w:val="00613C75"/>
    <w:rsid w:val="0061402F"/>
    <w:rsid w:val="00615740"/>
    <w:rsid w:val="00626FB7"/>
    <w:rsid w:val="00631189"/>
    <w:rsid w:val="00643457"/>
    <w:rsid w:val="00644741"/>
    <w:rsid w:val="00651CA6"/>
    <w:rsid w:val="006566C3"/>
    <w:rsid w:val="00673B7C"/>
    <w:rsid w:val="00686DD8"/>
    <w:rsid w:val="006A771F"/>
    <w:rsid w:val="006C7416"/>
    <w:rsid w:val="006D1362"/>
    <w:rsid w:val="006D7203"/>
    <w:rsid w:val="006F2A1E"/>
    <w:rsid w:val="007078A6"/>
    <w:rsid w:val="00723444"/>
    <w:rsid w:val="00740586"/>
    <w:rsid w:val="00740F5C"/>
    <w:rsid w:val="00744B29"/>
    <w:rsid w:val="00757F43"/>
    <w:rsid w:val="007752A6"/>
    <w:rsid w:val="0077737A"/>
    <w:rsid w:val="00781D02"/>
    <w:rsid w:val="00791D73"/>
    <w:rsid w:val="007B21D8"/>
    <w:rsid w:val="007C2697"/>
    <w:rsid w:val="007C60BA"/>
    <w:rsid w:val="007D19D8"/>
    <w:rsid w:val="007E51AF"/>
    <w:rsid w:val="007E538F"/>
    <w:rsid w:val="007E732B"/>
    <w:rsid w:val="007F3F27"/>
    <w:rsid w:val="00806807"/>
    <w:rsid w:val="00813381"/>
    <w:rsid w:val="00816965"/>
    <w:rsid w:val="00817F21"/>
    <w:rsid w:val="008354CD"/>
    <w:rsid w:val="00840551"/>
    <w:rsid w:val="00862963"/>
    <w:rsid w:val="00862AB8"/>
    <w:rsid w:val="008634F6"/>
    <w:rsid w:val="00896D10"/>
    <w:rsid w:val="00897B12"/>
    <w:rsid w:val="008B7144"/>
    <w:rsid w:val="008C145A"/>
    <w:rsid w:val="008C2E03"/>
    <w:rsid w:val="008C6821"/>
    <w:rsid w:val="008E0FA8"/>
    <w:rsid w:val="008E1D8F"/>
    <w:rsid w:val="008F11DB"/>
    <w:rsid w:val="008F4C3E"/>
    <w:rsid w:val="00904AC5"/>
    <w:rsid w:val="00933CCC"/>
    <w:rsid w:val="009363CB"/>
    <w:rsid w:val="009435A7"/>
    <w:rsid w:val="009437EA"/>
    <w:rsid w:val="0095591D"/>
    <w:rsid w:val="009569C4"/>
    <w:rsid w:val="00967965"/>
    <w:rsid w:val="00970D26"/>
    <w:rsid w:val="009803E1"/>
    <w:rsid w:val="009809F4"/>
    <w:rsid w:val="009879A5"/>
    <w:rsid w:val="009935B9"/>
    <w:rsid w:val="00995BF8"/>
    <w:rsid w:val="009A71D3"/>
    <w:rsid w:val="009B1555"/>
    <w:rsid w:val="009C172C"/>
    <w:rsid w:val="009C19E6"/>
    <w:rsid w:val="009D0299"/>
    <w:rsid w:val="009F0933"/>
    <w:rsid w:val="009F75BD"/>
    <w:rsid w:val="00A03B45"/>
    <w:rsid w:val="00A14B17"/>
    <w:rsid w:val="00A2585B"/>
    <w:rsid w:val="00A33F8A"/>
    <w:rsid w:val="00A468F3"/>
    <w:rsid w:val="00A65AA1"/>
    <w:rsid w:val="00A92A71"/>
    <w:rsid w:val="00AA0EF1"/>
    <w:rsid w:val="00AA372F"/>
    <w:rsid w:val="00AA3B2A"/>
    <w:rsid w:val="00AC4A1F"/>
    <w:rsid w:val="00AC7B35"/>
    <w:rsid w:val="00AD0510"/>
    <w:rsid w:val="00AD0531"/>
    <w:rsid w:val="00AD1224"/>
    <w:rsid w:val="00AD2EC0"/>
    <w:rsid w:val="00AD4172"/>
    <w:rsid w:val="00AE2468"/>
    <w:rsid w:val="00AF0CA4"/>
    <w:rsid w:val="00AF0FBB"/>
    <w:rsid w:val="00B051E6"/>
    <w:rsid w:val="00B1050C"/>
    <w:rsid w:val="00B1582F"/>
    <w:rsid w:val="00B2112B"/>
    <w:rsid w:val="00B21DA8"/>
    <w:rsid w:val="00B31EDF"/>
    <w:rsid w:val="00B47930"/>
    <w:rsid w:val="00B50090"/>
    <w:rsid w:val="00B575A0"/>
    <w:rsid w:val="00B64020"/>
    <w:rsid w:val="00B733FF"/>
    <w:rsid w:val="00B740EF"/>
    <w:rsid w:val="00B76601"/>
    <w:rsid w:val="00B7745F"/>
    <w:rsid w:val="00B82301"/>
    <w:rsid w:val="00BA03AC"/>
    <w:rsid w:val="00BA1000"/>
    <w:rsid w:val="00BA2A4E"/>
    <w:rsid w:val="00BA36A7"/>
    <w:rsid w:val="00BB1F64"/>
    <w:rsid w:val="00BB2B51"/>
    <w:rsid w:val="00BD5A7C"/>
    <w:rsid w:val="00BE1283"/>
    <w:rsid w:val="00BE12DE"/>
    <w:rsid w:val="00BE542C"/>
    <w:rsid w:val="00C01C60"/>
    <w:rsid w:val="00C047A2"/>
    <w:rsid w:val="00C12426"/>
    <w:rsid w:val="00C25CB7"/>
    <w:rsid w:val="00C409F7"/>
    <w:rsid w:val="00C76291"/>
    <w:rsid w:val="00C83099"/>
    <w:rsid w:val="00C87B28"/>
    <w:rsid w:val="00C90371"/>
    <w:rsid w:val="00CA6BC4"/>
    <w:rsid w:val="00CB24CC"/>
    <w:rsid w:val="00CC6CF8"/>
    <w:rsid w:val="00CD11A4"/>
    <w:rsid w:val="00CE13F2"/>
    <w:rsid w:val="00CE747E"/>
    <w:rsid w:val="00CF2EB5"/>
    <w:rsid w:val="00CF3116"/>
    <w:rsid w:val="00D02B23"/>
    <w:rsid w:val="00D0741C"/>
    <w:rsid w:val="00D1369C"/>
    <w:rsid w:val="00D1761F"/>
    <w:rsid w:val="00D20455"/>
    <w:rsid w:val="00D27F99"/>
    <w:rsid w:val="00D339B9"/>
    <w:rsid w:val="00D36B0E"/>
    <w:rsid w:val="00D477DB"/>
    <w:rsid w:val="00D50E12"/>
    <w:rsid w:val="00D803CC"/>
    <w:rsid w:val="00D855AF"/>
    <w:rsid w:val="00D9424E"/>
    <w:rsid w:val="00D957AF"/>
    <w:rsid w:val="00D96309"/>
    <w:rsid w:val="00D97BCD"/>
    <w:rsid w:val="00DB45E1"/>
    <w:rsid w:val="00DD0B13"/>
    <w:rsid w:val="00DE239E"/>
    <w:rsid w:val="00DE2492"/>
    <w:rsid w:val="00DE75A4"/>
    <w:rsid w:val="00DF2054"/>
    <w:rsid w:val="00DF6F1D"/>
    <w:rsid w:val="00DF7924"/>
    <w:rsid w:val="00E07261"/>
    <w:rsid w:val="00E07391"/>
    <w:rsid w:val="00E242F7"/>
    <w:rsid w:val="00E26C06"/>
    <w:rsid w:val="00E26E62"/>
    <w:rsid w:val="00E33737"/>
    <w:rsid w:val="00E36139"/>
    <w:rsid w:val="00E542FC"/>
    <w:rsid w:val="00E66377"/>
    <w:rsid w:val="00E66694"/>
    <w:rsid w:val="00E72E35"/>
    <w:rsid w:val="00E7616C"/>
    <w:rsid w:val="00E83061"/>
    <w:rsid w:val="00E91B82"/>
    <w:rsid w:val="00E92C85"/>
    <w:rsid w:val="00E94898"/>
    <w:rsid w:val="00EA1CFA"/>
    <w:rsid w:val="00EA341B"/>
    <w:rsid w:val="00EB00B5"/>
    <w:rsid w:val="00EB376E"/>
    <w:rsid w:val="00EE28EB"/>
    <w:rsid w:val="00EE7BD8"/>
    <w:rsid w:val="00EF15D8"/>
    <w:rsid w:val="00EF7A74"/>
    <w:rsid w:val="00F00132"/>
    <w:rsid w:val="00F01935"/>
    <w:rsid w:val="00F12578"/>
    <w:rsid w:val="00F204A4"/>
    <w:rsid w:val="00F261A0"/>
    <w:rsid w:val="00F341B3"/>
    <w:rsid w:val="00F40349"/>
    <w:rsid w:val="00F479A9"/>
    <w:rsid w:val="00F649BE"/>
    <w:rsid w:val="00F82088"/>
    <w:rsid w:val="00F82A60"/>
    <w:rsid w:val="00F94ABD"/>
    <w:rsid w:val="00F95F24"/>
    <w:rsid w:val="00FA1354"/>
    <w:rsid w:val="00FA17E9"/>
    <w:rsid w:val="00FB006F"/>
    <w:rsid w:val="00FC5DB9"/>
    <w:rsid w:val="00FD55B3"/>
    <w:rsid w:val="00FE4D74"/>
  </w:rsids>
  <m:mathPr>
    <m:mathFont m:val="Cambria Math"/>
    <m:brkBin m:val="before"/>
    <m:brkBinSub m:val="--"/>
    <m:smallFrac m:val="0"/>
    <m:dispDef/>
    <m:lMargin m:val="0"/>
    <m:rMargin m:val="0"/>
    <m:defJc m:val="centerGroup"/>
    <m:wrapIndent m:val="1440"/>
    <m:intLim m:val="subSup"/>
    <m:naryLim m:val="undOvr"/>
  </m:mathPr>
  <w:themeFontLang w:val="en-IN" w:eastAsia="ja-JP"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564438"/>
  <w15:docId w15:val="{3910CB9D-D2F5-4DE9-990E-B2C912B3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Bullet 2" w:unhideWhenUsed="1"/>
    <w:lsdException w:name="List Bullet 3"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45E1"/>
    <w:pPr>
      <w:jc w:val="both"/>
    </w:pPr>
    <w:rPr>
      <w:sz w:val="18"/>
      <w:lang w:val="en-US" w:eastAsia="en-US"/>
    </w:rPr>
  </w:style>
  <w:style w:type="paragraph" w:styleId="Heading1">
    <w:name w:val="heading 1"/>
    <w:basedOn w:val="Normal"/>
    <w:next w:val="Normal"/>
    <w:autoRedefine/>
    <w:qFormat/>
    <w:rsid w:val="001F1BE1"/>
    <w:pPr>
      <w:keepNext/>
      <w:numPr>
        <w:numId w:val="1"/>
      </w:numPr>
      <w:spacing w:before="180" w:after="120"/>
      <w:jc w:val="center"/>
      <w:outlineLvl w:val="0"/>
    </w:pPr>
    <w:rPr>
      <w:b/>
      <w:sz w:val="24"/>
      <w:szCs w:val="24"/>
    </w:rPr>
  </w:style>
  <w:style w:type="paragraph" w:styleId="Heading2">
    <w:name w:val="heading 2"/>
    <w:basedOn w:val="Normal"/>
    <w:next w:val="BodyText"/>
    <w:autoRedefine/>
    <w:qFormat/>
    <w:rsid w:val="00AA372F"/>
    <w:pPr>
      <w:keepNext/>
      <w:numPr>
        <w:ilvl w:val="1"/>
        <w:numId w:val="1"/>
      </w:numPr>
      <w:spacing w:before="180" w:after="120"/>
      <w:outlineLvl w:val="1"/>
    </w:pPr>
    <w:rPr>
      <w:b/>
      <w:bCs/>
      <w:iCs/>
    </w:rPr>
  </w:style>
  <w:style w:type="paragraph" w:styleId="Heading3">
    <w:name w:val="heading 3"/>
    <w:basedOn w:val="Normal"/>
    <w:next w:val="Normal"/>
    <w:autoRedefine/>
    <w:qFormat/>
    <w:rsid w:val="00AA372F"/>
    <w:pPr>
      <w:keepNext/>
      <w:numPr>
        <w:ilvl w:val="2"/>
        <w:numId w:val="1"/>
      </w:numPr>
      <w:tabs>
        <w:tab w:val="clear" w:pos="720"/>
        <w:tab w:val="left" w:pos="576"/>
      </w:tabs>
      <w:spacing w:before="180" w:after="120"/>
      <w:outlineLvl w:val="2"/>
    </w:pPr>
    <w:rPr>
      <w:i/>
    </w:rPr>
  </w:style>
  <w:style w:type="paragraph" w:styleId="Heading4">
    <w:name w:val="heading 4"/>
    <w:basedOn w:val="Normal"/>
    <w:next w:val="Normal"/>
    <w:qFormat/>
    <w:rsid w:val="001468BA"/>
    <w:pPr>
      <w:keepNext/>
      <w:numPr>
        <w:ilvl w:val="3"/>
        <w:numId w:val="1"/>
      </w:numPr>
      <w:spacing w:before="240" w:after="60"/>
      <w:outlineLvl w:val="3"/>
    </w:pPr>
    <w:rPr>
      <w:b/>
      <w:i/>
    </w:rPr>
  </w:style>
  <w:style w:type="paragraph" w:styleId="Heading5">
    <w:name w:val="heading 5"/>
    <w:basedOn w:val="Normal"/>
    <w:next w:val="Normal"/>
    <w:qFormat/>
    <w:rsid w:val="001468BA"/>
    <w:pPr>
      <w:numPr>
        <w:ilvl w:val="4"/>
        <w:numId w:val="1"/>
      </w:numPr>
      <w:spacing w:before="240" w:after="60"/>
      <w:outlineLvl w:val="4"/>
    </w:pPr>
  </w:style>
  <w:style w:type="paragraph" w:styleId="Heading6">
    <w:name w:val="heading 6"/>
    <w:basedOn w:val="Normal"/>
    <w:next w:val="Normal"/>
    <w:qFormat/>
    <w:rsid w:val="001468BA"/>
    <w:pPr>
      <w:numPr>
        <w:ilvl w:val="5"/>
        <w:numId w:val="1"/>
      </w:numPr>
      <w:spacing w:before="240" w:after="60"/>
      <w:outlineLvl w:val="5"/>
    </w:pPr>
    <w:rPr>
      <w:rFonts w:ascii="Arial" w:hAnsi="Arial"/>
      <w:i/>
      <w:sz w:val="22"/>
    </w:rPr>
  </w:style>
  <w:style w:type="paragraph" w:styleId="Heading7">
    <w:name w:val="heading 7"/>
    <w:basedOn w:val="Normal"/>
    <w:next w:val="Normal"/>
    <w:qFormat/>
    <w:rsid w:val="001468BA"/>
    <w:pPr>
      <w:numPr>
        <w:ilvl w:val="6"/>
        <w:numId w:val="1"/>
      </w:numPr>
      <w:spacing w:before="240" w:after="60"/>
      <w:outlineLvl w:val="6"/>
    </w:pPr>
    <w:rPr>
      <w:rFonts w:ascii="Arial" w:hAnsi="Arial"/>
    </w:rPr>
  </w:style>
  <w:style w:type="paragraph" w:styleId="Heading8">
    <w:name w:val="heading 8"/>
    <w:basedOn w:val="Normal"/>
    <w:next w:val="Normal"/>
    <w:qFormat/>
    <w:rsid w:val="001468BA"/>
    <w:pPr>
      <w:numPr>
        <w:ilvl w:val="7"/>
        <w:numId w:val="1"/>
      </w:numPr>
      <w:spacing w:before="240" w:after="60"/>
      <w:outlineLvl w:val="7"/>
    </w:pPr>
    <w:rPr>
      <w:rFonts w:ascii="Arial" w:hAnsi="Arial"/>
      <w:i/>
    </w:rPr>
  </w:style>
  <w:style w:type="paragraph" w:styleId="Heading9">
    <w:name w:val="heading 9"/>
    <w:basedOn w:val="Normal"/>
    <w:next w:val="Normal"/>
    <w:qFormat/>
    <w:rsid w:val="001468BA"/>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1468BA"/>
  </w:style>
  <w:style w:type="paragraph" w:customStyle="1" w:styleId="FootnoteBase">
    <w:name w:val="Footnote Base"/>
    <w:basedOn w:val="Normal"/>
    <w:rsid w:val="001468BA"/>
    <w:pPr>
      <w:tabs>
        <w:tab w:val="left" w:pos="187"/>
      </w:tabs>
      <w:spacing w:line="220" w:lineRule="exact"/>
      <w:ind w:left="187" w:hanging="187"/>
    </w:pPr>
  </w:style>
  <w:style w:type="paragraph" w:styleId="Caption">
    <w:name w:val="caption"/>
    <w:basedOn w:val="Normal"/>
    <w:next w:val="Normal"/>
    <w:link w:val="CaptionChar"/>
    <w:qFormat/>
    <w:rsid w:val="00E92C85"/>
    <w:pPr>
      <w:ind w:left="289" w:right="289"/>
      <w:jc w:val="center"/>
    </w:pPr>
    <w:rPr>
      <w:szCs w:val="18"/>
    </w:rPr>
  </w:style>
  <w:style w:type="character" w:customStyle="1" w:styleId="CaptionChar">
    <w:name w:val="Caption Char"/>
    <w:basedOn w:val="DefaultParagraphFont"/>
    <w:link w:val="Caption"/>
    <w:rsid w:val="00E92C85"/>
    <w:rPr>
      <w:sz w:val="18"/>
      <w:szCs w:val="18"/>
      <w:lang w:val="en-US" w:eastAsia="en-US"/>
    </w:rPr>
  </w:style>
  <w:style w:type="paragraph" w:customStyle="1" w:styleId="BodyTextNext">
    <w:name w:val="Body Text Next"/>
    <w:basedOn w:val="BodyText"/>
    <w:rsid w:val="005E6B3E"/>
    <w:pPr>
      <w:ind w:firstLine="284"/>
    </w:pPr>
  </w:style>
  <w:style w:type="paragraph" w:styleId="BodyText">
    <w:name w:val="Body Text"/>
    <w:basedOn w:val="Normal"/>
    <w:next w:val="BodyTextNext"/>
    <w:link w:val="BodyTextChar"/>
    <w:rsid w:val="00E242F7"/>
    <w:pPr>
      <w:spacing w:after="60"/>
    </w:pPr>
  </w:style>
  <w:style w:type="paragraph" w:styleId="Title">
    <w:name w:val="Title"/>
    <w:basedOn w:val="Normal"/>
    <w:next w:val="Author"/>
    <w:qFormat/>
    <w:rsid w:val="004350AD"/>
    <w:pPr>
      <w:spacing w:after="60"/>
      <w:jc w:val="center"/>
      <w:outlineLvl w:val="0"/>
    </w:pPr>
    <w:rPr>
      <w:rFonts w:cs="Arial"/>
      <w:b/>
      <w:bCs/>
      <w:kern w:val="28"/>
      <w:sz w:val="28"/>
      <w:szCs w:val="32"/>
    </w:rPr>
  </w:style>
  <w:style w:type="paragraph" w:customStyle="1" w:styleId="Author">
    <w:name w:val="Author"/>
    <w:basedOn w:val="Normal"/>
    <w:next w:val="Affiliation"/>
    <w:rsid w:val="001468BA"/>
    <w:pPr>
      <w:spacing w:before="220" w:after="220"/>
      <w:jc w:val="center"/>
    </w:pPr>
    <w:rPr>
      <w:i/>
      <w:sz w:val="24"/>
    </w:rPr>
  </w:style>
  <w:style w:type="paragraph" w:customStyle="1" w:styleId="Affiliation">
    <w:name w:val="Affiliation"/>
    <w:basedOn w:val="Normal"/>
    <w:rsid w:val="001468BA"/>
    <w:pPr>
      <w:jc w:val="center"/>
    </w:pPr>
    <w:rPr>
      <w:sz w:val="24"/>
    </w:rPr>
  </w:style>
  <w:style w:type="character" w:styleId="EndnoteReference">
    <w:name w:val="endnote reference"/>
    <w:basedOn w:val="DefaultParagraphFont"/>
    <w:semiHidden/>
    <w:rsid w:val="001468BA"/>
    <w:rPr>
      <w:vertAlign w:val="superscript"/>
    </w:rPr>
  </w:style>
  <w:style w:type="paragraph" w:styleId="Footer">
    <w:name w:val="footer"/>
    <w:basedOn w:val="Normal"/>
    <w:rsid w:val="001468BA"/>
    <w:pPr>
      <w:tabs>
        <w:tab w:val="center" w:pos="4320"/>
        <w:tab w:val="right" w:pos="8640"/>
      </w:tabs>
    </w:pPr>
  </w:style>
  <w:style w:type="paragraph" w:styleId="FootnoteText">
    <w:name w:val="footnote text"/>
    <w:basedOn w:val="Normal"/>
    <w:semiHidden/>
    <w:rsid w:val="001468BA"/>
  </w:style>
  <w:style w:type="character" w:styleId="FootnoteReference">
    <w:name w:val="footnote reference"/>
    <w:basedOn w:val="DefaultParagraphFont"/>
    <w:semiHidden/>
    <w:rsid w:val="001468BA"/>
    <w:rPr>
      <w:vertAlign w:val="superscript"/>
    </w:rPr>
  </w:style>
  <w:style w:type="paragraph" w:styleId="MacroText">
    <w:name w:val="macro"/>
    <w:basedOn w:val="Normal"/>
    <w:semiHidden/>
    <w:rsid w:val="001468BA"/>
    <w:pPr>
      <w:spacing w:after="120"/>
      <w:ind w:right="45"/>
    </w:pPr>
    <w:rPr>
      <w:rFonts w:ascii="Courier New" w:hAnsi="Courier New"/>
    </w:rPr>
  </w:style>
  <w:style w:type="character" w:styleId="CommentReference">
    <w:name w:val="annotation reference"/>
    <w:basedOn w:val="DefaultParagraphFont"/>
    <w:semiHidden/>
    <w:rsid w:val="001468BA"/>
    <w:rPr>
      <w:sz w:val="16"/>
    </w:rPr>
  </w:style>
  <w:style w:type="paragraph" w:customStyle="1" w:styleId="Reference">
    <w:name w:val="Reference"/>
    <w:basedOn w:val="Normal"/>
    <w:rsid w:val="00D27F99"/>
    <w:pPr>
      <w:numPr>
        <w:numId w:val="2"/>
      </w:numPr>
    </w:pPr>
    <w:rPr>
      <w:sz w:val="16"/>
    </w:rPr>
  </w:style>
  <w:style w:type="paragraph" w:customStyle="1" w:styleId="Equation">
    <w:name w:val="Equation"/>
    <w:basedOn w:val="Normal"/>
    <w:rsid w:val="005828B5"/>
    <w:pPr>
      <w:tabs>
        <w:tab w:val="left" w:pos="567"/>
        <w:tab w:val="right" w:pos="4536"/>
      </w:tabs>
      <w:spacing w:before="120" w:after="120"/>
      <w:jc w:val="left"/>
    </w:pPr>
  </w:style>
  <w:style w:type="paragraph" w:customStyle="1" w:styleId="NumItem">
    <w:name w:val="NumItem"/>
    <w:basedOn w:val="Normal"/>
    <w:rsid w:val="001468BA"/>
    <w:pPr>
      <w:numPr>
        <w:numId w:val="3"/>
      </w:numPr>
      <w:ind w:right="288"/>
    </w:pPr>
  </w:style>
  <w:style w:type="paragraph" w:customStyle="1" w:styleId="AbstractHeading">
    <w:name w:val="AbstractHeading"/>
    <w:basedOn w:val="Normal"/>
    <w:autoRedefine/>
    <w:rsid w:val="00CC266B"/>
    <w:pPr>
      <w:spacing w:before="80" w:after="120"/>
      <w:ind w:right="45"/>
      <w:jc w:val="center"/>
    </w:pPr>
    <w:rPr>
      <w:b/>
      <w:sz w:val="24"/>
    </w:rPr>
  </w:style>
  <w:style w:type="paragraph" w:styleId="Header">
    <w:name w:val="header"/>
    <w:basedOn w:val="Normal"/>
    <w:rsid w:val="001468BA"/>
    <w:pPr>
      <w:tabs>
        <w:tab w:val="center" w:pos="4153"/>
        <w:tab w:val="right" w:pos="8306"/>
      </w:tabs>
    </w:pPr>
  </w:style>
  <w:style w:type="paragraph" w:customStyle="1" w:styleId="Figurecaption">
    <w:name w:val="Figure caption"/>
    <w:basedOn w:val="Normal"/>
    <w:link w:val="FigurecaptionChar"/>
    <w:autoRedefine/>
    <w:rsid w:val="00B47930"/>
    <w:pPr>
      <w:spacing w:after="60"/>
      <w:ind w:left="288" w:right="288"/>
      <w:jc w:val="center"/>
    </w:pPr>
    <w:rPr>
      <w:i/>
      <w:sz w:val="16"/>
      <w:szCs w:val="16"/>
    </w:rPr>
  </w:style>
  <w:style w:type="character" w:customStyle="1" w:styleId="FigurecaptionChar">
    <w:name w:val="Figure caption Char"/>
    <w:basedOn w:val="DefaultParagraphFont"/>
    <w:link w:val="Figurecaption"/>
    <w:rsid w:val="00B47930"/>
    <w:rPr>
      <w:i/>
      <w:sz w:val="16"/>
      <w:szCs w:val="16"/>
      <w:lang w:val="en-US" w:eastAsia="en-US" w:bidi="ar-SA"/>
    </w:rPr>
  </w:style>
  <w:style w:type="paragraph" w:styleId="BalloonText">
    <w:name w:val="Balloon Text"/>
    <w:basedOn w:val="Normal"/>
    <w:semiHidden/>
    <w:rsid w:val="007457DA"/>
    <w:rPr>
      <w:rFonts w:ascii="Tahoma" w:hAnsi="Tahoma" w:cs="Tahoma"/>
      <w:sz w:val="16"/>
      <w:szCs w:val="16"/>
    </w:rPr>
  </w:style>
  <w:style w:type="paragraph" w:customStyle="1" w:styleId="MTDisplayEquation">
    <w:name w:val="MTDisplayEquation"/>
    <w:basedOn w:val="Normal"/>
    <w:next w:val="Normal"/>
    <w:autoRedefine/>
    <w:rsid w:val="00A11CCC"/>
    <w:pPr>
      <w:tabs>
        <w:tab w:val="left" w:pos="288"/>
        <w:tab w:val="right" w:pos="4464"/>
      </w:tabs>
      <w:jc w:val="left"/>
    </w:pPr>
    <w:rPr>
      <w:szCs w:val="24"/>
    </w:rPr>
  </w:style>
  <w:style w:type="character" w:customStyle="1" w:styleId="MTEquationSection">
    <w:name w:val="MTEquationSection"/>
    <w:basedOn w:val="DefaultParagraphFont"/>
    <w:rsid w:val="00A41B47"/>
    <w:rPr>
      <w:vanish w:val="0"/>
      <w:color w:val="FF0000"/>
    </w:rPr>
  </w:style>
  <w:style w:type="paragraph" w:customStyle="1" w:styleId="email">
    <w:name w:val="email"/>
    <w:basedOn w:val="Normal"/>
    <w:rsid w:val="000D4ED6"/>
    <w:pPr>
      <w:spacing w:before="60"/>
      <w:jc w:val="center"/>
    </w:pPr>
    <w:rPr>
      <w:rFonts w:ascii="Courier" w:hAnsi="Courier"/>
    </w:rPr>
  </w:style>
  <w:style w:type="paragraph" w:styleId="ListBullet">
    <w:name w:val="List Bullet"/>
    <w:basedOn w:val="Normal"/>
    <w:autoRedefine/>
    <w:rsid w:val="00F60F74"/>
    <w:pPr>
      <w:numPr>
        <w:numId w:val="8"/>
      </w:numPr>
      <w:tabs>
        <w:tab w:val="clear" w:pos="360"/>
      </w:tabs>
      <w:spacing w:before="60"/>
      <w:ind w:left="432" w:hanging="216"/>
    </w:pPr>
  </w:style>
  <w:style w:type="paragraph" w:styleId="CommentSubject">
    <w:name w:val="annotation subject"/>
    <w:basedOn w:val="CommentText"/>
    <w:next w:val="CommentText"/>
    <w:semiHidden/>
    <w:rsid w:val="00416A38"/>
    <w:rPr>
      <w:b/>
      <w:bCs/>
      <w:sz w:val="20"/>
    </w:rPr>
  </w:style>
  <w:style w:type="paragraph" w:customStyle="1" w:styleId="Index">
    <w:name w:val="Index"/>
    <w:basedOn w:val="BodyText"/>
    <w:next w:val="Heading1"/>
    <w:qFormat/>
    <w:rsid w:val="00171C10"/>
    <w:rPr>
      <w:szCs w:val="18"/>
    </w:rPr>
  </w:style>
  <w:style w:type="paragraph" w:customStyle="1" w:styleId="StyleCaptionJustified">
    <w:name w:val="Style Caption + Justified"/>
    <w:basedOn w:val="Caption"/>
    <w:rsid w:val="00EE7D2E"/>
    <w:pPr>
      <w:jc w:val="both"/>
    </w:pPr>
  </w:style>
  <w:style w:type="character" w:styleId="Hyperlink">
    <w:name w:val="Hyperlink"/>
    <w:basedOn w:val="DefaultParagraphFont"/>
    <w:rsid w:val="00FF005B"/>
    <w:rPr>
      <w:rFonts w:ascii="Arial" w:hAnsi="Arial" w:cs="Arial" w:hint="default"/>
      <w:strike w:val="0"/>
      <w:dstrike w:val="0"/>
      <w:color w:val="333399"/>
      <w:sz w:val="18"/>
      <w:szCs w:val="18"/>
      <w:u w:val="none"/>
      <w:effect w:val="none"/>
    </w:rPr>
  </w:style>
  <w:style w:type="character" w:customStyle="1" w:styleId="BodyTextChar">
    <w:name w:val="Body Text Char"/>
    <w:basedOn w:val="DefaultParagraphFont"/>
    <w:link w:val="BodyText"/>
    <w:rsid w:val="00E242F7"/>
    <w:rPr>
      <w:sz w:val="18"/>
      <w:lang w:val="en-US" w:eastAsia="en-US"/>
    </w:rPr>
  </w:style>
  <w:style w:type="character" w:customStyle="1" w:styleId="smallwhite">
    <w:name w:val="smallwhite"/>
    <w:basedOn w:val="DefaultParagraphFont"/>
    <w:rsid w:val="00995BF8"/>
  </w:style>
  <w:style w:type="paragraph" w:styleId="Bibliography">
    <w:name w:val="Bibliography"/>
    <w:basedOn w:val="Normal"/>
    <w:next w:val="Normal"/>
    <w:uiPriority w:val="37"/>
    <w:semiHidden/>
    <w:unhideWhenUsed/>
    <w:rsid w:val="002E01ED"/>
  </w:style>
  <w:style w:type="paragraph" w:styleId="Quote">
    <w:name w:val="Quote"/>
    <w:basedOn w:val="Normal"/>
    <w:next w:val="Normal"/>
    <w:link w:val="QuoteChar"/>
    <w:uiPriority w:val="29"/>
    <w:qFormat/>
    <w:rsid w:val="002E01ED"/>
    <w:rPr>
      <w:i/>
      <w:iCs/>
      <w:color w:val="000000" w:themeColor="text1"/>
    </w:rPr>
  </w:style>
  <w:style w:type="character" w:customStyle="1" w:styleId="QuoteChar">
    <w:name w:val="Quote Char"/>
    <w:basedOn w:val="DefaultParagraphFont"/>
    <w:link w:val="Quote"/>
    <w:uiPriority w:val="29"/>
    <w:rsid w:val="002E01ED"/>
    <w:rPr>
      <w:i/>
      <w:iCs/>
      <w:color w:val="000000" w:themeColor="text1"/>
      <w:sz w:val="18"/>
      <w:lang w:val="en-US" w:eastAsia="en-US"/>
    </w:rPr>
  </w:style>
  <w:style w:type="paragraph" w:styleId="IntenseQuote">
    <w:name w:val="Intense Quote"/>
    <w:basedOn w:val="Normal"/>
    <w:next w:val="Normal"/>
    <w:link w:val="IntenseQuoteChar"/>
    <w:uiPriority w:val="30"/>
    <w:qFormat/>
    <w:rsid w:val="002E01E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E01ED"/>
    <w:rPr>
      <w:b/>
      <w:bCs/>
      <w:i/>
      <w:iCs/>
      <w:color w:val="4F81BD" w:themeColor="accent1"/>
      <w:sz w:val="18"/>
      <w:lang w:val="en-US" w:eastAsia="en-US"/>
    </w:rPr>
  </w:style>
  <w:style w:type="paragraph" w:styleId="BodyText2">
    <w:name w:val="Body Text 2"/>
    <w:basedOn w:val="Normal"/>
    <w:link w:val="BodyText2Char"/>
    <w:rsid w:val="002E01ED"/>
    <w:pPr>
      <w:spacing w:after="120" w:line="480" w:lineRule="auto"/>
    </w:pPr>
  </w:style>
  <w:style w:type="character" w:customStyle="1" w:styleId="BodyText2Char">
    <w:name w:val="Body Text 2 Char"/>
    <w:basedOn w:val="DefaultParagraphFont"/>
    <w:link w:val="BodyText2"/>
    <w:rsid w:val="002E01ED"/>
    <w:rPr>
      <w:sz w:val="18"/>
      <w:lang w:val="en-US" w:eastAsia="en-US"/>
    </w:rPr>
  </w:style>
  <w:style w:type="paragraph" w:styleId="BodyText3">
    <w:name w:val="Body Text 3"/>
    <w:basedOn w:val="Normal"/>
    <w:link w:val="BodyText3Char"/>
    <w:rsid w:val="002E01ED"/>
    <w:pPr>
      <w:spacing w:after="120"/>
    </w:pPr>
    <w:rPr>
      <w:sz w:val="16"/>
      <w:szCs w:val="16"/>
    </w:rPr>
  </w:style>
  <w:style w:type="character" w:customStyle="1" w:styleId="BodyText3Char">
    <w:name w:val="Body Text 3 Char"/>
    <w:basedOn w:val="DefaultParagraphFont"/>
    <w:link w:val="BodyText3"/>
    <w:rsid w:val="002E01ED"/>
    <w:rPr>
      <w:sz w:val="16"/>
      <w:szCs w:val="16"/>
      <w:lang w:val="en-US" w:eastAsia="en-US"/>
    </w:rPr>
  </w:style>
  <w:style w:type="paragraph" w:styleId="Date">
    <w:name w:val="Date"/>
    <w:basedOn w:val="Normal"/>
    <w:next w:val="Normal"/>
    <w:link w:val="DateChar"/>
    <w:rsid w:val="002E01ED"/>
  </w:style>
  <w:style w:type="character" w:customStyle="1" w:styleId="DateChar">
    <w:name w:val="Date Char"/>
    <w:basedOn w:val="DefaultParagraphFont"/>
    <w:link w:val="Date"/>
    <w:rsid w:val="002E01ED"/>
    <w:rPr>
      <w:sz w:val="18"/>
      <w:lang w:val="en-US" w:eastAsia="en-US"/>
    </w:rPr>
  </w:style>
  <w:style w:type="paragraph" w:styleId="List">
    <w:name w:val="List"/>
    <w:basedOn w:val="Normal"/>
    <w:rsid w:val="002E01ED"/>
    <w:pPr>
      <w:ind w:left="283" w:hanging="283"/>
      <w:contextualSpacing/>
    </w:pPr>
  </w:style>
  <w:style w:type="paragraph" w:styleId="List2">
    <w:name w:val="List 2"/>
    <w:basedOn w:val="Normal"/>
    <w:rsid w:val="002E01ED"/>
    <w:pPr>
      <w:ind w:left="566" w:hanging="283"/>
      <w:contextualSpacing/>
    </w:pPr>
  </w:style>
  <w:style w:type="paragraph" w:styleId="List3">
    <w:name w:val="List 3"/>
    <w:basedOn w:val="Normal"/>
    <w:rsid w:val="002E01ED"/>
    <w:pPr>
      <w:ind w:left="849" w:hanging="283"/>
      <w:contextualSpacing/>
    </w:pPr>
  </w:style>
  <w:style w:type="paragraph" w:styleId="List4">
    <w:name w:val="List 4"/>
    <w:basedOn w:val="Normal"/>
    <w:rsid w:val="002E01ED"/>
    <w:pPr>
      <w:ind w:left="1132" w:hanging="283"/>
      <w:contextualSpacing/>
    </w:pPr>
  </w:style>
  <w:style w:type="paragraph" w:styleId="List5">
    <w:name w:val="List 5"/>
    <w:basedOn w:val="Normal"/>
    <w:rsid w:val="002E01ED"/>
    <w:pPr>
      <w:ind w:left="1415" w:hanging="283"/>
      <w:contextualSpacing/>
    </w:pPr>
  </w:style>
  <w:style w:type="paragraph" w:styleId="ListContinue">
    <w:name w:val="List Continue"/>
    <w:basedOn w:val="Normal"/>
    <w:rsid w:val="002E01ED"/>
    <w:pPr>
      <w:spacing w:after="120"/>
      <w:ind w:left="283"/>
      <w:contextualSpacing/>
    </w:pPr>
  </w:style>
  <w:style w:type="paragraph" w:styleId="ListContinue2">
    <w:name w:val="List Continue 2"/>
    <w:basedOn w:val="Normal"/>
    <w:rsid w:val="002E01ED"/>
    <w:pPr>
      <w:spacing w:after="120"/>
      <w:ind w:left="566"/>
      <w:contextualSpacing/>
    </w:pPr>
  </w:style>
  <w:style w:type="paragraph" w:styleId="ListContinue3">
    <w:name w:val="List Continue 3"/>
    <w:basedOn w:val="Normal"/>
    <w:rsid w:val="002E01ED"/>
    <w:pPr>
      <w:spacing w:after="120"/>
      <w:ind w:left="849"/>
      <w:contextualSpacing/>
    </w:pPr>
  </w:style>
  <w:style w:type="paragraph" w:styleId="ListContinue4">
    <w:name w:val="List Continue 4"/>
    <w:basedOn w:val="Normal"/>
    <w:rsid w:val="002E01ED"/>
    <w:pPr>
      <w:spacing w:after="120"/>
      <w:ind w:left="1132"/>
      <w:contextualSpacing/>
    </w:pPr>
  </w:style>
  <w:style w:type="paragraph" w:styleId="ListContinue5">
    <w:name w:val="List Continue 5"/>
    <w:basedOn w:val="Normal"/>
    <w:rsid w:val="002E01ED"/>
    <w:pPr>
      <w:spacing w:after="120"/>
      <w:ind w:left="1415"/>
      <w:contextualSpacing/>
    </w:pPr>
  </w:style>
  <w:style w:type="paragraph" w:styleId="Signature">
    <w:name w:val="Signature"/>
    <w:basedOn w:val="Normal"/>
    <w:link w:val="SignatureChar"/>
    <w:rsid w:val="002E01ED"/>
    <w:pPr>
      <w:ind w:left="4252"/>
    </w:pPr>
  </w:style>
  <w:style w:type="character" w:customStyle="1" w:styleId="SignatureChar">
    <w:name w:val="Signature Char"/>
    <w:basedOn w:val="DefaultParagraphFont"/>
    <w:link w:val="Signature"/>
    <w:rsid w:val="002E01ED"/>
    <w:rPr>
      <w:sz w:val="18"/>
      <w:lang w:val="en-US" w:eastAsia="en-US"/>
    </w:rPr>
  </w:style>
  <w:style w:type="paragraph" w:styleId="E-mailSignature">
    <w:name w:val="E-mail Signature"/>
    <w:basedOn w:val="Normal"/>
    <w:link w:val="E-mailSignatureChar"/>
    <w:rsid w:val="002E01ED"/>
  </w:style>
  <w:style w:type="character" w:customStyle="1" w:styleId="E-mailSignatureChar">
    <w:name w:val="E-mail Signature Char"/>
    <w:basedOn w:val="DefaultParagraphFont"/>
    <w:link w:val="E-mailSignature"/>
    <w:rsid w:val="002E01ED"/>
    <w:rPr>
      <w:sz w:val="18"/>
      <w:lang w:val="en-US" w:eastAsia="en-US"/>
    </w:rPr>
  </w:style>
  <w:style w:type="paragraph" w:styleId="Salutation">
    <w:name w:val="Salutation"/>
    <w:basedOn w:val="Normal"/>
    <w:next w:val="Normal"/>
    <w:link w:val="SalutationChar"/>
    <w:rsid w:val="002E01ED"/>
  </w:style>
  <w:style w:type="character" w:customStyle="1" w:styleId="SalutationChar">
    <w:name w:val="Salutation Char"/>
    <w:basedOn w:val="DefaultParagraphFont"/>
    <w:link w:val="Salutation"/>
    <w:rsid w:val="002E01ED"/>
    <w:rPr>
      <w:sz w:val="18"/>
      <w:lang w:val="en-US" w:eastAsia="en-US"/>
    </w:rPr>
  </w:style>
  <w:style w:type="paragraph" w:styleId="Closing">
    <w:name w:val="Closing"/>
    <w:basedOn w:val="Normal"/>
    <w:link w:val="ClosingChar"/>
    <w:rsid w:val="002E01ED"/>
    <w:pPr>
      <w:ind w:left="4252"/>
    </w:pPr>
  </w:style>
  <w:style w:type="character" w:customStyle="1" w:styleId="ClosingChar">
    <w:name w:val="Closing Char"/>
    <w:basedOn w:val="DefaultParagraphFont"/>
    <w:link w:val="Closing"/>
    <w:rsid w:val="002E01ED"/>
    <w:rPr>
      <w:sz w:val="18"/>
      <w:lang w:val="en-US" w:eastAsia="en-US"/>
    </w:rPr>
  </w:style>
  <w:style w:type="paragraph" w:styleId="Index1">
    <w:name w:val="index 1"/>
    <w:basedOn w:val="Normal"/>
    <w:next w:val="Normal"/>
    <w:autoRedefine/>
    <w:rsid w:val="002E01ED"/>
    <w:pPr>
      <w:ind w:left="180" w:hanging="180"/>
    </w:pPr>
  </w:style>
  <w:style w:type="paragraph" w:styleId="Index2">
    <w:name w:val="index 2"/>
    <w:basedOn w:val="Normal"/>
    <w:next w:val="Normal"/>
    <w:autoRedefine/>
    <w:rsid w:val="002E01ED"/>
    <w:pPr>
      <w:ind w:left="360" w:hanging="180"/>
    </w:pPr>
  </w:style>
  <w:style w:type="paragraph" w:styleId="Index3">
    <w:name w:val="index 3"/>
    <w:basedOn w:val="Normal"/>
    <w:next w:val="Normal"/>
    <w:autoRedefine/>
    <w:rsid w:val="002E01ED"/>
    <w:pPr>
      <w:ind w:left="540" w:hanging="180"/>
    </w:pPr>
  </w:style>
  <w:style w:type="paragraph" w:styleId="Index4">
    <w:name w:val="index 4"/>
    <w:basedOn w:val="Normal"/>
    <w:next w:val="Normal"/>
    <w:autoRedefine/>
    <w:rsid w:val="002E01ED"/>
    <w:pPr>
      <w:ind w:left="720" w:hanging="180"/>
    </w:pPr>
  </w:style>
  <w:style w:type="paragraph" w:styleId="Index5">
    <w:name w:val="index 5"/>
    <w:basedOn w:val="Normal"/>
    <w:next w:val="Normal"/>
    <w:autoRedefine/>
    <w:rsid w:val="002E01ED"/>
    <w:pPr>
      <w:ind w:left="900" w:hanging="180"/>
    </w:pPr>
  </w:style>
  <w:style w:type="paragraph" w:styleId="Index6">
    <w:name w:val="index 6"/>
    <w:basedOn w:val="Normal"/>
    <w:next w:val="Normal"/>
    <w:autoRedefine/>
    <w:rsid w:val="002E01ED"/>
    <w:pPr>
      <w:ind w:left="1080" w:hanging="180"/>
    </w:pPr>
  </w:style>
  <w:style w:type="paragraph" w:styleId="Index7">
    <w:name w:val="index 7"/>
    <w:basedOn w:val="Normal"/>
    <w:next w:val="Normal"/>
    <w:autoRedefine/>
    <w:rsid w:val="002E01ED"/>
    <w:pPr>
      <w:ind w:left="1260" w:hanging="180"/>
    </w:pPr>
  </w:style>
  <w:style w:type="paragraph" w:styleId="Index8">
    <w:name w:val="index 8"/>
    <w:basedOn w:val="Normal"/>
    <w:next w:val="Normal"/>
    <w:autoRedefine/>
    <w:rsid w:val="002E01ED"/>
    <w:pPr>
      <w:ind w:left="1440" w:hanging="180"/>
    </w:pPr>
  </w:style>
  <w:style w:type="paragraph" w:styleId="Index9">
    <w:name w:val="index 9"/>
    <w:basedOn w:val="Normal"/>
    <w:next w:val="Normal"/>
    <w:autoRedefine/>
    <w:rsid w:val="002E01ED"/>
    <w:pPr>
      <w:ind w:left="1620" w:hanging="180"/>
    </w:pPr>
  </w:style>
  <w:style w:type="paragraph" w:styleId="TableofFigures">
    <w:name w:val="table of figures"/>
    <w:basedOn w:val="Normal"/>
    <w:next w:val="Normal"/>
    <w:rsid w:val="002E01ED"/>
  </w:style>
  <w:style w:type="paragraph" w:styleId="TableofAuthorities">
    <w:name w:val="table of authorities"/>
    <w:basedOn w:val="Normal"/>
    <w:next w:val="Normal"/>
    <w:rsid w:val="002E01ED"/>
    <w:pPr>
      <w:ind w:left="180" w:hanging="180"/>
    </w:pPr>
  </w:style>
  <w:style w:type="paragraph" w:styleId="EnvelopeAddress">
    <w:name w:val="envelope address"/>
    <w:basedOn w:val="Normal"/>
    <w:rsid w:val="002E01ED"/>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HTMLAddress">
    <w:name w:val="HTML Address"/>
    <w:basedOn w:val="Normal"/>
    <w:link w:val="HTMLAddressChar"/>
    <w:rsid w:val="002E01ED"/>
    <w:rPr>
      <w:i/>
      <w:iCs/>
    </w:rPr>
  </w:style>
  <w:style w:type="character" w:customStyle="1" w:styleId="HTMLAddressChar">
    <w:name w:val="HTML Address Char"/>
    <w:basedOn w:val="DefaultParagraphFont"/>
    <w:link w:val="HTMLAddress"/>
    <w:rsid w:val="002E01ED"/>
    <w:rPr>
      <w:i/>
      <w:iCs/>
      <w:sz w:val="18"/>
      <w:lang w:val="en-US" w:eastAsia="en-US"/>
    </w:rPr>
  </w:style>
  <w:style w:type="paragraph" w:styleId="EnvelopeReturn">
    <w:name w:val="envelope return"/>
    <w:basedOn w:val="Normal"/>
    <w:rsid w:val="002E01ED"/>
    <w:rPr>
      <w:rFonts w:asciiTheme="majorHAnsi" w:eastAsiaTheme="majorEastAsia" w:hAnsiTheme="majorHAnsi" w:cstheme="majorBidi"/>
      <w:sz w:val="20"/>
    </w:rPr>
  </w:style>
  <w:style w:type="paragraph" w:styleId="MessageHeader">
    <w:name w:val="Message Header"/>
    <w:basedOn w:val="Normal"/>
    <w:link w:val="MessageHeaderChar"/>
    <w:rsid w:val="002E01E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E01ED"/>
    <w:rPr>
      <w:rFonts w:asciiTheme="majorHAnsi" w:eastAsiaTheme="majorEastAsia" w:hAnsiTheme="majorHAnsi" w:cstheme="majorBidi"/>
      <w:sz w:val="24"/>
      <w:szCs w:val="24"/>
      <w:shd w:val="pct20" w:color="auto" w:fill="auto"/>
      <w:lang w:val="en-US" w:eastAsia="en-US"/>
    </w:rPr>
  </w:style>
  <w:style w:type="paragraph" w:styleId="NoteHeading">
    <w:name w:val="Note Heading"/>
    <w:basedOn w:val="Normal"/>
    <w:next w:val="Normal"/>
    <w:link w:val="NoteHeadingChar"/>
    <w:rsid w:val="002E01ED"/>
  </w:style>
  <w:style w:type="character" w:customStyle="1" w:styleId="NoteHeadingChar">
    <w:name w:val="Note Heading Char"/>
    <w:basedOn w:val="DefaultParagraphFont"/>
    <w:link w:val="NoteHeading"/>
    <w:rsid w:val="002E01ED"/>
    <w:rPr>
      <w:sz w:val="18"/>
      <w:lang w:val="en-US" w:eastAsia="en-US"/>
    </w:rPr>
  </w:style>
  <w:style w:type="paragraph" w:styleId="DocumentMap">
    <w:name w:val="Document Map"/>
    <w:basedOn w:val="Normal"/>
    <w:link w:val="DocumentMapChar"/>
    <w:rsid w:val="002E01ED"/>
    <w:rPr>
      <w:rFonts w:ascii="Tahoma" w:hAnsi="Tahoma" w:cs="Tahoma"/>
      <w:sz w:val="16"/>
      <w:szCs w:val="16"/>
    </w:rPr>
  </w:style>
  <w:style w:type="character" w:customStyle="1" w:styleId="DocumentMapChar">
    <w:name w:val="Document Map Char"/>
    <w:basedOn w:val="DefaultParagraphFont"/>
    <w:link w:val="DocumentMap"/>
    <w:rsid w:val="002E01ED"/>
    <w:rPr>
      <w:rFonts w:ascii="Tahoma" w:hAnsi="Tahoma" w:cs="Tahoma"/>
      <w:sz w:val="16"/>
      <w:szCs w:val="16"/>
      <w:lang w:val="en-US" w:eastAsia="en-US"/>
    </w:rPr>
  </w:style>
  <w:style w:type="paragraph" w:styleId="NoSpacing">
    <w:name w:val="No Spacing"/>
    <w:uiPriority w:val="1"/>
    <w:qFormat/>
    <w:rsid w:val="002E01ED"/>
    <w:pPr>
      <w:jc w:val="both"/>
    </w:pPr>
    <w:rPr>
      <w:sz w:val="18"/>
      <w:lang w:val="en-US" w:eastAsia="en-US"/>
    </w:rPr>
  </w:style>
  <w:style w:type="paragraph" w:styleId="NormalWeb">
    <w:name w:val="Normal (Web)"/>
    <w:basedOn w:val="Normal"/>
    <w:rsid w:val="002E01ED"/>
    <w:rPr>
      <w:sz w:val="24"/>
      <w:szCs w:val="24"/>
    </w:rPr>
  </w:style>
  <w:style w:type="paragraph" w:styleId="ListNumber">
    <w:name w:val="List Number"/>
    <w:basedOn w:val="Normal"/>
    <w:rsid w:val="002E01ED"/>
    <w:pPr>
      <w:numPr>
        <w:numId w:val="18"/>
      </w:numPr>
      <w:contextualSpacing/>
    </w:pPr>
  </w:style>
  <w:style w:type="paragraph" w:styleId="ListNumber2">
    <w:name w:val="List Number 2"/>
    <w:basedOn w:val="Normal"/>
    <w:rsid w:val="002E01ED"/>
    <w:pPr>
      <w:numPr>
        <w:numId w:val="19"/>
      </w:numPr>
      <w:contextualSpacing/>
    </w:pPr>
  </w:style>
  <w:style w:type="paragraph" w:styleId="ListNumber3">
    <w:name w:val="List Number 3"/>
    <w:basedOn w:val="Normal"/>
    <w:rsid w:val="002E01ED"/>
    <w:pPr>
      <w:numPr>
        <w:numId w:val="20"/>
      </w:numPr>
      <w:contextualSpacing/>
    </w:pPr>
  </w:style>
  <w:style w:type="paragraph" w:styleId="ListNumber4">
    <w:name w:val="List Number 4"/>
    <w:basedOn w:val="Normal"/>
    <w:rsid w:val="002E01ED"/>
    <w:pPr>
      <w:numPr>
        <w:numId w:val="16"/>
      </w:numPr>
      <w:contextualSpacing/>
    </w:pPr>
  </w:style>
  <w:style w:type="paragraph" w:styleId="ListNumber5">
    <w:name w:val="List Number 5"/>
    <w:basedOn w:val="Normal"/>
    <w:rsid w:val="002E01ED"/>
    <w:pPr>
      <w:numPr>
        <w:numId w:val="17"/>
      </w:numPr>
      <w:contextualSpacing/>
    </w:pPr>
  </w:style>
  <w:style w:type="paragraph" w:styleId="ListParagraph">
    <w:name w:val="List Paragraph"/>
    <w:basedOn w:val="Normal"/>
    <w:uiPriority w:val="34"/>
    <w:qFormat/>
    <w:rsid w:val="002E01ED"/>
    <w:pPr>
      <w:ind w:left="708"/>
    </w:pPr>
  </w:style>
  <w:style w:type="paragraph" w:styleId="HTMLPreformatted">
    <w:name w:val="HTML Preformatted"/>
    <w:basedOn w:val="Normal"/>
    <w:link w:val="HTMLPreformattedChar"/>
    <w:rsid w:val="002E01ED"/>
    <w:rPr>
      <w:rFonts w:ascii="Courier New" w:hAnsi="Courier New" w:cs="Courier New"/>
      <w:sz w:val="20"/>
    </w:rPr>
  </w:style>
  <w:style w:type="character" w:customStyle="1" w:styleId="HTMLPreformattedChar">
    <w:name w:val="HTML Preformatted Char"/>
    <w:basedOn w:val="DefaultParagraphFont"/>
    <w:link w:val="HTMLPreformatted"/>
    <w:rsid w:val="002E01ED"/>
    <w:rPr>
      <w:rFonts w:ascii="Courier New" w:hAnsi="Courier New" w:cs="Courier New"/>
      <w:lang w:val="en-US" w:eastAsia="en-US"/>
    </w:rPr>
  </w:style>
  <w:style w:type="paragraph" w:styleId="BodyTextFirstIndent">
    <w:name w:val="Body Text First Indent"/>
    <w:basedOn w:val="BodyText"/>
    <w:link w:val="BodyTextFirstIndentChar"/>
    <w:rsid w:val="002E01ED"/>
    <w:pPr>
      <w:spacing w:after="120"/>
      <w:ind w:firstLine="210"/>
    </w:pPr>
  </w:style>
  <w:style w:type="character" w:customStyle="1" w:styleId="BodyTextFirstIndentChar">
    <w:name w:val="Body Text First Indent Char"/>
    <w:basedOn w:val="BodyTextChar"/>
    <w:link w:val="BodyTextFirstIndent"/>
    <w:rsid w:val="002E01ED"/>
    <w:rPr>
      <w:sz w:val="18"/>
      <w:lang w:val="en-US" w:eastAsia="en-US" w:bidi="ar-SA"/>
    </w:rPr>
  </w:style>
  <w:style w:type="paragraph" w:styleId="BodyTextIndent">
    <w:name w:val="Body Text Indent"/>
    <w:basedOn w:val="Normal"/>
    <w:link w:val="BodyTextIndentChar"/>
    <w:rsid w:val="002E01ED"/>
    <w:pPr>
      <w:spacing w:after="120"/>
      <w:ind w:left="283"/>
    </w:pPr>
  </w:style>
  <w:style w:type="character" w:customStyle="1" w:styleId="BodyTextIndentChar">
    <w:name w:val="Body Text Indent Char"/>
    <w:basedOn w:val="DefaultParagraphFont"/>
    <w:link w:val="BodyTextIndent"/>
    <w:rsid w:val="002E01ED"/>
    <w:rPr>
      <w:sz w:val="18"/>
      <w:lang w:val="en-US" w:eastAsia="en-US"/>
    </w:rPr>
  </w:style>
  <w:style w:type="paragraph" w:styleId="BodyTextFirstIndent2">
    <w:name w:val="Body Text First Indent 2"/>
    <w:basedOn w:val="BodyTextIndent"/>
    <w:link w:val="BodyTextFirstIndent2Char"/>
    <w:rsid w:val="002E01ED"/>
    <w:pPr>
      <w:ind w:firstLine="210"/>
    </w:pPr>
  </w:style>
  <w:style w:type="character" w:customStyle="1" w:styleId="BodyTextFirstIndent2Char">
    <w:name w:val="Body Text First Indent 2 Char"/>
    <w:basedOn w:val="BodyTextIndentChar"/>
    <w:link w:val="BodyTextFirstIndent2"/>
    <w:rsid w:val="002E01ED"/>
    <w:rPr>
      <w:sz w:val="18"/>
      <w:lang w:val="en-US" w:eastAsia="en-US"/>
    </w:rPr>
  </w:style>
  <w:style w:type="paragraph" w:styleId="ListBullet2">
    <w:name w:val="List Bullet 2"/>
    <w:basedOn w:val="Normal"/>
    <w:rsid w:val="002E01ED"/>
    <w:pPr>
      <w:numPr>
        <w:numId w:val="7"/>
      </w:numPr>
      <w:contextualSpacing/>
    </w:pPr>
  </w:style>
  <w:style w:type="paragraph" w:styleId="ListBullet3">
    <w:name w:val="List Bullet 3"/>
    <w:basedOn w:val="Normal"/>
    <w:rsid w:val="002E01ED"/>
    <w:pPr>
      <w:numPr>
        <w:numId w:val="13"/>
      </w:numPr>
      <w:contextualSpacing/>
    </w:pPr>
  </w:style>
  <w:style w:type="paragraph" w:styleId="ListBullet4">
    <w:name w:val="List Bullet 4"/>
    <w:basedOn w:val="Normal"/>
    <w:rsid w:val="002E01ED"/>
    <w:pPr>
      <w:numPr>
        <w:numId w:val="14"/>
      </w:numPr>
      <w:contextualSpacing/>
    </w:pPr>
  </w:style>
  <w:style w:type="paragraph" w:styleId="ListBullet5">
    <w:name w:val="List Bullet 5"/>
    <w:basedOn w:val="Normal"/>
    <w:rsid w:val="002E01ED"/>
    <w:pPr>
      <w:numPr>
        <w:numId w:val="15"/>
      </w:numPr>
      <w:contextualSpacing/>
    </w:pPr>
  </w:style>
  <w:style w:type="paragraph" w:styleId="BodyTextIndent2">
    <w:name w:val="Body Text Indent 2"/>
    <w:basedOn w:val="Normal"/>
    <w:link w:val="BodyTextIndent2Char"/>
    <w:rsid w:val="002E01ED"/>
    <w:pPr>
      <w:spacing w:after="120" w:line="480" w:lineRule="auto"/>
      <w:ind w:left="283"/>
    </w:pPr>
  </w:style>
  <w:style w:type="character" w:customStyle="1" w:styleId="BodyTextIndent2Char">
    <w:name w:val="Body Text Indent 2 Char"/>
    <w:basedOn w:val="DefaultParagraphFont"/>
    <w:link w:val="BodyTextIndent2"/>
    <w:rsid w:val="002E01ED"/>
    <w:rPr>
      <w:sz w:val="18"/>
      <w:lang w:val="en-US" w:eastAsia="en-US"/>
    </w:rPr>
  </w:style>
  <w:style w:type="paragraph" w:styleId="BodyTextIndent3">
    <w:name w:val="Body Text Indent 3"/>
    <w:basedOn w:val="Normal"/>
    <w:link w:val="BodyTextIndent3Char"/>
    <w:rsid w:val="002E01ED"/>
    <w:pPr>
      <w:spacing w:after="120"/>
      <w:ind w:left="283"/>
    </w:pPr>
    <w:rPr>
      <w:sz w:val="16"/>
      <w:szCs w:val="16"/>
    </w:rPr>
  </w:style>
  <w:style w:type="character" w:customStyle="1" w:styleId="BodyTextIndent3Char">
    <w:name w:val="Body Text Indent 3 Char"/>
    <w:basedOn w:val="DefaultParagraphFont"/>
    <w:link w:val="BodyTextIndent3"/>
    <w:rsid w:val="002E01ED"/>
    <w:rPr>
      <w:sz w:val="16"/>
      <w:szCs w:val="16"/>
      <w:lang w:val="en-US" w:eastAsia="en-US"/>
    </w:rPr>
  </w:style>
  <w:style w:type="paragraph" w:styleId="NormalIndent">
    <w:name w:val="Normal Indent"/>
    <w:basedOn w:val="Normal"/>
    <w:rsid w:val="002E01ED"/>
    <w:pPr>
      <w:ind w:left="708"/>
    </w:pPr>
  </w:style>
  <w:style w:type="paragraph" w:styleId="TOC1">
    <w:name w:val="toc 1"/>
    <w:basedOn w:val="Normal"/>
    <w:next w:val="Normal"/>
    <w:autoRedefine/>
    <w:rsid w:val="002E01ED"/>
  </w:style>
  <w:style w:type="paragraph" w:styleId="TOC2">
    <w:name w:val="toc 2"/>
    <w:basedOn w:val="Normal"/>
    <w:next w:val="Normal"/>
    <w:autoRedefine/>
    <w:rsid w:val="002E01ED"/>
    <w:pPr>
      <w:ind w:left="180"/>
    </w:pPr>
  </w:style>
  <w:style w:type="paragraph" w:styleId="TOC3">
    <w:name w:val="toc 3"/>
    <w:basedOn w:val="Normal"/>
    <w:next w:val="Normal"/>
    <w:autoRedefine/>
    <w:rsid w:val="002E01ED"/>
    <w:pPr>
      <w:ind w:left="360"/>
    </w:pPr>
  </w:style>
  <w:style w:type="paragraph" w:styleId="TOC4">
    <w:name w:val="toc 4"/>
    <w:basedOn w:val="Normal"/>
    <w:next w:val="Normal"/>
    <w:autoRedefine/>
    <w:rsid w:val="002E01ED"/>
    <w:pPr>
      <w:ind w:left="540"/>
    </w:pPr>
  </w:style>
  <w:style w:type="paragraph" w:styleId="TOC5">
    <w:name w:val="toc 5"/>
    <w:basedOn w:val="Normal"/>
    <w:next w:val="Normal"/>
    <w:autoRedefine/>
    <w:rsid w:val="002E01ED"/>
    <w:pPr>
      <w:ind w:left="720"/>
    </w:pPr>
  </w:style>
  <w:style w:type="paragraph" w:styleId="TOC6">
    <w:name w:val="toc 6"/>
    <w:basedOn w:val="Normal"/>
    <w:next w:val="Normal"/>
    <w:autoRedefine/>
    <w:rsid w:val="002E01ED"/>
    <w:pPr>
      <w:ind w:left="900"/>
    </w:pPr>
  </w:style>
  <w:style w:type="paragraph" w:styleId="TOC7">
    <w:name w:val="toc 7"/>
    <w:basedOn w:val="Normal"/>
    <w:next w:val="Normal"/>
    <w:autoRedefine/>
    <w:rsid w:val="002E01ED"/>
    <w:pPr>
      <w:ind w:left="1080"/>
    </w:pPr>
  </w:style>
  <w:style w:type="paragraph" w:styleId="TOC8">
    <w:name w:val="toc 8"/>
    <w:basedOn w:val="Normal"/>
    <w:next w:val="Normal"/>
    <w:autoRedefine/>
    <w:rsid w:val="002E01ED"/>
    <w:pPr>
      <w:ind w:left="1260"/>
    </w:pPr>
  </w:style>
  <w:style w:type="paragraph" w:styleId="TOC9">
    <w:name w:val="toc 9"/>
    <w:basedOn w:val="Normal"/>
    <w:next w:val="Normal"/>
    <w:autoRedefine/>
    <w:rsid w:val="002E01ED"/>
    <w:pPr>
      <w:ind w:left="1440"/>
    </w:pPr>
  </w:style>
  <w:style w:type="paragraph" w:styleId="Subtitle">
    <w:name w:val="Subtitle"/>
    <w:basedOn w:val="Normal"/>
    <w:next w:val="Normal"/>
    <w:link w:val="SubtitleChar"/>
    <w:qFormat/>
    <w:rsid w:val="002E01ED"/>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2E01ED"/>
    <w:rPr>
      <w:rFonts w:asciiTheme="majorHAnsi" w:eastAsiaTheme="majorEastAsia" w:hAnsiTheme="majorHAnsi" w:cstheme="majorBidi"/>
      <w:sz w:val="24"/>
      <w:szCs w:val="24"/>
      <w:lang w:val="en-US" w:eastAsia="en-US"/>
    </w:rPr>
  </w:style>
  <w:style w:type="paragraph" w:styleId="BlockText">
    <w:name w:val="Block Text"/>
    <w:basedOn w:val="Normal"/>
    <w:rsid w:val="002E01ED"/>
    <w:pPr>
      <w:spacing w:after="120"/>
      <w:ind w:left="1440" w:right="1440"/>
    </w:pPr>
  </w:style>
  <w:style w:type="paragraph" w:styleId="PlainText">
    <w:name w:val="Plain Text"/>
    <w:basedOn w:val="Normal"/>
    <w:link w:val="PlainTextChar"/>
    <w:uiPriority w:val="99"/>
    <w:rsid w:val="002E01ED"/>
    <w:rPr>
      <w:rFonts w:ascii="Courier New" w:hAnsi="Courier New" w:cs="Courier New"/>
      <w:sz w:val="20"/>
    </w:rPr>
  </w:style>
  <w:style w:type="character" w:customStyle="1" w:styleId="PlainTextChar">
    <w:name w:val="Plain Text Char"/>
    <w:basedOn w:val="DefaultParagraphFont"/>
    <w:link w:val="PlainText"/>
    <w:uiPriority w:val="99"/>
    <w:rsid w:val="002E01ED"/>
    <w:rPr>
      <w:rFonts w:ascii="Courier New" w:hAnsi="Courier New" w:cs="Courier New"/>
      <w:lang w:val="en-US" w:eastAsia="en-US"/>
    </w:rPr>
  </w:style>
  <w:style w:type="paragraph" w:styleId="EndnoteText">
    <w:name w:val="endnote text"/>
    <w:basedOn w:val="Normal"/>
    <w:link w:val="EndnoteTextChar"/>
    <w:rsid w:val="002E01ED"/>
    <w:rPr>
      <w:sz w:val="20"/>
    </w:rPr>
  </w:style>
  <w:style w:type="character" w:customStyle="1" w:styleId="EndnoteTextChar">
    <w:name w:val="Endnote Text Char"/>
    <w:basedOn w:val="DefaultParagraphFont"/>
    <w:link w:val="EndnoteText"/>
    <w:rsid w:val="002E01ED"/>
    <w:rPr>
      <w:lang w:val="en-US" w:eastAsia="en-US"/>
    </w:rPr>
  </w:style>
  <w:style w:type="paragraph" w:styleId="IndexHeading">
    <w:name w:val="index heading"/>
    <w:basedOn w:val="Normal"/>
    <w:next w:val="Index1"/>
    <w:rsid w:val="002E01ED"/>
    <w:rPr>
      <w:rFonts w:asciiTheme="majorHAnsi" w:eastAsiaTheme="majorEastAsia" w:hAnsiTheme="majorHAnsi" w:cstheme="majorBidi"/>
      <w:b/>
      <w:bCs/>
    </w:rPr>
  </w:style>
  <w:style w:type="paragraph" w:styleId="TOAHeading">
    <w:name w:val="toa heading"/>
    <w:basedOn w:val="Normal"/>
    <w:next w:val="Normal"/>
    <w:rsid w:val="002E01ED"/>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2E01ED"/>
    <w:pPr>
      <w:numPr>
        <w:numId w:val="0"/>
      </w:numPr>
      <w:spacing w:before="240" w:after="60"/>
      <w:jc w:val="both"/>
      <w:outlineLvl w:val="9"/>
    </w:pPr>
    <w:rPr>
      <w:rFonts w:asciiTheme="majorHAnsi" w:eastAsiaTheme="majorEastAsia" w:hAnsiTheme="majorHAnsi" w:cstheme="majorBidi"/>
      <w:bCs/>
      <w:kern w:val="32"/>
      <w:sz w:val="32"/>
      <w:szCs w:val="32"/>
    </w:rPr>
  </w:style>
  <w:style w:type="table" w:customStyle="1" w:styleId="PlainTable21">
    <w:name w:val="Plain Table 21"/>
    <w:basedOn w:val="TableNormal"/>
    <w:uiPriority w:val="42"/>
    <w:rsid w:val="00C87B2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Caption">
    <w:name w:val="Table Caption"/>
    <w:basedOn w:val="Caption"/>
    <w:next w:val="BodyText"/>
    <w:qFormat/>
    <w:rsid w:val="00B47930"/>
    <w:pPr>
      <w:spacing w:before="240" w:after="120"/>
    </w:pPr>
  </w:style>
  <w:style w:type="paragraph" w:customStyle="1" w:styleId="FigureCaption0">
    <w:name w:val="Figure Caption"/>
    <w:basedOn w:val="Caption"/>
    <w:next w:val="BodyText"/>
    <w:qFormat/>
    <w:rsid w:val="00B47930"/>
    <w:pPr>
      <w:spacing w:before="120" w:after="240"/>
    </w:pPr>
  </w:style>
  <w:style w:type="paragraph" w:customStyle="1" w:styleId="RFICParagraph">
    <w:name w:val="RFIC Paragraph"/>
    <w:basedOn w:val="Normal"/>
    <w:link w:val="RFICParagraphChar"/>
    <w:rsid w:val="00085C62"/>
    <w:pPr>
      <w:adjustRightInd w:val="0"/>
      <w:snapToGrid w:val="0"/>
      <w:ind w:firstLine="216"/>
    </w:pPr>
    <w:rPr>
      <w:sz w:val="20"/>
      <w:szCs w:val="24"/>
      <w:lang w:val="en-AU" w:eastAsia="zh-CN"/>
    </w:rPr>
  </w:style>
  <w:style w:type="character" w:customStyle="1" w:styleId="RFICParagraphChar">
    <w:name w:val="RFIC Paragraph Char"/>
    <w:basedOn w:val="DefaultParagraphFont"/>
    <w:link w:val="RFICParagraph"/>
    <w:rsid w:val="00085C62"/>
    <w:rPr>
      <w:rFonts w:eastAsia="SimSun"/>
      <w:szCs w:val="24"/>
      <w:lang w:val="en-AU" w:eastAsia="zh-CN"/>
    </w:rPr>
  </w:style>
  <w:style w:type="character" w:styleId="FollowedHyperlink">
    <w:name w:val="FollowedHyperlink"/>
    <w:basedOn w:val="DefaultParagraphFont"/>
    <w:semiHidden/>
    <w:unhideWhenUsed/>
    <w:rsid w:val="00644741"/>
    <w:rPr>
      <w:color w:val="800080" w:themeColor="followedHyperlink"/>
      <w:u w:val="single"/>
    </w:rPr>
  </w:style>
  <w:style w:type="table" w:customStyle="1" w:styleId="PlainTable22">
    <w:name w:val="Plain Table 22"/>
    <w:basedOn w:val="TableNormal"/>
    <w:uiPriority w:val="42"/>
    <w:rsid w:val="00AD05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46577">
      <w:bodyDiv w:val="1"/>
      <w:marLeft w:val="0"/>
      <w:marRight w:val="0"/>
      <w:marTop w:val="0"/>
      <w:marBottom w:val="0"/>
      <w:divBdr>
        <w:top w:val="none" w:sz="0" w:space="0" w:color="auto"/>
        <w:left w:val="none" w:sz="0" w:space="0" w:color="auto"/>
        <w:bottom w:val="none" w:sz="0" w:space="0" w:color="auto"/>
        <w:right w:val="none" w:sz="0" w:space="0" w:color="auto"/>
      </w:divBdr>
      <w:divsChild>
        <w:div w:id="91627299">
          <w:marLeft w:val="0"/>
          <w:marRight w:val="0"/>
          <w:marTop w:val="0"/>
          <w:marBottom w:val="0"/>
          <w:divBdr>
            <w:top w:val="none" w:sz="0" w:space="0" w:color="auto"/>
            <w:left w:val="none" w:sz="0" w:space="0" w:color="auto"/>
            <w:bottom w:val="none" w:sz="0" w:space="0" w:color="auto"/>
            <w:right w:val="none" w:sz="0" w:space="0" w:color="auto"/>
          </w:divBdr>
          <w:divsChild>
            <w:div w:id="1760716747">
              <w:marLeft w:val="0"/>
              <w:marRight w:val="0"/>
              <w:marTop w:val="0"/>
              <w:marBottom w:val="0"/>
              <w:divBdr>
                <w:top w:val="none" w:sz="0" w:space="0" w:color="auto"/>
                <w:left w:val="none" w:sz="0" w:space="0" w:color="auto"/>
                <w:bottom w:val="none" w:sz="0" w:space="0" w:color="auto"/>
                <w:right w:val="none" w:sz="0" w:space="0" w:color="auto"/>
              </w:divBdr>
              <w:divsChild>
                <w:div w:id="20815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161468">
      <w:bodyDiv w:val="1"/>
      <w:marLeft w:val="0"/>
      <w:marRight w:val="0"/>
      <w:marTop w:val="0"/>
      <w:marBottom w:val="0"/>
      <w:divBdr>
        <w:top w:val="none" w:sz="0" w:space="0" w:color="auto"/>
        <w:left w:val="none" w:sz="0" w:space="0" w:color="auto"/>
        <w:bottom w:val="none" w:sz="0" w:space="0" w:color="auto"/>
        <w:right w:val="none" w:sz="0" w:space="0" w:color="auto"/>
      </w:divBdr>
      <w:divsChild>
        <w:div w:id="1537815353">
          <w:marLeft w:val="0"/>
          <w:marRight w:val="0"/>
          <w:marTop w:val="0"/>
          <w:marBottom w:val="0"/>
          <w:divBdr>
            <w:top w:val="none" w:sz="0" w:space="0" w:color="auto"/>
            <w:left w:val="none" w:sz="0" w:space="0" w:color="auto"/>
            <w:bottom w:val="none" w:sz="0" w:space="0" w:color="auto"/>
            <w:right w:val="none" w:sz="0" w:space="0" w:color="auto"/>
          </w:divBdr>
          <w:divsChild>
            <w:div w:id="2073187570">
              <w:marLeft w:val="0"/>
              <w:marRight w:val="0"/>
              <w:marTop w:val="0"/>
              <w:marBottom w:val="0"/>
              <w:divBdr>
                <w:top w:val="none" w:sz="0" w:space="0" w:color="auto"/>
                <w:left w:val="none" w:sz="0" w:space="0" w:color="auto"/>
                <w:bottom w:val="none" w:sz="0" w:space="0" w:color="auto"/>
                <w:right w:val="none" w:sz="0" w:space="0" w:color="auto"/>
              </w:divBdr>
              <w:divsChild>
                <w:div w:id="1372222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702547">
      <w:bodyDiv w:val="1"/>
      <w:marLeft w:val="0"/>
      <w:marRight w:val="0"/>
      <w:marTop w:val="0"/>
      <w:marBottom w:val="0"/>
      <w:divBdr>
        <w:top w:val="none" w:sz="0" w:space="0" w:color="auto"/>
        <w:left w:val="none" w:sz="0" w:space="0" w:color="auto"/>
        <w:bottom w:val="none" w:sz="0" w:space="0" w:color="auto"/>
        <w:right w:val="none" w:sz="0" w:space="0" w:color="auto"/>
      </w:divBdr>
      <w:divsChild>
        <w:div w:id="1962347238">
          <w:marLeft w:val="0"/>
          <w:marRight w:val="0"/>
          <w:marTop w:val="0"/>
          <w:marBottom w:val="0"/>
          <w:divBdr>
            <w:top w:val="none" w:sz="0" w:space="0" w:color="auto"/>
            <w:left w:val="none" w:sz="0" w:space="0" w:color="auto"/>
            <w:bottom w:val="none" w:sz="0" w:space="0" w:color="auto"/>
            <w:right w:val="none" w:sz="0" w:space="0" w:color="auto"/>
          </w:divBdr>
          <w:divsChild>
            <w:div w:id="1725181962">
              <w:marLeft w:val="0"/>
              <w:marRight w:val="0"/>
              <w:marTop w:val="0"/>
              <w:marBottom w:val="0"/>
              <w:divBdr>
                <w:top w:val="none" w:sz="0" w:space="0" w:color="auto"/>
                <w:left w:val="none" w:sz="0" w:space="0" w:color="auto"/>
                <w:bottom w:val="none" w:sz="0" w:space="0" w:color="auto"/>
                <w:right w:val="none" w:sz="0" w:space="0" w:color="auto"/>
              </w:divBdr>
              <w:divsChild>
                <w:div w:id="117973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95690">
      <w:bodyDiv w:val="1"/>
      <w:marLeft w:val="0"/>
      <w:marRight w:val="0"/>
      <w:marTop w:val="0"/>
      <w:marBottom w:val="0"/>
      <w:divBdr>
        <w:top w:val="none" w:sz="0" w:space="0" w:color="auto"/>
        <w:left w:val="none" w:sz="0" w:space="0" w:color="auto"/>
        <w:bottom w:val="none" w:sz="0" w:space="0" w:color="auto"/>
        <w:right w:val="none" w:sz="0" w:space="0" w:color="auto"/>
      </w:divBdr>
      <w:divsChild>
        <w:div w:id="118380775">
          <w:marLeft w:val="0"/>
          <w:marRight w:val="0"/>
          <w:marTop w:val="0"/>
          <w:marBottom w:val="0"/>
          <w:divBdr>
            <w:top w:val="none" w:sz="0" w:space="0" w:color="auto"/>
            <w:left w:val="none" w:sz="0" w:space="0" w:color="auto"/>
            <w:bottom w:val="none" w:sz="0" w:space="0" w:color="auto"/>
            <w:right w:val="none" w:sz="0" w:space="0" w:color="auto"/>
          </w:divBdr>
          <w:divsChild>
            <w:div w:id="779953725">
              <w:marLeft w:val="0"/>
              <w:marRight w:val="0"/>
              <w:marTop w:val="0"/>
              <w:marBottom w:val="0"/>
              <w:divBdr>
                <w:top w:val="none" w:sz="0" w:space="0" w:color="auto"/>
                <w:left w:val="none" w:sz="0" w:space="0" w:color="auto"/>
                <w:bottom w:val="none" w:sz="0" w:space="0" w:color="auto"/>
                <w:right w:val="none" w:sz="0" w:space="0" w:color="auto"/>
              </w:divBdr>
              <w:divsChild>
                <w:div w:id="114400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E2B38-7876-224C-843D-330F186F2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TotalTime>
  <Pages>4</Pages>
  <Words>2650</Words>
  <Characters>21465</Characters>
  <Application>Microsoft Office Word</Application>
  <DocSecurity>0</DocSecurity>
  <Lines>178</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Paper Template for INTERSPEECH 2025</vt:lpstr>
      <vt:lpstr>Paper Template for INTERSPEECH 2015</vt:lpstr>
    </vt:vector>
  </TitlesOfParts>
  <Company>Gateway 2000</Company>
  <LinksUpToDate>false</LinksUpToDate>
  <CharactersWithSpaces>24067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Template for INTERSPEECH 2025</dc:title>
  <dc:creator>steidl</dc:creator>
  <cp:keywords>INTERSPEECH2025_WORD_TEMPLATE</cp:keywords>
  <cp:lastModifiedBy>Tomi Kinnunen</cp:lastModifiedBy>
  <cp:revision>4</cp:revision>
  <cp:lastPrinted>2024-12-04T18:38:00Z</cp:lastPrinted>
  <dcterms:created xsi:type="dcterms:W3CDTF">2024-12-04T18:38:00Z</dcterms:created>
  <dcterms:modified xsi:type="dcterms:W3CDTF">2024-12-04T18:44:00Z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