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lang w:val="en-GB"/>
        </w:rPr>
        <w:alias w:val="Title"/>
        <w:tag w:val=""/>
        <w:id w:val="-1738922792"/>
        <w:placeholder>
          <w:docPart w:val="E0CC59F14D5747B2A2FC6F24AEBAEB73"/>
        </w:placeholder>
        <w:dataBinding w:prefixMappings="xmlns:ns0='http://purl.org/dc/elements/1.1/' xmlns:ns1='http://schemas.openxmlformats.org/package/2006/metadata/core-properties' " w:xpath="/ns1:coreProperties[1]/ns0:title[1]" w:storeItemID="{6C3C8BC8-F283-45AE-878A-BAB7291924A1}"/>
        <w:text/>
      </w:sdtPr>
      <w:sdtEndPr/>
      <w:sdtContent>
        <w:p w:rsidR="00F809CD" w:rsidRPr="00DE1C47" w:rsidRDefault="00C061D7" w:rsidP="00F809CD">
          <w:pPr>
            <w:pStyle w:val="Title"/>
            <w:rPr>
              <w:lang w:val="en-GB"/>
            </w:rPr>
          </w:pPr>
          <w:r w:rsidRPr="00DE1C47">
            <w:rPr>
              <w:lang w:val="en-GB"/>
            </w:rPr>
            <w:t>Impact of the proposed NIS2 Directive in relation to organisations self-managing their domain name service</w:t>
          </w:r>
        </w:p>
      </w:sdtContent>
    </w:sdt>
    <w:p w:rsidR="00F87A45" w:rsidRPr="00DE1C47" w:rsidRDefault="00F87A45" w:rsidP="00F87A45">
      <w:pPr>
        <w:pStyle w:val="Heading1"/>
        <w:rPr>
          <w:lang w:val="en-GB"/>
        </w:rPr>
      </w:pPr>
      <w:bookmarkStart w:id="0" w:name="_Toc60864487"/>
      <w:r w:rsidRPr="00DE1C47">
        <w:rPr>
          <w:lang w:val="en-GB"/>
        </w:rPr>
        <w:t>Executive Summary</w:t>
      </w:r>
      <w:bookmarkEnd w:id="0"/>
    </w:p>
    <w:p w:rsidR="004847BA" w:rsidRPr="00DE1C47" w:rsidRDefault="00512BBA" w:rsidP="004847BA">
      <w:pPr>
        <w:rPr>
          <w:lang w:val="en-GB"/>
        </w:rPr>
      </w:pPr>
      <w:r w:rsidRPr="00DE1C47">
        <w:rPr>
          <w:lang w:val="en-GB"/>
        </w:rPr>
        <w:t xml:space="preserve">The </w:t>
      </w:r>
      <w:r w:rsidR="00C30287" w:rsidRPr="00DE1C47">
        <w:rPr>
          <w:lang w:val="en-GB"/>
        </w:rPr>
        <w:t>proposal</w:t>
      </w:r>
      <w:r w:rsidRPr="00DE1C47">
        <w:rPr>
          <w:lang w:val="en-GB"/>
        </w:rPr>
        <w:t xml:space="preserve"> </w:t>
      </w:r>
      <w:r w:rsidR="00C30287" w:rsidRPr="00DE1C47">
        <w:rPr>
          <w:lang w:val="en-GB"/>
        </w:rPr>
        <w:t xml:space="preserve">for </w:t>
      </w:r>
      <w:r w:rsidRPr="00DE1C47">
        <w:rPr>
          <w:lang w:val="en-GB"/>
        </w:rPr>
        <w:t xml:space="preserve">the revised Directive on Security of Network and Information Systems (draft NIS 2) </w:t>
      </w:r>
      <w:r w:rsidR="0077686E" w:rsidRPr="00DE1C47">
        <w:rPr>
          <w:lang w:val="en-GB"/>
        </w:rPr>
        <w:t>inadvertently makes many organisations in both the private and academic sector subject to a regulatory regime for ‘essential services’. The draft directive, aiming to improve the cybersecurity posture and risk management of organisations that provide essential and important services to the economy and society, includes in its definition of ‘essential’ entities of the Digital infrastructure all DNS service providers that provide ‘authoritative’ name resolution for domain names.</w:t>
      </w:r>
    </w:p>
    <w:p w:rsidR="0077686E" w:rsidRPr="00DE1C47" w:rsidRDefault="0077686E" w:rsidP="004847BA">
      <w:pPr>
        <w:rPr>
          <w:lang w:val="en-GB"/>
        </w:rPr>
      </w:pPr>
      <w:r w:rsidRPr="00DE1C47">
        <w:rPr>
          <w:lang w:val="en-GB"/>
        </w:rPr>
        <w:t xml:space="preserve">The intent of the draft Directive, substantiated by the </w:t>
      </w:r>
      <w:r w:rsidRPr="00DE1C47">
        <w:rPr>
          <w:i/>
          <w:lang w:val="en-GB"/>
        </w:rPr>
        <w:t>Impact Assessment</w:t>
      </w:r>
      <w:r w:rsidRPr="00DE1C47">
        <w:rPr>
          <w:lang w:val="en-GB"/>
        </w:rPr>
        <w:t xml:space="preserve"> that accompanies the proposal, is to ensure that root and top-level domain name services, as well as DNS service provided as a business offering by domain name registrars and web hosting companies, are all brought to a similar, high common level of cybersecurity across the Union. </w:t>
      </w:r>
    </w:p>
    <w:p w:rsidR="00EC4E54" w:rsidRPr="00DE1C47" w:rsidRDefault="00EC4E54" w:rsidP="004847BA">
      <w:pPr>
        <w:rPr>
          <w:lang w:val="en-GB"/>
        </w:rPr>
      </w:pPr>
      <w:r w:rsidRPr="00DE1C47">
        <w:rPr>
          <w:lang w:val="en-GB"/>
        </w:rPr>
        <w:t xml:space="preserve">However, the way ‘DNS service provider’ is defined in the NIS2 draft, </w:t>
      </w:r>
      <w:r w:rsidR="00E84612" w:rsidRPr="00DE1C47">
        <w:rPr>
          <w:lang w:val="en-GB"/>
        </w:rPr>
        <w:t xml:space="preserve">combined with the exclusion of </w:t>
      </w:r>
      <w:r w:rsidR="00E84612" w:rsidRPr="00DE1C47">
        <w:rPr>
          <w:i/>
          <w:lang w:val="en-GB"/>
        </w:rPr>
        <w:t xml:space="preserve">specifically </w:t>
      </w:r>
      <w:r w:rsidR="00E84612" w:rsidRPr="00886F8D">
        <w:rPr>
          <w:lang w:val="en-GB"/>
        </w:rPr>
        <w:t>DNS service providers</w:t>
      </w:r>
      <w:r w:rsidR="00E84612" w:rsidRPr="00DE1C47">
        <w:rPr>
          <w:lang w:val="en-GB"/>
        </w:rPr>
        <w:t xml:space="preserve"> from both the size-cap </w:t>
      </w:r>
      <w:r w:rsidR="00DE1C47" w:rsidRPr="00DE1C47">
        <w:rPr>
          <w:lang w:val="en-GB"/>
        </w:rPr>
        <w:t>criterion</w:t>
      </w:r>
      <w:r w:rsidR="00E84612" w:rsidRPr="00DE1C47">
        <w:rPr>
          <w:lang w:val="en-GB"/>
        </w:rPr>
        <w:t xml:space="preserve"> and </w:t>
      </w:r>
      <w:r w:rsidR="00F844C5" w:rsidRPr="00DE1C47">
        <w:rPr>
          <w:lang w:val="en-GB"/>
        </w:rPr>
        <w:t xml:space="preserve">from any considerations of their economic and societal impact, </w:t>
      </w:r>
      <w:r w:rsidR="00F844C5" w:rsidRPr="00DE1C47">
        <w:rPr>
          <w:i/>
          <w:lang w:val="en-GB"/>
        </w:rPr>
        <w:t>inadvertently</w:t>
      </w:r>
      <w:r w:rsidR="00F844C5" w:rsidRPr="00DE1C47">
        <w:rPr>
          <w:lang w:val="en-GB"/>
        </w:rPr>
        <w:t xml:space="preserve"> brings a very large number of non-important entities within its sway. Many organisat</w:t>
      </w:r>
      <w:r w:rsidR="00C30287" w:rsidRPr="00DE1C47">
        <w:rPr>
          <w:lang w:val="en-GB"/>
        </w:rPr>
        <w:t>ion</w:t>
      </w:r>
      <w:r w:rsidR="008B6C92">
        <w:rPr>
          <w:lang w:val="en-GB"/>
        </w:rPr>
        <w:t>s</w:t>
      </w:r>
      <w:r w:rsidR="00C30287" w:rsidRPr="00DE1C47">
        <w:rPr>
          <w:lang w:val="en-GB"/>
        </w:rPr>
        <w:t xml:space="preserve">, </w:t>
      </w:r>
      <w:r w:rsidR="00F844C5" w:rsidRPr="00DE1C47">
        <w:rPr>
          <w:lang w:val="en-GB"/>
        </w:rPr>
        <w:t xml:space="preserve">both </w:t>
      </w:r>
      <w:r w:rsidR="00C30287" w:rsidRPr="00DE1C47">
        <w:rPr>
          <w:lang w:val="en-GB"/>
        </w:rPr>
        <w:t xml:space="preserve">in </w:t>
      </w:r>
      <w:r w:rsidR="00F844C5" w:rsidRPr="00DE1C47">
        <w:rPr>
          <w:lang w:val="en-GB"/>
        </w:rPr>
        <w:t>the private sector as well as in acade</w:t>
      </w:r>
      <w:r w:rsidR="00C30287" w:rsidRPr="00DE1C47">
        <w:rPr>
          <w:lang w:val="en-GB"/>
        </w:rPr>
        <w:t xml:space="preserve">mic and research establishments, operate </w:t>
      </w:r>
      <w:r w:rsidR="00C30287" w:rsidRPr="00DE1C47">
        <w:rPr>
          <w:i/>
          <w:lang w:val="en-GB"/>
        </w:rPr>
        <w:t>their own</w:t>
      </w:r>
      <w:r w:rsidR="00C30287" w:rsidRPr="00DE1C47">
        <w:rPr>
          <w:lang w:val="en-GB"/>
        </w:rPr>
        <w:t xml:space="preserve"> authoritative domain name resolution services for their own domain names. Incidents affecting these domain name services impact only that entity itself and have </w:t>
      </w:r>
      <w:r w:rsidR="00F4709F" w:rsidRPr="00F4709F">
        <w:rPr>
          <w:lang w:val="en-GB"/>
        </w:rPr>
        <w:t>little impact of the type the Directive is intended to address</w:t>
      </w:r>
      <w:r w:rsidR="00C30287" w:rsidRPr="00DE1C47">
        <w:rPr>
          <w:lang w:val="en-GB"/>
        </w:rPr>
        <w:t xml:space="preserve">. They themselves rely solely on the domain name services of their chosen ccTLDs, and the internet end-users can reach them either directly or through any </w:t>
      </w:r>
      <w:r w:rsidR="00C30287" w:rsidRPr="00DE1C47">
        <w:rPr>
          <w:i/>
          <w:lang w:val="en-GB"/>
        </w:rPr>
        <w:t>recursive</w:t>
      </w:r>
      <w:r w:rsidR="00C30287" w:rsidRPr="00DE1C47">
        <w:rPr>
          <w:lang w:val="en-GB"/>
        </w:rPr>
        <w:t xml:space="preserve"> domain name resolution services that the end-user may have opted to use.</w:t>
      </w:r>
      <w:r w:rsidR="0068744D">
        <w:rPr>
          <w:lang w:val="en-GB"/>
        </w:rPr>
        <w:t xml:space="preserve"> </w:t>
      </w:r>
    </w:p>
    <w:p w:rsidR="00C30287" w:rsidRPr="00DE1C47" w:rsidRDefault="00C30287" w:rsidP="004847BA">
      <w:pPr>
        <w:rPr>
          <w:lang w:val="en-GB"/>
        </w:rPr>
      </w:pPr>
      <w:r w:rsidRPr="00DE1C47">
        <w:rPr>
          <w:lang w:val="en-GB"/>
        </w:rPr>
        <w:t>By not distinguishing between ‘recursive’ and ‘authoritative’ domain name resolution services in the definition of ‘DNS service provider’ in Articl</w:t>
      </w:r>
      <w:r w:rsidR="008B6C92">
        <w:rPr>
          <w:lang w:val="en-GB"/>
        </w:rPr>
        <w:t>e 4 (14), the proposed Directive</w:t>
      </w:r>
      <w:r w:rsidRPr="00DE1C47">
        <w:rPr>
          <w:lang w:val="en-GB"/>
        </w:rPr>
        <w:t xml:space="preserve"> </w:t>
      </w:r>
      <w:r w:rsidRPr="00DE1C47">
        <w:rPr>
          <w:i/>
          <w:lang w:val="en-GB"/>
        </w:rPr>
        <w:t>does</w:t>
      </w:r>
      <w:r w:rsidRPr="00DE1C47">
        <w:rPr>
          <w:lang w:val="en-GB"/>
        </w:rPr>
        <w:t xml:space="preserve"> ‘bring considerable changes in terms of coverage of entities’, contrary to what is stated in the </w:t>
      </w:r>
      <w:r w:rsidRPr="00DE1C47">
        <w:rPr>
          <w:i/>
          <w:lang w:val="en-GB"/>
        </w:rPr>
        <w:t>Impact Assessment</w:t>
      </w:r>
      <w:r w:rsidR="005100BF" w:rsidRPr="00DE1C47">
        <w:rPr>
          <w:lang w:val="en-GB"/>
        </w:rPr>
        <w:t xml:space="preserve">, by including large numbers of organisations in the Union that operate their domain name servers themselves for otherwise non-essential and non-important entities – ranging anywhere from soup brands to physics research data. </w:t>
      </w:r>
      <w:r w:rsidR="00A424B0">
        <w:rPr>
          <w:lang w:val="en-GB"/>
        </w:rPr>
        <w:t xml:space="preserve">By not excluding natural persons from the definition of ‘entity’, it even </w:t>
      </w:r>
      <w:r w:rsidR="00326E3F">
        <w:rPr>
          <w:lang w:val="en-GB"/>
        </w:rPr>
        <w:t xml:space="preserve">includes </w:t>
      </w:r>
      <w:r w:rsidR="00A424B0">
        <w:rPr>
          <w:lang w:val="en-GB"/>
        </w:rPr>
        <w:t>unquantifiable numb</w:t>
      </w:r>
      <w:r w:rsidR="008B6C92">
        <w:rPr>
          <w:lang w:val="en-GB"/>
        </w:rPr>
        <w:t>ers of individual computer enth</w:t>
      </w:r>
      <w:r w:rsidR="00A424B0">
        <w:rPr>
          <w:lang w:val="en-GB"/>
        </w:rPr>
        <w:t xml:space="preserve">usiasts. </w:t>
      </w:r>
      <w:r w:rsidR="00E30700" w:rsidRPr="00DE1C47">
        <w:rPr>
          <w:lang w:val="en-GB"/>
        </w:rPr>
        <w:t xml:space="preserve">The classification of DNS service providers as ‘essential entities’ moreover incurs the overhead of the most </w:t>
      </w:r>
      <w:r w:rsidR="00DE1C47" w:rsidRPr="00DE1C47">
        <w:rPr>
          <w:lang w:val="en-GB"/>
        </w:rPr>
        <w:t>stringent</w:t>
      </w:r>
      <w:r w:rsidR="00E30700" w:rsidRPr="00DE1C47">
        <w:rPr>
          <w:lang w:val="en-GB"/>
        </w:rPr>
        <w:t xml:space="preserve"> regime (under Art. 29), incurring a heavy </w:t>
      </w:r>
      <w:r w:rsidR="00C3623F" w:rsidRPr="00DE1C47">
        <w:rPr>
          <w:lang w:val="en-GB"/>
        </w:rPr>
        <w:t xml:space="preserve">and unexpected </w:t>
      </w:r>
      <w:r w:rsidR="00E30700" w:rsidRPr="00DE1C47">
        <w:rPr>
          <w:lang w:val="en-GB"/>
        </w:rPr>
        <w:t xml:space="preserve">burden </w:t>
      </w:r>
      <w:r w:rsidR="00E30700" w:rsidRPr="00DE1C47">
        <w:rPr>
          <w:i/>
          <w:lang w:val="en-GB"/>
        </w:rPr>
        <w:t>not only</w:t>
      </w:r>
      <w:r w:rsidR="00E30700" w:rsidRPr="00DE1C47">
        <w:rPr>
          <w:lang w:val="en-GB"/>
        </w:rPr>
        <w:t xml:space="preserve"> on the organisations involved, </w:t>
      </w:r>
      <w:r w:rsidR="00E30700" w:rsidRPr="00DE1C47">
        <w:rPr>
          <w:i/>
          <w:lang w:val="en-GB"/>
        </w:rPr>
        <w:t>but also</w:t>
      </w:r>
      <w:r w:rsidR="00E30700" w:rsidRPr="00DE1C47">
        <w:rPr>
          <w:lang w:val="en-GB"/>
        </w:rPr>
        <w:t xml:space="preserve"> </w:t>
      </w:r>
      <w:r w:rsidR="001827BB">
        <w:rPr>
          <w:lang w:val="en-GB"/>
        </w:rPr>
        <w:t xml:space="preserve">and specifically </w:t>
      </w:r>
      <w:r w:rsidR="00E30700" w:rsidRPr="00DE1C47">
        <w:rPr>
          <w:lang w:val="en-GB"/>
        </w:rPr>
        <w:t>on ENISA and on the supervisory authorities in the member states.</w:t>
      </w:r>
    </w:p>
    <w:p w:rsidR="002A1DDD" w:rsidRDefault="002A1DDD" w:rsidP="004847BA">
      <w:pPr>
        <w:rPr>
          <w:lang w:val="en-GB"/>
        </w:rPr>
      </w:pPr>
      <w:r>
        <w:rPr>
          <w:lang w:val="en-GB"/>
        </w:rPr>
        <w:t xml:space="preserve">To </w:t>
      </w:r>
      <w:r w:rsidR="005100BF" w:rsidRPr="00DE1C47">
        <w:rPr>
          <w:lang w:val="en-GB"/>
        </w:rPr>
        <w:t xml:space="preserve">ensure that only </w:t>
      </w:r>
      <w:r>
        <w:rPr>
          <w:lang w:val="en-GB"/>
        </w:rPr>
        <w:t xml:space="preserve">those </w:t>
      </w:r>
      <w:r w:rsidR="005100BF" w:rsidRPr="00DE1C47">
        <w:rPr>
          <w:lang w:val="en-GB"/>
        </w:rPr>
        <w:t xml:space="preserve">entities </w:t>
      </w:r>
      <w:r w:rsidR="005100BF" w:rsidRPr="002A1DDD">
        <w:rPr>
          <w:i/>
          <w:lang w:val="en-GB"/>
        </w:rPr>
        <w:t>intended</w:t>
      </w:r>
      <w:r w:rsidR="005100BF" w:rsidRPr="00DE1C47">
        <w:rPr>
          <w:lang w:val="en-GB"/>
        </w:rPr>
        <w:t xml:space="preserve"> to be in scope of the </w:t>
      </w:r>
      <w:r>
        <w:rPr>
          <w:lang w:val="en-GB"/>
        </w:rPr>
        <w:t>NIS2 Directive are included</w:t>
      </w:r>
      <w:r w:rsidR="000006BA">
        <w:rPr>
          <w:lang w:val="en-GB"/>
        </w:rPr>
        <w:t>, either</w:t>
      </w:r>
      <w:r>
        <w:rPr>
          <w:lang w:val="en-GB"/>
        </w:rPr>
        <w:t>:</w:t>
      </w:r>
    </w:p>
    <w:p w:rsidR="005100BF" w:rsidRPr="002A1DDD" w:rsidRDefault="002A1DDD" w:rsidP="002A1DDD">
      <w:pPr>
        <w:pStyle w:val="ListParagraph"/>
        <w:numPr>
          <w:ilvl w:val="0"/>
          <w:numId w:val="8"/>
        </w:numPr>
        <w:rPr>
          <w:lang w:val="en-GB"/>
        </w:rPr>
      </w:pPr>
      <w:r w:rsidRPr="002A1DDD">
        <w:rPr>
          <w:lang w:val="en-GB"/>
        </w:rPr>
        <w:t>the definition of ‘DNS service provider’ in Art. 4 (14)</w:t>
      </w:r>
      <w:r>
        <w:rPr>
          <w:lang w:val="en-GB"/>
        </w:rPr>
        <w:t xml:space="preserve"> could be augmented </w:t>
      </w:r>
      <w:r w:rsidR="00750EE5" w:rsidRPr="002A1DDD">
        <w:rPr>
          <w:lang w:val="en-GB"/>
        </w:rPr>
        <w:t>by clarifying it applies to entities</w:t>
      </w:r>
      <w:r w:rsidR="00750EE5" w:rsidRPr="002A1DDD">
        <w:rPr>
          <w:i/>
          <w:lang w:val="en-GB"/>
        </w:rPr>
        <w:t xml:space="preserve"> </w:t>
      </w:r>
      <w:r w:rsidR="00750EE5" w:rsidRPr="002A1DDD">
        <w:rPr>
          <w:lang w:val="en-GB"/>
        </w:rPr>
        <w:t>that</w:t>
      </w:r>
      <w:r w:rsidR="00750EE5" w:rsidRPr="002A1DDD">
        <w:rPr>
          <w:i/>
          <w:lang w:val="en-GB"/>
        </w:rPr>
        <w:t xml:space="preserve"> </w:t>
      </w:r>
      <w:r w:rsidR="00750EE5" w:rsidRPr="002A1DDD">
        <w:rPr>
          <w:lang w:val="en-GB"/>
        </w:rPr>
        <w:t>provides</w:t>
      </w:r>
      <w:r w:rsidR="00750EE5" w:rsidRPr="002A1DDD">
        <w:rPr>
          <w:i/>
          <w:lang w:val="en-GB"/>
        </w:rPr>
        <w:t xml:space="preserve"> authoritative</w:t>
      </w:r>
      <w:r w:rsidR="00750EE5" w:rsidRPr="002A1DDD">
        <w:rPr>
          <w:lang w:val="en-GB"/>
        </w:rPr>
        <w:t xml:space="preserve"> domain name resolution</w:t>
      </w:r>
      <w:r w:rsidR="00750EE5" w:rsidRPr="002A1DDD">
        <w:rPr>
          <w:i/>
          <w:lang w:val="en-GB"/>
        </w:rPr>
        <w:t xml:space="preserve"> </w:t>
      </w:r>
      <w:r w:rsidR="00177A72" w:rsidRPr="002A1DDD">
        <w:rPr>
          <w:i/>
          <w:lang w:val="en-GB"/>
        </w:rPr>
        <w:t xml:space="preserve">as a service </w:t>
      </w:r>
      <w:r w:rsidR="00D3406F" w:rsidRPr="002A1DDD">
        <w:rPr>
          <w:i/>
          <w:lang w:val="en-GB"/>
        </w:rPr>
        <w:t xml:space="preserve">procurable by </w:t>
      </w:r>
      <w:r w:rsidR="00177A72" w:rsidRPr="002A1DDD">
        <w:rPr>
          <w:i/>
          <w:lang w:val="en-GB"/>
        </w:rPr>
        <w:t xml:space="preserve">third-party </w:t>
      </w:r>
      <w:r>
        <w:rPr>
          <w:i/>
          <w:lang w:val="en-GB"/>
        </w:rPr>
        <w:t xml:space="preserve">essential and important </w:t>
      </w:r>
      <w:r w:rsidR="00177A72" w:rsidRPr="002A1DDD">
        <w:rPr>
          <w:i/>
          <w:lang w:val="en-GB"/>
        </w:rPr>
        <w:t>entities</w:t>
      </w:r>
      <w:r>
        <w:rPr>
          <w:i/>
          <w:lang w:val="en-GB"/>
        </w:rPr>
        <w:t>;</w:t>
      </w:r>
      <w:r w:rsidR="000006BA">
        <w:rPr>
          <w:i/>
          <w:lang w:val="en-GB"/>
        </w:rPr>
        <w:t xml:space="preserve"> </w:t>
      </w:r>
      <w:r w:rsidR="000006BA" w:rsidRPr="000006BA">
        <w:rPr>
          <w:lang w:val="en-GB"/>
        </w:rPr>
        <w:t>or</w:t>
      </w:r>
    </w:p>
    <w:p w:rsidR="00D45F6E" w:rsidRPr="008A266D" w:rsidRDefault="000006BA" w:rsidP="008A266D">
      <w:pPr>
        <w:pStyle w:val="ListParagraph"/>
        <w:numPr>
          <w:ilvl w:val="0"/>
          <w:numId w:val="8"/>
        </w:numPr>
        <w:rPr>
          <w:lang w:val="en-GB"/>
        </w:rPr>
      </w:pPr>
      <w:r>
        <w:rPr>
          <w:lang w:val="en-GB"/>
        </w:rPr>
        <w:t>Article</w:t>
      </w:r>
      <w:r w:rsidR="002A1DDD">
        <w:rPr>
          <w:lang w:val="en-GB"/>
        </w:rPr>
        <w:t xml:space="preserve"> 2(</w:t>
      </w:r>
      <w:r w:rsidR="000B50C7">
        <w:rPr>
          <w:lang w:val="en-GB"/>
        </w:rPr>
        <w:t>2)(a)(iii) could be scoped spe</w:t>
      </w:r>
      <w:r w:rsidR="002A1DDD">
        <w:rPr>
          <w:lang w:val="en-GB"/>
        </w:rPr>
        <w:t>c</w:t>
      </w:r>
      <w:r w:rsidR="000B50C7">
        <w:rPr>
          <w:lang w:val="en-GB"/>
        </w:rPr>
        <w:t>if</w:t>
      </w:r>
      <w:r w:rsidR="002A1DDD">
        <w:rPr>
          <w:lang w:val="en-GB"/>
        </w:rPr>
        <w:t>i</w:t>
      </w:r>
      <w:r w:rsidR="000B50C7">
        <w:rPr>
          <w:lang w:val="en-GB"/>
        </w:rPr>
        <w:t>c</w:t>
      </w:r>
      <w:r w:rsidR="002A1DDD">
        <w:rPr>
          <w:lang w:val="en-GB"/>
        </w:rPr>
        <w:t>ally to ‘</w:t>
      </w:r>
      <w:r w:rsidR="002A1DDD" w:rsidRPr="002A1DDD">
        <w:rPr>
          <w:lang w:val="en-GB"/>
        </w:rPr>
        <w:t>top–level domain name registries and domain name system (DNS) service providers referred to in point 8 of Annex I</w:t>
      </w:r>
      <w:r w:rsidR="002A1DDD">
        <w:rPr>
          <w:lang w:val="en-GB"/>
        </w:rPr>
        <w:t xml:space="preserve"> ‘… </w:t>
      </w:r>
      <w:r w:rsidR="002A1DDD" w:rsidRPr="002A1DDD">
        <w:rPr>
          <w:i/>
          <w:lang w:val="en-GB"/>
        </w:rPr>
        <w:t>that provide</w:t>
      </w:r>
      <w:r w:rsidR="002A1DDD">
        <w:rPr>
          <w:lang w:val="en-GB"/>
        </w:rPr>
        <w:t xml:space="preserve"> </w:t>
      </w:r>
      <w:r w:rsidR="002A1DDD" w:rsidRPr="002A1DDD">
        <w:rPr>
          <w:i/>
          <w:lang w:val="en-GB"/>
        </w:rPr>
        <w:t>recursive domain name resolution services</w:t>
      </w:r>
      <w:r w:rsidR="002A1DDD">
        <w:rPr>
          <w:lang w:val="en-GB"/>
        </w:rPr>
        <w:t xml:space="preserve">’, thus making providers of </w:t>
      </w:r>
      <w:r w:rsidR="00D12DE6">
        <w:rPr>
          <w:lang w:val="en-GB"/>
        </w:rPr>
        <w:t xml:space="preserve">solely </w:t>
      </w:r>
      <w:r w:rsidR="000B50C7" w:rsidRPr="00D12DE6">
        <w:rPr>
          <w:i/>
          <w:lang w:val="en-GB"/>
        </w:rPr>
        <w:t>authoritative</w:t>
      </w:r>
      <w:r w:rsidR="002A1DDD">
        <w:rPr>
          <w:lang w:val="en-GB"/>
        </w:rPr>
        <w:t xml:space="preserve"> DNS services subject to </w:t>
      </w:r>
      <w:r w:rsidR="00D12DE6">
        <w:rPr>
          <w:lang w:val="en-GB"/>
        </w:rPr>
        <w:t xml:space="preserve">a qualifications based on </w:t>
      </w:r>
      <w:r w:rsidR="002A1DDD">
        <w:rPr>
          <w:lang w:val="en-GB"/>
        </w:rPr>
        <w:t>Art. 2(2)(b) – (g)</w:t>
      </w:r>
      <w:r w:rsidR="00D12DE6">
        <w:rPr>
          <w:lang w:val="en-GB"/>
        </w:rPr>
        <w:t xml:space="preserve">, where also the number of domain names hosted </w:t>
      </w:r>
      <w:r w:rsidR="00CC438F">
        <w:rPr>
          <w:lang w:val="en-GB"/>
        </w:rPr>
        <w:t xml:space="preserve">by </w:t>
      </w:r>
      <w:r w:rsidR="00D12DE6">
        <w:rPr>
          <w:lang w:val="en-GB"/>
        </w:rPr>
        <w:t xml:space="preserve">the service could be </w:t>
      </w:r>
      <w:r w:rsidR="00DC332C">
        <w:rPr>
          <w:lang w:val="en-GB"/>
        </w:rPr>
        <w:t xml:space="preserve">part of the </w:t>
      </w:r>
      <w:r w:rsidR="00D12DE6">
        <w:rPr>
          <w:lang w:val="en-GB"/>
        </w:rPr>
        <w:t>consideration</w:t>
      </w:r>
      <w:r w:rsidR="00DC332C">
        <w:rPr>
          <w:lang w:val="en-GB"/>
        </w:rPr>
        <w:t>s</w:t>
      </w:r>
      <w:r w:rsidR="002A1DDD">
        <w:rPr>
          <w:lang w:val="en-GB"/>
        </w:rPr>
        <w:t>.</w:t>
      </w:r>
      <w:r w:rsidR="00D12DE6">
        <w:rPr>
          <w:lang w:val="en-GB"/>
        </w:rPr>
        <w:t xml:space="preserve"> </w:t>
      </w:r>
      <w:r w:rsidR="00D45F6E" w:rsidRPr="008A266D">
        <w:rPr>
          <w:lang w:val="en-GB"/>
        </w:rPr>
        <w:br w:type="page"/>
      </w:r>
    </w:p>
    <w:sdt>
      <w:sdtPr>
        <w:rPr>
          <w:rFonts w:ascii="Arial" w:eastAsiaTheme="minorHAnsi" w:hAnsi="Arial" w:cs="Arial"/>
          <w:color w:val="E6223C"/>
          <w:sz w:val="20"/>
          <w:szCs w:val="24"/>
          <w:lang w:val="en-GB"/>
        </w:rPr>
        <w:id w:val="-416860456"/>
        <w:docPartObj>
          <w:docPartGallery w:val="Table of Contents"/>
          <w:docPartUnique/>
        </w:docPartObj>
      </w:sdtPr>
      <w:sdtEndPr>
        <w:rPr>
          <w:rFonts w:cstheme="minorBidi"/>
          <w:b/>
          <w:bCs/>
          <w:noProof/>
          <w:color w:val="auto"/>
        </w:rPr>
      </w:sdtEndPr>
      <w:sdtContent>
        <w:p w:rsidR="004E71CB" w:rsidRPr="00DE1C47" w:rsidRDefault="004E71CB">
          <w:pPr>
            <w:pStyle w:val="TOCHeading"/>
            <w:rPr>
              <w:rFonts w:ascii="Arial" w:hAnsi="Arial" w:cs="Arial"/>
              <w:b/>
              <w:color w:val="E6223C"/>
              <w:sz w:val="20"/>
              <w:szCs w:val="20"/>
              <w:lang w:val="en-GB"/>
            </w:rPr>
          </w:pPr>
          <w:r w:rsidRPr="00DE1C47">
            <w:rPr>
              <w:rFonts w:ascii="Arial" w:hAnsi="Arial" w:cs="Arial"/>
              <w:b/>
              <w:color w:val="E6223C"/>
              <w:sz w:val="20"/>
              <w:szCs w:val="20"/>
              <w:lang w:val="en-GB"/>
            </w:rPr>
            <w:t>Table of Contents</w:t>
          </w:r>
        </w:p>
        <w:p w:rsidR="00910B18" w:rsidRPr="00DE1C47" w:rsidRDefault="004E71CB">
          <w:pPr>
            <w:pStyle w:val="TOC1"/>
            <w:tabs>
              <w:tab w:val="right" w:leader="dot" w:pos="9039"/>
            </w:tabs>
            <w:rPr>
              <w:rFonts w:asciiTheme="minorHAnsi" w:eastAsiaTheme="minorEastAsia" w:hAnsiTheme="minorHAnsi"/>
              <w:noProof/>
              <w:sz w:val="22"/>
              <w:szCs w:val="22"/>
              <w:lang w:val="en-GB"/>
            </w:rPr>
          </w:pPr>
          <w:r w:rsidRPr="00DE1C47">
            <w:rPr>
              <w:lang w:val="en-GB"/>
            </w:rPr>
            <w:fldChar w:fldCharType="begin"/>
          </w:r>
          <w:r w:rsidRPr="00DE1C47">
            <w:rPr>
              <w:lang w:val="en-GB"/>
            </w:rPr>
            <w:instrText xml:space="preserve"> TOC \o "1-3" \h \z \u </w:instrText>
          </w:r>
          <w:r w:rsidRPr="00DE1C47">
            <w:rPr>
              <w:lang w:val="en-GB"/>
            </w:rPr>
            <w:fldChar w:fldCharType="separate"/>
          </w:r>
          <w:hyperlink w:anchor="_Toc60864487" w:history="1">
            <w:r w:rsidR="00910B18" w:rsidRPr="00DE1C47">
              <w:rPr>
                <w:rStyle w:val="Hyperlink"/>
                <w:noProof/>
                <w:lang w:val="en-GB"/>
              </w:rPr>
              <w:t>Executive Summary</w:t>
            </w:r>
            <w:r w:rsidR="00910B18" w:rsidRPr="00DE1C47">
              <w:rPr>
                <w:noProof/>
                <w:webHidden/>
                <w:lang w:val="en-GB"/>
              </w:rPr>
              <w:tab/>
            </w:r>
            <w:r w:rsidR="00910B18" w:rsidRPr="00DE1C47">
              <w:rPr>
                <w:noProof/>
                <w:webHidden/>
                <w:lang w:val="en-GB"/>
              </w:rPr>
              <w:fldChar w:fldCharType="begin"/>
            </w:r>
            <w:r w:rsidR="00910B18" w:rsidRPr="00DE1C47">
              <w:rPr>
                <w:noProof/>
                <w:webHidden/>
                <w:lang w:val="en-GB"/>
              </w:rPr>
              <w:instrText xml:space="preserve"> PAGEREF _Toc60864487 \h </w:instrText>
            </w:r>
            <w:r w:rsidR="00910B18" w:rsidRPr="00DE1C47">
              <w:rPr>
                <w:noProof/>
                <w:webHidden/>
                <w:lang w:val="en-GB"/>
              </w:rPr>
            </w:r>
            <w:r w:rsidR="00910B18" w:rsidRPr="00DE1C47">
              <w:rPr>
                <w:noProof/>
                <w:webHidden/>
                <w:lang w:val="en-GB"/>
              </w:rPr>
              <w:fldChar w:fldCharType="separate"/>
            </w:r>
            <w:r w:rsidR="00FB5347">
              <w:rPr>
                <w:noProof/>
                <w:webHidden/>
                <w:lang w:val="en-GB"/>
              </w:rPr>
              <w:t>1</w:t>
            </w:r>
            <w:r w:rsidR="00910B18" w:rsidRPr="00DE1C47">
              <w:rPr>
                <w:noProof/>
                <w:webHidden/>
                <w:lang w:val="en-GB"/>
              </w:rPr>
              <w:fldChar w:fldCharType="end"/>
            </w:r>
          </w:hyperlink>
        </w:p>
        <w:p w:rsidR="00910B18" w:rsidRPr="00DE1C47" w:rsidRDefault="001F6DDD">
          <w:pPr>
            <w:pStyle w:val="TOC1"/>
            <w:tabs>
              <w:tab w:val="right" w:leader="dot" w:pos="9039"/>
            </w:tabs>
            <w:rPr>
              <w:rFonts w:asciiTheme="minorHAnsi" w:eastAsiaTheme="minorEastAsia" w:hAnsiTheme="minorHAnsi"/>
              <w:noProof/>
              <w:sz w:val="22"/>
              <w:szCs w:val="22"/>
              <w:lang w:val="en-GB"/>
            </w:rPr>
          </w:pPr>
          <w:hyperlink w:anchor="_Toc60864488" w:history="1">
            <w:r w:rsidR="00910B18" w:rsidRPr="00DE1C47">
              <w:rPr>
                <w:rStyle w:val="Hyperlink"/>
                <w:noProof/>
                <w:lang w:val="en-GB"/>
              </w:rPr>
              <w:t>Introduction and context</w:t>
            </w:r>
            <w:r w:rsidR="00910B18" w:rsidRPr="00DE1C47">
              <w:rPr>
                <w:noProof/>
                <w:webHidden/>
                <w:lang w:val="en-GB"/>
              </w:rPr>
              <w:tab/>
            </w:r>
            <w:r w:rsidR="00910B18" w:rsidRPr="00DE1C47">
              <w:rPr>
                <w:noProof/>
                <w:webHidden/>
                <w:lang w:val="en-GB"/>
              </w:rPr>
              <w:fldChar w:fldCharType="begin"/>
            </w:r>
            <w:r w:rsidR="00910B18" w:rsidRPr="00DE1C47">
              <w:rPr>
                <w:noProof/>
                <w:webHidden/>
                <w:lang w:val="en-GB"/>
              </w:rPr>
              <w:instrText xml:space="preserve"> PAGEREF _Toc60864488 \h </w:instrText>
            </w:r>
            <w:r w:rsidR="00910B18" w:rsidRPr="00DE1C47">
              <w:rPr>
                <w:noProof/>
                <w:webHidden/>
                <w:lang w:val="en-GB"/>
              </w:rPr>
            </w:r>
            <w:r w:rsidR="00910B18" w:rsidRPr="00DE1C47">
              <w:rPr>
                <w:noProof/>
                <w:webHidden/>
                <w:lang w:val="en-GB"/>
              </w:rPr>
              <w:fldChar w:fldCharType="separate"/>
            </w:r>
            <w:r w:rsidR="00FB5347">
              <w:rPr>
                <w:noProof/>
                <w:webHidden/>
                <w:lang w:val="en-GB"/>
              </w:rPr>
              <w:t>2</w:t>
            </w:r>
            <w:r w:rsidR="00910B18" w:rsidRPr="00DE1C47">
              <w:rPr>
                <w:noProof/>
                <w:webHidden/>
                <w:lang w:val="en-GB"/>
              </w:rPr>
              <w:fldChar w:fldCharType="end"/>
            </w:r>
          </w:hyperlink>
        </w:p>
        <w:p w:rsidR="00910B18" w:rsidRPr="00DE1C47" w:rsidRDefault="001F6DDD">
          <w:pPr>
            <w:pStyle w:val="TOC1"/>
            <w:tabs>
              <w:tab w:val="right" w:leader="dot" w:pos="9039"/>
            </w:tabs>
            <w:rPr>
              <w:rFonts w:asciiTheme="minorHAnsi" w:eastAsiaTheme="minorEastAsia" w:hAnsiTheme="minorHAnsi"/>
              <w:noProof/>
              <w:sz w:val="22"/>
              <w:szCs w:val="22"/>
              <w:lang w:val="en-GB"/>
            </w:rPr>
          </w:pPr>
          <w:hyperlink w:anchor="_Toc60864489" w:history="1">
            <w:r w:rsidR="00910B18" w:rsidRPr="00DE1C47">
              <w:rPr>
                <w:rStyle w:val="Hyperlink"/>
                <w:noProof/>
                <w:lang w:val="en-GB"/>
              </w:rPr>
              <w:t>DNS service providers in the draft Directive</w:t>
            </w:r>
            <w:r w:rsidR="00910B18" w:rsidRPr="00DE1C47">
              <w:rPr>
                <w:noProof/>
                <w:webHidden/>
                <w:lang w:val="en-GB"/>
              </w:rPr>
              <w:tab/>
            </w:r>
            <w:r w:rsidR="00910B18" w:rsidRPr="00DE1C47">
              <w:rPr>
                <w:noProof/>
                <w:webHidden/>
                <w:lang w:val="en-GB"/>
              </w:rPr>
              <w:fldChar w:fldCharType="begin"/>
            </w:r>
            <w:r w:rsidR="00910B18" w:rsidRPr="00DE1C47">
              <w:rPr>
                <w:noProof/>
                <w:webHidden/>
                <w:lang w:val="en-GB"/>
              </w:rPr>
              <w:instrText xml:space="preserve"> PAGEREF _Toc60864489 \h </w:instrText>
            </w:r>
            <w:r w:rsidR="00910B18" w:rsidRPr="00DE1C47">
              <w:rPr>
                <w:noProof/>
                <w:webHidden/>
                <w:lang w:val="en-GB"/>
              </w:rPr>
            </w:r>
            <w:r w:rsidR="00910B18" w:rsidRPr="00DE1C47">
              <w:rPr>
                <w:noProof/>
                <w:webHidden/>
                <w:lang w:val="en-GB"/>
              </w:rPr>
              <w:fldChar w:fldCharType="separate"/>
            </w:r>
            <w:r w:rsidR="00FB5347">
              <w:rPr>
                <w:noProof/>
                <w:webHidden/>
                <w:lang w:val="en-GB"/>
              </w:rPr>
              <w:t>4</w:t>
            </w:r>
            <w:r w:rsidR="00910B18" w:rsidRPr="00DE1C47">
              <w:rPr>
                <w:noProof/>
                <w:webHidden/>
                <w:lang w:val="en-GB"/>
              </w:rPr>
              <w:fldChar w:fldCharType="end"/>
            </w:r>
          </w:hyperlink>
        </w:p>
        <w:p w:rsidR="00910B18" w:rsidRPr="00DE1C47" w:rsidRDefault="001F6DDD">
          <w:pPr>
            <w:pStyle w:val="TOC1"/>
            <w:tabs>
              <w:tab w:val="right" w:leader="dot" w:pos="9039"/>
            </w:tabs>
            <w:rPr>
              <w:rFonts w:asciiTheme="minorHAnsi" w:eastAsiaTheme="minorEastAsia" w:hAnsiTheme="minorHAnsi"/>
              <w:noProof/>
              <w:sz w:val="22"/>
              <w:szCs w:val="22"/>
              <w:lang w:val="en-GB"/>
            </w:rPr>
          </w:pPr>
          <w:hyperlink w:anchor="_Toc60864490" w:history="1">
            <w:r w:rsidR="00910B18" w:rsidRPr="00DE1C47">
              <w:rPr>
                <w:rStyle w:val="Hyperlink"/>
                <w:noProof/>
                <w:lang w:val="en-GB"/>
              </w:rPr>
              <w:t>An unintentional impact with large consequences</w:t>
            </w:r>
            <w:r w:rsidR="00910B18" w:rsidRPr="00DE1C47">
              <w:rPr>
                <w:noProof/>
                <w:webHidden/>
                <w:lang w:val="en-GB"/>
              </w:rPr>
              <w:tab/>
            </w:r>
            <w:r w:rsidR="00910B18" w:rsidRPr="00DE1C47">
              <w:rPr>
                <w:noProof/>
                <w:webHidden/>
                <w:lang w:val="en-GB"/>
              </w:rPr>
              <w:fldChar w:fldCharType="begin"/>
            </w:r>
            <w:r w:rsidR="00910B18" w:rsidRPr="00DE1C47">
              <w:rPr>
                <w:noProof/>
                <w:webHidden/>
                <w:lang w:val="en-GB"/>
              </w:rPr>
              <w:instrText xml:space="preserve"> PAGEREF _Toc60864490 \h </w:instrText>
            </w:r>
            <w:r w:rsidR="00910B18" w:rsidRPr="00DE1C47">
              <w:rPr>
                <w:noProof/>
                <w:webHidden/>
                <w:lang w:val="en-GB"/>
              </w:rPr>
            </w:r>
            <w:r w:rsidR="00910B18" w:rsidRPr="00DE1C47">
              <w:rPr>
                <w:noProof/>
                <w:webHidden/>
                <w:lang w:val="en-GB"/>
              </w:rPr>
              <w:fldChar w:fldCharType="separate"/>
            </w:r>
            <w:r w:rsidR="00FB5347">
              <w:rPr>
                <w:noProof/>
                <w:webHidden/>
                <w:lang w:val="en-GB"/>
              </w:rPr>
              <w:t>4</w:t>
            </w:r>
            <w:r w:rsidR="00910B18" w:rsidRPr="00DE1C47">
              <w:rPr>
                <w:noProof/>
                <w:webHidden/>
                <w:lang w:val="en-GB"/>
              </w:rPr>
              <w:fldChar w:fldCharType="end"/>
            </w:r>
          </w:hyperlink>
        </w:p>
        <w:p w:rsidR="00910B18" w:rsidRPr="00DE1C47" w:rsidRDefault="001F6DDD">
          <w:pPr>
            <w:pStyle w:val="TOC1"/>
            <w:tabs>
              <w:tab w:val="right" w:leader="dot" w:pos="9039"/>
            </w:tabs>
            <w:rPr>
              <w:rFonts w:asciiTheme="minorHAnsi" w:eastAsiaTheme="minorEastAsia" w:hAnsiTheme="minorHAnsi"/>
              <w:noProof/>
              <w:sz w:val="22"/>
              <w:szCs w:val="22"/>
              <w:lang w:val="en-GB"/>
            </w:rPr>
          </w:pPr>
          <w:hyperlink w:anchor="_Toc60864491" w:history="1">
            <w:r w:rsidR="00910B18" w:rsidRPr="00DE1C47">
              <w:rPr>
                <w:rStyle w:val="Hyperlink"/>
                <w:noProof/>
                <w:lang w:val="en-GB"/>
              </w:rPr>
              <w:t>Conclusion and proposed resolution</w:t>
            </w:r>
            <w:r w:rsidR="00910B18" w:rsidRPr="00DE1C47">
              <w:rPr>
                <w:noProof/>
                <w:webHidden/>
                <w:lang w:val="en-GB"/>
              </w:rPr>
              <w:tab/>
            </w:r>
            <w:r w:rsidR="00910B18" w:rsidRPr="00DE1C47">
              <w:rPr>
                <w:noProof/>
                <w:webHidden/>
                <w:lang w:val="en-GB"/>
              </w:rPr>
              <w:fldChar w:fldCharType="begin"/>
            </w:r>
            <w:r w:rsidR="00910B18" w:rsidRPr="00DE1C47">
              <w:rPr>
                <w:noProof/>
                <w:webHidden/>
                <w:lang w:val="en-GB"/>
              </w:rPr>
              <w:instrText xml:space="preserve"> PAGEREF _Toc60864491 \h </w:instrText>
            </w:r>
            <w:r w:rsidR="00910B18" w:rsidRPr="00DE1C47">
              <w:rPr>
                <w:noProof/>
                <w:webHidden/>
                <w:lang w:val="en-GB"/>
              </w:rPr>
            </w:r>
            <w:r w:rsidR="00910B18" w:rsidRPr="00DE1C47">
              <w:rPr>
                <w:noProof/>
                <w:webHidden/>
                <w:lang w:val="en-GB"/>
              </w:rPr>
              <w:fldChar w:fldCharType="separate"/>
            </w:r>
            <w:r w:rsidR="00FB5347">
              <w:rPr>
                <w:noProof/>
                <w:webHidden/>
                <w:lang w:val="en-GB"/>
              </w:rPr>
              <w:t>7</w:t>
            </w:r>
            <w:r w:rsidR="00910B18" w:rsidRPr="00DE1C47">
              <w:rPr>
                <w:noProof/>
                <w:webHidden/>
                <w:lang w:val="en-GB"/>
              </w:rPr>
              <w:fldChar w:fldCharType="end"/>
            </w:r>
          </w:hyperlink>
        </w:p>
        <w:p w:rsidR="00910B18" w:rsidRPr="00DE1C47" w:rsidRDefault="001F6DDD">
          <w:pPr>
            <w:pStyle w:val="TOC1"/>
            <w:tabs>
              <w:tab w:val="right" w:leader="dot" w:pos="9039"/>
            </w:tabs>
            <w:rPr>
              <w:rFonts w:asciiTheme="minorHAnsi" w:eastAsiaTheme="minorEastAsia" w:hAnsiTheme="minorHAnsi"/>
              <w:noProof/>
              <w:sz w:val="22"/>
              <w:szCs w:val="22"/>
              <w:lang w:val="en-GB"/>
            </w:rPr>
          </w:pPr>
          <w:hyperlink w:anchor="_Toc60864492" w:history="1">
            <w:r w:rsidR="00910B18" w:rsidRPr="00DE1C47">
              <w:rPr>
                <w:rStyle w:val="Hyperlink"/>
                <w:noProof/>
                <w:lang w:val="en-GB"/>
              </w:rPr>
              <w:t>Acknowledgements</w:t>
            </w:r>
            <w:r w:rsidR="00910B18" w:rsidRPr="00DE1C47">
              <w:rPr>
                <w:noProof/>
                <w:webHidden/>
                <w:lang w:val="en-GB"/>
              </w:rPr>
              <w:tab/>
            </w:r>
            <w:r w:rsidR="00910B18" w:rsidRPr="00DE1C47">
              <w:rPr>
                <w:noProof/>
                <w:webHidden/>
                <w:lang w:val="en-GB"/>
              </w:rPr>
              <w:fldChar w:fldCharType="begin"/>
            </w:r>
            <w:r w:rsidR="00910B18" w:rsidRPr="00DE1C47">
              <w:rPr>
                <w:noProof/>
                <w:webHidden/>
                <w:lang w:val="en-GB"/>
              </w:rPr>
              <w:instrText xml:space="preserve"> PAGEREF _Toc60864492 \h </w:instrText>
            </w:r>
            <w:r w:rsidR="00910B18" w:rsidRPr="00DE1C47">
              <w:rPr>
                <w:noProof/>
                <w:webHidden/>
                <w:lang w:val="en-GB"/>
              </w:rPr>
            </w:r>
            <w:r w:rsidR="00910B18" w:rsidRPr="00DE1C47">
              <w:rPr>
                <w:noProof/>
                <w:webHidden/>
                <w:lang w:val="en-GB"/>
              </w:rPr>
              <w:fldChar w:fldCharType="separate"/>
            </w:r>
            <w:r w:rsidR="00FB5347">
              <w:rPr>
                <w:noProof/>
                <w:webHidden/>
                <w:lang w:val="en-GB"/>
              </w:rPr>
              <w:t>7</w:t>
            </w:r>
            <w:r w:rsidR="00910B18" w:rsidRPr="00DE1C47">
              <w:rPr>
                <w:noProof/>
                <w:webHidden/>
                <w:lang w:val="en-GB"/>
              </w:rPr>
              <w:fldChar w:fldCharType="end"/>
            </w:r>
          </w:hyperlink>
        </w:p>
        <w:p w:rsidR="00910B18" w:rsidRPr="00DE1C47" w:rsidRDefault="001F6DDD">
          <w:pPr>
            <w:pStyle w:val="TOC1"/>
            <w:tabs>
              <w:tab w:val="right" w:leader="dot" w:pos="9039"/>
            </w:tabs>
            <w:rPr>
              <w:rFonts w:asciiTheme="minorHAnsi" w:eastAsiaTheme="minorEastAsia" w:hAnsiTheme="minorHAnsi"/>
              <w:noProof/>
              <w:sz w:val="22"/>
              <w:szCs w:val="22"/>
              <w:lang w:val="en-GB"/>
            </w:rPr>
          </w:pPr>
          <w:hyperlink w:anchor="_Toc60864493" w:history="1">
            <w:r w:rsidR="00910B18" w:rsidRPr="00DE1C47">
              <w:rPr>
                <w:rStyle w:val="Hyperlink"/>
                <w:noProof/>
                <w:lang w:val="en-GB"/>
              </w:rPr>
              <w:t>Colophon</w:t>
            </w:r>
            <w:r w:rsidR="00910B18" w:rsidRPr="00DE1C47">
              <w:rPr>
                <w:noProof/>
                <w:webHidden/>
                <w:lang w:val="en-GB"/>
              </w:rPr>
              <w:tab/>
            </w:r>
            <w:r w:rsidR="00910B18" w:rsidRPr="00DE1C47">
              <w:rPr>
                <w:noProof/>
                <w:webHidden/>
                <w:lang w:val="en-GB"/>
              </w:rPr>
              <w:fldChar w:fldCharType="begin"/>
            </w:r>
            <w:r w:rsidR="00910B18" w:rsidRPr="00DE1C47">
              <w:rPr>
                <w:noProof/>
                <w:webHidden/>
                <w:lang w:val="en-GB"/>
              </w:rPr>
              <w:instrText xml:space="preserve"> PAGEREF _Toc60864493 \h </w:instrText>
            </w:r>
            <w:r w:rsidR="00910B18" w:rsidRPr="00DE1C47">
              <w:rPr>
                <w:noProof/>
                <w:webHidden/>
                <w:lang w:val="en-GB"/>
              </w:rPr>
            </w:r>
            <w:r w:rsidR="00910B18" w:rsidRPr="00DE1C47">
              <w:rPr>
                <w:noProof/>
                <w:webHidden/>
                <w:lang w:val="en-GB"/>
              </w:rPr>
              <w:fldChar w:fldCharType="separate"/>
            </w:r>
            <w:r w:rsidR="00FB5347">
              <w:rPr>
                <w:noProof/>
                <w:webHidden/>
                <w:lang w:val="en-GB"/>
              </w:rPr>
              <w:t>7</w:t>
            </w:r>
            <w:r w:rsidR="00910B18" w:rsidRPr="00DE1C47">
              <w:rPr>
                <w:noProof/>
                <w:webHidden/>
                <w:lang w:val="en-GB"/>
              </w:rPr>
              <w:fldChar w:fldCharType="end"/>
            </w:r>
          </w:hyperlink>
        </w:p>
        <w:p w:rsidR="004E71CB" w:rsidRPr="00DE1C47" w:rsidRDefault="004E71CB">
          <w:pPr>
            <w:rPr>
              <w:lang w:val="en-GB"/>
            </w:rPr>
          </w:pPr>
          <w:r w:rsidRPr="00DE1C47">
            <w:rPr>
              <w:b/>
              <w:bCs/>
              <w:noProof/>
              <w:lang w:val="en-GB"/>
            </w:rPr>
            <w:fldChar w:fldCharType="end"/>
          </w:r>
        </w:p>
      </w:sdtContent>
    </w:sdt>
    <w:p w:rsidR="00F809CD" w:rsidRPr="00DE1C47" w:rsidRDefault="00F809CD" w:rsidP="00157612">
      <w:pPr>
        <w:pStyle w:val="Heading1"/>
        <w:rPr>
          <w:lang w:val="en-GB"/>
        </w:rPr>
      </w:pPr>
      <w:bookmarkStart w:id="1" w:name="_Toc60864488"/>
      <w:r w:rsidRPr="00DE1C47">
        <w:rPr>
          <w:lang w:val="en-GB"/>
        </w:rPr>
        <w:t>Introduction</w:t>
      </w:r>
      <w:r w:rsidR="00EC762D" w:rsidRPr="00DE1C47">
        <w:rPr>
          <w:lang w:val="en-GB"/>
        </w:rPr>
        <w:t xml:space="preserve"> and context</w:t>
      </w:r>
      <w:bookmarkEnd w:id="1"/>
    </w:p>
    <w:p w:rsidR="00F91F4A" w:rsidRPr="00DE1C47" w:rsidRDefault="002E393F" w:rsidP="00157612">
      <w:pPr>
        <w:rPr>
          <w:lang w:val="en-GB"/>
        </w:rPr>
      </w:pPr>
      <w:r w:rsidRPr="00DE1C47">
        <w:rPr>
          <w:lang w:val="en-GB"/>
        </w:rPr>
        <w:t>The European Commission</w:t>
      </w:r>
      <w:r w:rsidR="00157612" w:rsidRPr="00DE1C47">
        <w:rPr>
          <w:lang w:val="en-GB"/>
        </w:rPr>
        <w:t>,</w:t>
      </w:r>
      <w:r w:rsidRPr="00DE1C47">
        <w:rPr>
          <w:lang w:val="en-GB"/>
        </w:rPr>
        <w:t xml:space="preserve"> on December 16</w:t>
      </w:r>
      <w:r w:rsidRPr="00DE1C47">
        <w:rPr>
          <w:vertAlign w:val="superscript"/>
          <w:lang w:val="en-GB"/>
        </w:rPr>
        <w:t>th</w:t>
      </w:r>
      <w:r w:rsidRPr="00DE1C47">
        <w:rPr>
          <w:lang w:val="en-GB"/>
        </w:rPr>
        <w:t xml:space="preserve"> 2020</w:t>
      </w:r>
      <w:r w:rsidR="00157612" w:rsidRPr="00DE1C47">
        <w:rPr>
          <w:lang w:val="en-GB"/>
        </w:rPr>
        <w:t>,</w:t>
      </w:r>
      <w:r w:rsidRPr="00DE1C47">
        <w:rPr>
          <w:lang w:val="en-GB"/>
        </w:rPr>
        <w:t xml:space="preserve"> </w:t>
      </w:r>
      <w:r w:rsidR="00157612" w:rsidRPr="00DE1C47">
        <w:rPr>
          <w:lang w:val="en-GB"/>
        </w:rPr>
        <w:t>adopted a proposal for a revised Directive on Security of Network and Information Systems (NIS 2 Directive)</w:t>
      </w:r>
      <w:r w:rsidR="0076417C" w:rsidRPr="00DE1C47">
        <w:rPr>
          <w:rStyle w:val="FootnoteReference"/>
          <w:lang w:val="en-GB"/>
        </w:rPr>
        <w:footnoteReference w:id="2"/>
      </w:r>
      <w:r w:rsidR="00542E03" w:rsidRPr="00DE1C47">
        <w:rPr>
          <w:lang w:val="en-GB"/>
        </w:rPr>
        <w:t>,</w:t>
      </w:r>
      <w:r w:rsidR="00542E03" w:rsidRPr="00DE1C47">
        <w:rPr>
          <w:rStyle w:val="FootnoteReference"/>
          <w:i/>
          <w:lang w:val="en-GB"/>
        </w:rPr>
        <w:footnoteReference w:id="3"/>
      </w:r>
      <w:r w:rsidR="00157612" w:rsidRPr="00DE1C47">
        <w:rPr>
          <w:lang w:val="en-GB"/>
        </w:rPr>
        <w:t>. It changes the perspective on security and incident management for essential and important societal services with respect to the existing (2012) NIS directive, by taking a systemic approach in addressing threats to the digital society. Quoting the Commission: “</w:t>
      </w:r>
      <w:r w:rsidR="00157612" w:rsidRPr="00DE1C47">
        <w:rPr>
          <w:i/>
          <w:lang w:val="en-GB"/>
        </w:rPr>
        <w:t>Now any disruption, even one initially confined to one entity or one sector, can have cascading effects more broadly, potentially resulting in far-reaching and long-lasting negative impacts in the delivery of services across the whole internal market”</w:t>
      </w:r>
      <w:r w:rsidR="00542E03" w:rsidRPr="00DE1C47">
        <w:rPr>
          <w:rStyle w:val="FootnoteReference"/>
          <w:i/>
          <w:lang w:val="en-GB"/>
        </w:rPr>
        <w:footnoteReference w:id="4"/>
      </w:r>
      <w:r w:rsidR="00157612" w:rsidRPr="00DE1C47">
        <w:rPr>
          <w:lang w:val="en-GB"/>
        </w:rPr>
        <w:t>.</w:t>
      </w:r>
    </w:p>
    <w:p w:rsidR="00157612" w:rsidRPr="00DE1C47" w:rsidRDefault="00157612" w:rsidP="00157612">
      <w:pPr>
        <w:rPr>
          <w:lang w:val="en-GB"/>
        </w:rPr>
      </w:pPr>
      <w:r w:rsidRPr="00DE1C47">
        <w:rPr>
          <w:lang w:val="en-GB"/>
        </w:rPr>
        <w:t xml:space="preserve">In order to </w:t>
      </w:r>
      <w:r w:rsidR="00DE1C47" w:rsidRPr="00DE1C47">
        <w:rPr>
          <w:lang w:val="en-GB"/>
        </w:rPr>
        <w:t>achieve</w:t>
      </w:r>
      <w:r w:rsidRPr="00DE1C47">
        <w:rPr>
          <w:lang w:val="en-GB"/>
        </w:rPr>
        <w:t xml:space="preserve"> the intended systemic effects, more entities are brought within scope of the directive. Whereas hitherto </w:t>
      </w:r>
      <w:r w:rsidR="001470CC" w:rsidRPr="00DE1C47">
        <w:rPr>
          <w:lang w:val="en-GB"/>
        </w:rPr>
        <w:t xml:space="preserve">operators were classified within specific sectors essential to society, or as digital service providers, the NIS2 draft Directive </w:t>
      </w:r>
      <w:r w:rsidR="007B7369" w:rsidRPr="00DE1C47">
        <w:rPr>
          <w:lang w:val="en-GB"/>
        </w:rPr>
        <w:t>abolishes that distinction, providing ‘</w:t>
      </w:r>
      <w:r w:rsidR="007B7369" w:rsidRPr="00DE1C47">
        <w:rPr>
          <w:i/>
          <w:lang w:val="en-GB"/>
        </w:rPr>
        <w:t>a list of sectors and types of services where the entities falling within the NIS scope would be ‘essential’, and a respective list of sectors and types of services for ‘important’ entities</w:t>
      </w:r>
      <w:r w:rsidR="007B7369" w:rsidRPr="00DE1C47">
        <w:rPr>
          <w:lang w:val="en-GB"/>
        </w:rPr>
        <w:t>’</w:t>
      </w:r>
      <w:r w:rsidR="007B7369" w:rsidRPr="00DE1C47">
        <w:rPr>
          <w:rStyle w:val="FootnoteReference"/>
          <w:lang w:val="en-GB"/>
        </w:rPr>
        <w:footnoteReference w:id="5"/>
      </w:r>
      <w:r w:rsidR="005719AA" w:rsidRPr="00DE1C47">
        <w:rPr>
          <w:lang w:val="en-GB"/>
        </w:rPr>
        <w:t>. It acknowledges that operators of essential services ‘</w:t>
      </w:r>
      <w:r w:rsidR="005719AA" w:rsidRPr="00DE1C47">
        <w:rPr>
          <w:i/>
          <w:lang w:val="en-GB"/>
        </w:rPr>
        <w:t>are dependent on certain digital service providers, such as cloud service providers, which makes the latter as important or essential as the former and hence requires a similar regulatory regime</w:t>
      </w:r>
      <w:r w:rsidR="005719AA" w:rsidRPr="00DE1C47">
        <w:rPr>
          <w:lang w:val="en-GB"/>
        </w:rPr>
        <w:t>’</w:t>
      </w:r>
      <w:r w:rsidR="005719AA" w:rsidRPr="00DE1C47">
        <w:rPr>
          <w:rStyle w:val="FootnoteReference"/>
          <w:lang w:val="en-GB"/>
        </w:rPr>
        <w:footnoteReference w:id="6"/>
      </w:r>
      <w:r w:rsidR="005719AA" w:rsidRPr="00DE1C47">
        <w:rPr>
          <w:lang w:val="en-GB"/>
        </w:rPr>
        <w:t>.</w:t>
      </w:r>
    </w:p>
    <w:p w:rsidR="005727DA" w:rsidRPr="00DE1C47" w:rsidRDefault="005727DA" w:rsidP="00157612">
      <w:pPr>
        <w:rPr>
          <w:lang w:val="en-GB"/>
        </w:rPr>
      </w:pPr>
      <w:r w:rsidRPr="00DE1C47">
        <w:rPr>
          <w:lang w:val="en-GB"/>
        </w:rPr>
        <w:t xml:space="preserve">Managing these interdependencies in the network is very important for the assessment of cybersecurity risks and establishing trust. During the actual mitigation of security incidents the ability to contact all relevant actors and collaborate is similarly crucial. </w:t>
      </w:r>
      <w:r w:rsidR="00105A48" w:rsidRPr="00DE1C47">
        <w:rPr>
          <w:lang w:val="en-GB"/>
        </w:rPr>
        <w:t xml:space="preserve">This is reflected in the new way in which the draft Directive </w:t>
      </w:r>
      <w:r w:rsidR="00B57435" w:rsidRPr="00DE1C47">
        <w:rPr>
          <w:lang w:val="en-GB"/>
        </w:rPr>
        <w:t>sets its scope of ‘essential’ (Annex I) and ‘important’ (Annex II) services, and what kind of entities are included in each of them. For Annex I</w:t>
      </w:r>
      <w:r w:rsidR="00B57435" w:rsidRPr="00DE1C47">
        <w:rPr>
          <w:rStyle w:val="FootnoteReference"/>
          <w:lang w:val="en-GB"/>
        </w:rPr>
        <w:footnoteReference w:id="7"/>
      </w:r>
      <w:r w:rsidR="00B57435" w:rsidRPr="00DE1C47">
        <w:rPr>
          <w:lang w:val="en-GB"/>
        </w:rPr>
        <w:t xml:space="preserve">, this includes the obvious societal necessities like energy, transport, finance, health, drinking and waste water management, public administration, and space. It also includes the “Digital Infrastructure” (8.) </w:t>
      </w:r>
    </w:p>
    <w:p w:rsidR="00165B98" w:rsidRPr="00DE1C47" w:rsidRDefault="00165B98" w:rsidP="00157612">
      <w:pPr>
        <w:rPr>
          <w:lang w:val="en-GB"/>
        </w:rPr>
      </w:pPr>
      <w:r w:rsidRPr="00DE1C47">
        <w:rPr>
          <w:lang w:val="en-GB"/>
        </w:rPr>
        <w:t xml:space="preserve">The definition of the kind of ‘essential entities’ included in </w:t>
      </w:r>
      <w:r w:rsidRPr="00DE1C47">
        <w:rPr>
          <w:i/>
          <w:lang w:val="en-GB"/>
        </w:rPr>
        <w:t>Digital infrastructure</w:t>
      </w:r>
      <w:r w:rsidRPr="00DE1C47">
        <w:rPr>
          <w:lang w:val="en-GB"/>
        </w:rPr>
        <w:t xml:space="preserve"> has been significantly extended in the draft Directive, and besides ‘Cloud computing service providers’ now </w:t>
      </w:r>
      <w:r w:rsidR="00DE1C47" w:rsidRPr="00DE1C47">
        <w:rPr>
          <w:lang w:val="en-GB"/>
        </w:rPr>
        <w:t>also</w:t>
      </w:r>
      <w:r w:rsidRPr="00DE1C47">
        <w:rPr>
          <w:lang w:val="en-GB"/>
        </w:rPr>
        <w:t xml:space="preserve"> includes </w:t>
      </w:r>
      <w:r w:rsidRPr="00DE1C47">
        <w:rPr>
          <w:lang w:val="en-GB"/>
        </w:rPr>
        <w:lastRenderedPageBreak/>
        <w:t xml:space="preserve">Internet Exchange Point providers, data centre service providers, content delivery networks,  and top-level domain registries. </w:t>
      </w:r>
    </w:p>
    <w:p w:rsidR="00165B98" w:rsidRPr="00DE1C47" w:rsidRDefault="00165B98" w:rsidP="00157612">
      <w:pPr>
        <w:rPr>
          <w:lang w:val="en-GB"/>
        </w:rPr>
      </w:pPr>
      <w:r w:rsidRPr="00DE1C47">
        <w:rPr>
          <w:lang w:val="en-GB"/>
        </w:rPr>
        <w:t xml:space="preserve">Significantly, also “DNS service providers” are included in the definition of </w:t>
      </w:r>
      <w:r w:rsidRPr="00DE1C47">
        <w:rPr>
          <w:i/>
          <w:lang w:val="en-GB"/>
        </w:rPr>
        <w:t>Digital infrastructure</w:t>
      </w:r>
      <w:r w:rsidRPr="00DE1C47">
        <w:rPr>
          <w:lang w:val="en-GB"/>
        </w:rPr>
        <w:t>. The Impact Assessment clarifies the intent and purpose of including them as ‘essential services’:</w:t>
      </w:r>
    </w:p>
    <w:p w:rsidR="00B02E2C" w:rsidRPr="00DE1C47" w:rsidRDefault="00165B98" w:rsidP="002C4137">
      <w:pPr>
        <w:pStyle w:val="Quote"/>
        <w:rPr>
          <w:lang w:val="en-GB"/>
        </w:rPr>
      </w:pPr>
      <w:r w:rsidRPr="00DE1C47">
        <w:rPr>
          <w:lang w:val="en-GB"/>
        </w:rPr>
        <w:t>In order to ensure that small or micro entities which are nevertheless of critical importance for the societal or economic activities are not left out of the NIS scope, exceptions to the size-cap rule would be established.</w:t>
      </w:r>
      <w:r w:rsidR="002C4137" w:rsidRPr="00DE1C47">
        <w:rPr>
          <w:lang w:val="en-GB"/>
        </w:rPr>
        <w:t xml:space="preserve"> </w:t>
      </w:r>
    </w:p>
    <w:p w:rsidR="002C4137" w:rsidRPr="00DE1C47" w:rsidRDefault="00165B98" w:rsidP="002C4137">
      <w:pPr>
        <w:pStyle w:val="Quote"/>
        <w:rPr>
          <w:lang w:val="en-GB"/>
        </w:rPr>
      </w:pPr>
      <w:r w:rsidRPr="00DE1C47">
        <w:rPr>
          <w:lang w:val="en-GB"/>
        </w:rPr>
        <w:t>[.</w:t>
      </w:r>
      <w:r w:rsidR="002C4137" w:rsidRPr="00DE1C47">
        <w:rPr>
          <w:lang w:val="en-GB"/>
        </w:rPr>
        <w:t>.</w:t>
      </w:r>
      <w:r w:rsidRPr="00DE1C47">
        <w:rPr>
          <w:lang w:val="en-GB"/>
        </w:rPr>
        <w:t xml:space="preserve">.] </w:t>
      </w:r>
    </w:p>
    <w:p w:rsidR="00B02E2C" w:rsidRPr="00DE1C47" w:rsidRDefault="002C4137" w:rsidP="002C4137">
      <w:pPr>
        <w:pStyle w:val="Quote"/>
        <w:rPr>
          <w:lang w:val="en-GB"/>
        </w:rPr>
      </w:pPr>
      <w:r w:rsidRPr="00DE1C47">
        <w:rPr>
          <w:lang w:val="en-GB"/>
        </w:rPr>
        <w:t xml:space="preserve">(iv) a potential disruption of the service provided by the entity could induce systemic risks, in particular for the sectors where such disruption could have a cross-border impact, </w:t>
      </w:r>
    </w:p>
    <w:p w:rsidR="002C4137" w:rsidRPr="00DE1C47" w:rsidRDefault="002C4137" w:rsidP="002C4137">
      <w:pPr>
        <w:pStyle w:val="Quote"/>
        <w:rPr>
          <w:lang w:val="en-GB"/>
        </w:rPr>
      </w:pPr>
      <w:r w:rsidRPr="00DE1C47">
        <w:rPr>
          <w:lang w:val="en-GB"/>
        </w:rPr>
        <w:t>[…]</w:t>
      </w:r>
    </w:p>
    <w:p w:rsidR="00165B98" w:rsidRPr="00DE1C47" w:rsidRDefault="00165B98" w:rsidP="00165B98">
      <w:pPr>
        <w:pStyle w:val="Quote"/>
        <w:rPr>
          <w:lang w:val="en-GB"/>
        </w:rPr>
      </w:pPr>
      <w:r w:rsidRPr="00DE1C47">
        <w:rPr>
          <w:lang w:val="en-GB"/>
        </w:rPr>
        <w:t>“Top–level domain name registries and domain name system (DNS) service providers would also be excluded from the size-cap rule.”</w:t>
      </w:r>
      <w:r w:rsidRPr="00DE1C47">
        <w:rPr>
          <w:rStyle w:val="FootnoteReference"/>
          <w:lang w:val="en-GB"/>
        </w:rPr>
        <w:footnoteReference w:id="8"/>
      </w:r>
    </w:p>
    <w:p w:rsidR="00437D82" w:rsidRPr="00DE1C47" w:rsidRDefault="002C4137" w:rsidP="002C4137">
      <w:pPr>
        <w:rPr>
          <w:lang w:val="en-GB"/>
        </w:rPr>
      </w:pPr>
      <w:r w:rsidRPr="00DE1C47">
        <w:rPr>
          <w:lang w:val="en-GB"/>
        </w:rPr>
        <w:t>Singling out top-level domain name registries and the (</w:t>
      </w:r>
      <w:proofErr w:type="spellStart"/>
      <w:r w:rsidRPr="00DE1C47">
        <w:rPr>
          <w:lang w:val="en-GB"/>
        </w:rPr>
        <w:t>ccTLD</w:t>
      </w:r>
      <w:proofErr w:type="spellEnd"/>
      <w:r w:rsidRPr="00DE1C47">
        <w:rPr>
          <w:lang w:val="en-GB"/>
        </w:rPr>
        <w:t>) DNS service they provide explicitly is obviously merited</w:t>
      </w:r>
      <w:r w:rsidR="00E279B4">
        <w:rPr>
          <w:lang w:val="en-GB"/>
        </w:rPr>
        <w:t>,</w:t>
      </w:r>
      <w:r w:rsidRPr="00DE1C47">
        <w:rPr>
          <w:lang w:val="en-GB"/>
        </w:rPr>
        <w:t xml:space="preserve"> given that incidents at this level have national or (</w:t>
      </w:r>
      <w:r w:rsidR="00E279B4">
        <w:rPr>
          <w:lang w:val="en-GB"/>
        </w:rPr>
        <w:t>for ‘</w:t>
      </w:r>
      <w:r w:rsidRPr="00DE1C47">
        <w:rPr>
          <w:lang w:val="en-GB"/>
        </w:rPr>
        <w:t>.</w:t>
      </w:r>
      <w:proofErr w:type="spellStart"/>
      <w:r w:rsidRPr="00DE1C47">
        <w:rPr>
          <w:lang w:val="en-GB"/>
        </w:rPr>
        <w:t>eu</w:t>
      </w:r>
      <w:proofErr w:type="spellEnd"/>
      <w:r w:rsidR="00E279B4">
        <w:rPr>
          <w:lang w:val="en-GB"/>
        </w:rPr>
        <w:t>’</w:t>
      </w:r>
      <w:r w:rsidRPr="00DE1C47">
        <w:rPr>
          <w:lang w:val="en-GB"/>
        </w:rPr>
        <w:t xml:space="preserve">) Union-wide effects. </w:t>
      </w:r>
    </w:p>
    <w:p w:rsidR="002C4137" w:rsidRPr="00DE1C47" w:rsidRDefault="00437D82" w:rsidP="002C4137">
      <w:pPr>
        <w:rPr>
          <w:szCs w:val="20"/>
          <w:lang w:val="en-GB"/>
        </w:rPr>
      </w:pPr>
      <w:r w:rsidRPr="00DE1C47">
        <w:rPr>
          <w:lang w:val="en-GB"/>
        </w:rPr>
        <w:t>The “large number of domain name registrars and web hosting companies” are also specifically included, with footnote 177 that these “</w:t>
      </w:r>
      <w:r w:rsidRPr="00DE1C47">
        <w:rPr>
          <w:szCs w:val="20"/>
          <w:lang w:val="en-GB"/>
        </w:rPr>
        <w:t xml:space="preserve">offering authoritative DNS resolution as part of their domain registration services”. Given that most domain name </w:t>
      </w:r>
      <w:r w:rsidR="00DE1C47" w:rsidRPr="00DE1C47">
        <w:rPr>
          <w:szCs w:val="20"/>
          <w:lang w:val="en-GB"/>
        </w:rPr>
        <w:t>registrars</w:t>
      </w:r>
      <w:r w:rsidRPr="00DE1C47">
        <w:rPr>
          <w:szCs w:val="20"/>
          <w:lang w:val="en-GB"/>
        </w:rPr>
        <w:t xml:space="preserve"> offer their services to all takers, and that therefore </w:t>
      </w:r>
      <w:r w:rsidRPr="00DE1C47">
        <w:rPr>
          <w:i/>
          <w:szCs w:val="20"/>
          <w:lang w:val="en-GB"/>
        </w:rPr>
        <w:t>also</w:t>
      </w:r>
      <w:r w:rsidRPr="00DE1C47">
        <w:rPr>
          <w:szCs w:val="20"/>
          <w:lang w:val="en-GB"/>
        </w:rPr>
        <w:t xml:space="preserve"> entities providing </w:t>
      </w:r>
      <w:r w:rsidR="00083926" w:rsidRPr="00DE1C47">
        <w:rPr>
          <w:szCs w:val="20"/>
          <w:lang w:val="en-GB"/>
        </w:rPr>
        <w:t>essential or important services could be reliant on the authoritative DNS service offered by these registrars or web hosting companies, including those that publicly offer such authoritative DNS services – regardless of their size – could be well warranted.</w:t>
      </w:r>
    </w:p>
    <w:p w:rsidR="008C05AA" w:rsidRPr="00DE1C47" w:rsidRDefault="00083926" w:rsidP="00157612">
      <w:pPr>
        <w:rPr>
          <w:szCs w:val="20"/>
          <w:lang w:val="en-GB"/>
        </w:rPr>
      </w:pPr>
      <w:r w:rsidRPr="00DE1C47">
        <w:rPr>
          <w:szCs w:val="20"/>
          <w:lang w:val="en-GB"/>
        </w:rPr>
        <w:t>One type of DNS service is not discussed in the Impact Assessment, nor anywhere in the draft Directive and ancillary documents: those non-essential and non-important entities that –</w:t>
      </w:r>
      <w:r w:rsidR="001A6312" w:rsidRPr="00DE1C47">
        <w:rPr>
          <w:szCs w:val="20"/>
          <w:lang w:val="en-GB"/>
        </w:rPr>
        <w:t xml:space="preserve"> </w:t>
      </w:r>
      <w:r w:rsidRPr="00DE1C47">
        <w:rPr>
          <w:szCs w:val="20"/>
          <w:lang w:val="en-GB"/>
        </w:rPr>
        <w:t xml:space="preserve">having configured their domain name </w:t>
      </w:r>
      <w:r w:rsidR="001A6312" w:rsidRPr="00DE1C47">
        <w:rPr>
          <w:szCs w:val="20"/>
          <w:lang w:val="en-GB"/>
        </w:rPr>
        <w:t xml:space="preserve">by adding their name servers </w:t>
      </w:r>
      <w:r w:rsidRPr="00DE1C47">
        <w:rPr>
          <w:szCs w:val="20"/>
          <w:lang w:val="en-GB"/>
        </w:rPr>
        <w:t>in the c</w:t>
      </w:r>
      <w:r w:rsidR="005210C1" w:rsidRPr="00DE1C47">
        <w:rPr>
          <w:szCs w:val="20"/>
          <w:lang w:val="en-GB"/>
        </w:rPr>
        <w:t xml:space="preserve">cTLD </w:t>
      </w:r>
      <w:r w:rsidR="001A6312" w:rsidRPr="00DE1C47">
        <w:rPr>
          <w:szCs w:val="20"/>
          <w:lang w:val="en-GB"/>
        </w:rPr>
        <w:t>domain</w:t>
      </w:r>
      <w:r w:rsidR="005210C1" w:rsidRPr="00DE1C47">
        <w:rPr>
          <w:szCs w:val="20"/>
          <w:lang w:val="en-GB"/>
        </w:rPr>
        <w:t xml:space="preserve">, proceed </w:t>
      </w:r>
      <w:r w:rsidRPr="00DE1C47">
        <w:rPr>
          <w:szCs w:val="20"/>
          <w:lang w:val="en-GB"/>
        </w:rPr>
        <w:t xml:space="preserve">to </w:t>
      </w:r>
      <w:r w:rsidR="005210C1" w:rsidRPr="00DE1C47">
        <w:rPr>
          <w:szCs w:val="20"/>
          <w:lang w:val="en-GB"/>
        </w:rPr>
        <w:t xml:space="preserve">operate </w:t>
      </w:r>
      <w:r w:rsidR="00DE3E03" w:rsidRPr="00DE1C47">
        <w:rPr>
          <w:szCs w:val="20"/>
          <w:lang w:val="en-GB"/>
        </w:rPr>
        <w:t xml:space="preserve">the </w:t>
      </w:r>
      <w:r w:rsidRPr="00DE1C47">
        <w:rPr>
          <w:szCs w:val="20"/>
          <w:lang w:val="en-GB"/>
        </w:rPr>
        <w:t>authoritative DNS service</w:t>
      </w:r>
      <w:r w:rsidR="00DE3E03" w:rsidRPr="00DE1C47">
        <w:rPr>
          <w:szCs w:val="20"/>
          <w:lang w:val="en-GB"/>
        </w:rPr>
        <w:t xml:space="preserve"> for that domain entirely themselves. </w:t>
      </w:r>
      <w:r w:rsidR="001A6312" w:rsidRPr="00DE1C47">
        <w:rPr>
          <w:szCs w:val="20"/>
          <w:lang w:val="en-GB"/>
        </w:rPr>
        <w:t>The integrity and availability of their domain name resolution depends on nothing more than the ccTLD DNS service and their own, local, self-managed infrastructure. No other parties are involved in service provisioning. Internet end-users and other, recursive, DNS service providers deal directly with the authoritative domain name service owned and operated by the organisation itself.</w:t>
      </w:r>
      <w:r w:rsidR="00B871DE" w:rsidRPr="00DE1C47">
        <w:rPr>
          <w:szCs w:val="20"/>
          <w:lang w:val="en-GB"/>
        </w:rPr>
        <w:t xml:space="preserve"> </w:t>
      </w:r>
    </w:p>
    <w:p w:rsidR="006D570B" w:rsidRDefault="008C05AA" w:rsidP="00157612">
      <w:pPr>
        <w:rPr>
          <w:szCs w:val="20"/>
          <w:lang w:val="en-GB"/>
        </w:rPr>
      </w:pPr>
      <w:r w:rsidRPr="00DE1C47">
        <w:rPr>
          <w:szCs w:val="20"/>
          <w:lang w:val="en-GB"/>
        </w:rPr>
        <w:t>Such ‘self-managed DNS’ organisation</w:t>
      </w:r>
      <w:r w:rsidR="00D847C0" w:rsidRPr="00DE1C47">
        <w:rPr>
          <w:szCs w:val="20"/>
          <w:lang w:val="en-GB"/>
        </w:rPr>
        <w:t>s</w:t>
      </w:r>
      <w:r w:rsidRPr="00DE1C47">
        <w:rPr>
          <w:szCs w:val="20"/>
          <w:lang w:val="en-GB"/>
        </w:rPr>
        <w:t xml:space="preserve">, apart from having some </w:t>
      </w:r>
      <w:r w:rsidR="00DE1C47" w:rsidRPr="00DE1C47">
        <w:rPr>
          <w:szCs w:val="20"/>
          <w:lang w:val="en-GB"/>
        </w:rPr>
        <w:t>knowledgeable</w:t>
      </w:r>
      <w:r w:rsidRPr="00DE1C47">
        <w:rPr>
          <w:szCs w:val="20"/>
          <w:lang w:val="en-GB"/>
        </w:rPr>
        <w:t xml:space="preserve"> ICT staff, never intended to be a “Digital infrastructure”. Nor is it, merely by operating its own authoritative DNS server, suddenly of </w:t>
      </w:r>
      <w:r w:rsidR="003B63A0" w:rsidRPr="00DE1C47">
        <w:rPr>
          <w:szCs w:val="20"/>
          <w:lang w:val="en-GB"/>
        </w:rPr>
        <w:t>an essential nature to the economy or to society.</w:t>
      </w:r>
    </w:p>
    <w:p w:rsidR="00D84C2B" w:rsidRPr="00DE1C47" w:rsidRDefault="00D84C2B" w:rsidP="00157612">
      <w:pPr>
        <w:rPr>
          <w:szCs w:val="20"/>
          <w:lang w:val="en-GB"/>
        </w:rPr>
      </w:pPr>
      <w:r>
        <w:rPr>
          <w:szCs w:val="20"/>
          <w:lang w:val="en-GB"/>
        </w:rPr>
        <w:t xml:space="preserve">As currently worded, it has an even more unexpected effect: since </w:t>
      </w:r>
      <w:r w:rsidRPr="00516B9F">
        <w:rPr>
          <w:i/>
          <w:szCs w:val="20"/>
          <w:lang w:val="en-GB"/>
        </w:rPr>
        <w:t>natural</w:t>
      </w:r>
      <w:r>
        <w:rPr>
          <w:szCs w:val="20"/>
          <w:lang w:val="en-GB"/>
        </w:rPr>
        <w:t xml:space="preserve"> persons are included explicitly in the definition of ‘entity’ (Art. 4 (24)), also any individual computer enthusiast running a personal or family domain using a domain name server at a private home, in a makerspace, or at a friend’s place (thus even providing the redundancy common required by </w:t>
      </w:r>
      <w:proofErr w:type="spellStart"/>
      <w:r>
        <w:rPr>
          <w:szCs w:val="20"/>
          <w:lang w:val="en-GB"/>
        </w:rPr>
        <w:t>ccTLD</w:t>
      </w:r>
      <w:proofErr w:type="spellEnd"/>
      <w:r>
        <w:rPr>
          <w:szCs w:val="20"/>
          <w:lang w:val="en-GB"/>
        </w:rPr>
        <w:t xml:space="preserve"> operators), is a “DNS service provider” in the current definition – and consequently has to register with ENISA and is subject to the Art. 25 regimen for supervision!</w:t>
      </w:r>
      <w:r w:rsidR="000375C9">
        <w:rPr>
          <w:szCs w:val="20"/>
          <w:lang w:val="en-GB"/>
        </w:rPr>
        <w:t xml:space="preserve"> </w:t>
      </w:r>
      <w:r w:rsidR="00F03612">
        <w:rPr>
          <w:szCs w:val="20"/>
          <w:lang w:val="en-GB"/>
        </w:rPr>
        <w:t>It appears unlikely that ENISA or national supervisory authorit</w:t>
      </w:r>
      <w:r w:rsidR="008B6C92">
        <w:rPr>
          <w:szCs w:val="20"/>
          <w:lang w:val="en-GB"/>
        </w:rPr>
        <w:t xml:space="preserve">ies would welcome such an </w:t>
      </w:r>
      <w:proofErr w:type="spellStart"/>
      <w:r w:rsidR="008B6C92">
        <w:rPr>
          <w:szCs w:val="20"/>
          <w:lang w:val="en-GB"/>
        </w:rPr>
        <w:t>unquan</w:t>
      </w:r>
      <w:r w:rsidR="00F03612">
        <w:rPr>
          <w:szCs w:val="20"/>
          <w:lang w:val="en-GB"/>
        </w:rPr>
        <w:t>tifiably</w:t>
      </w:r>
      <w:proofErr w:type="spellEnd"/>
      <w:r w:rsidR="00F03612">
        <w:rPr>
          <w:szCs w:val="20"/>
          <w:lang w:val="en-GB"/>
        </w:rPr>
        <w:t>-larg</w:t>
      </w:r>
      <w:r w:rsidR="008B6C92">
        <w:rPr>
          <w:szCs w:val="20"/>
          <w:lang w:val="en-GB"/>
        </w:rPr>
        <w:t>e number of hobby-computer enth</w:t>
      </w:r>
      <w:r w:rsidR="00F03612">
        <w:rPr>
          <w:szCs w:val="20"/>
          <w:lang w:val="en-GB"/>
        </w:rPr>
        <w:t>usiasts.</w:t>
      </w:r>
    </w:p>
    <w:p w:rsidR="009E0CBD" w:rsidRPr="00DE1C47" w:rsidRDefault="008C05AA" w:rsidP="00A73E16">
      <w:pPr>
        <w:rPr>
          <w:rFonts w:eastAsiaTheme="majorEastAsia" w:cstheme="majorBidi"/>
          <w:b/>
          <w:color w:val="E6223C" w:themeColor="accent1"/>
          <w:szCs w:val="32"/>
          <w:lang w:val="en-GB"/>
        </w:rPr>
      </w:pPr>
      <w:r w:rsidRPr="00DE1C47">
        <w:rPr>
          <w:szCs w:val="20"/>
          <w:lang w:val="en-GB"/>
        </w:rPr>
        <w:t>The Domain name system is justly described in the Impact Assessment as “a hierarchical distributed naming system which allows end-users to reach services and resources on the open internet”</w:t>
      </w:r>
      <w:r w:rsidRPr="00DE1C47">
        <w:rPr>
          <w:rStyle w:val="FootnoteReference"/>
          <w:szCs w:val="20"/>
          <w:lang w:val="en-GB"/>
        </w:rPr>
        <w:footnoteReference w:id="9"/>
      </w:r>
      <w:r w:rsidR="008B6C92">
        <w:rPr>
          <w:szCs w:val="20"/>
          <w:lang w:val="en-GB"/>
        </w:rPr>
        <w:t>. The leaf</w:t>
      </w:r>
      <w:r w:rsidRPr="00DE1C47">
        <w:rPr>
          <w:szCs w:val="20"/>
          <w:lang w:val="en-GB"/>
        </w:rPr>
        <w:t>s of the hierarchy are single domains owned by organisations</w:t>
      </w:r>
      <w:r w:rsidR="00A73E16">
        <w:rPr>
          <w:szCs w:val="20"/>
          <w:lang w:val="en-GB"/>
        </w:rPr>
        <w:t xml:space="preserve"> and natural persons</w:t>
      </w:r>
      <w:r w:rsidRPr="00DE1C47">
        <w:rPr>
          <w:szCs w:val="20"/>
          <w:lang w:val="en-GB"/>
        </w:rPr>
        <w:t xml:space="preserve">, that </w:t>
      </w:r>
      <w:r w:rsidR="00AF657B" w:rsidRPr="00DE1C47">
        <w:rPr>
          <w:szCs w:val="20"/>
          <w:lang w:val="en-GB"/>
        </w:rPr>
        <w:t xml:space="preserve">often </w:t>
      </w:r>
      <w:r w:rsidRPr="00DE1C47">
        <w:rPr>
          <w:szCs w:val="20"/>
          <w:lang w:val="en-GB"/>
        </w:rPr>
        <w:t xml:space="preserve">can and do </w:t>
      </w:r>
      <w:r w:rsidR="00EA5EAD" w:rsidRPr="00DE1C47">
        <w:rPr>
          <w:szCs w:val="20"/>
          <w:lang w:val="en-GB"/>
        </w:rPr>
        <w:t>hold up their own</w:t>
      </w:r>
      <w:r w:rsidR="00AF657B" w:rsidRPr="00DE1C47">
        <w:rPr>
          <w:szCs w:val="20"/>
          <w:lang w:val="en-GB"/>
        </w:rPr>
        <w:t xml:space="preserve"> in terms of ICT</w:t>
      </w:r>
      <w:r w:rsidR="00E10204" w:rsidRPr="00DE1C47">
        <w:rPr>
          <w:szCs w:val="20"/>
          <w:lang w:val="en-GB"/>
        </w:rPr>
        <w:t xml:space="preserve"> services</w:t>
      </w:r>
      <w:r w:rsidR="00EA5EAD" w:rsidRPr="00DE1C47">
        <w:rPr>
          <w:szCs w:val="20"/>
          <w:lang w:val="en-GB"/>
        </w:rPr>
        <w:t>.</w:t>
      </w:r>
    </w:p>
    <w:p w:rsidR="002A7FA9" w:rsidRPr="00DE1C47" w:rsidRDefault="002A7FA9" w:rsidP="002A7FA9">
      <w:pPr>
        <w:pStyle w:val="Heading1"/>
        <w:rPr>
          <w:lang w:val="en-GB"/>
        </w:rPr>
      </w:pPr>
      <w:bookmarkStart w:id="2" w:name="_Toc60864489"/>
      <w:r w:rsidRPr="00DE1C47">
        <w:rPr>
          <w:lang w:val="en-GB"/>
        </w:rPr>
        <w:lastRenderedPageBreak/>
        <w:t>DNS service providers in the draft Directive</w:t>
      </w:r>
      <w:bookmarkEnd w:id="2"/>
    </w:p>
    <w:p w:rsidR="002A7FA9" w:rsidRPr="00DE1C47" w:rsidRDefault="002A7FA9" w:rsidP="002A7FA9">
      <w:pPr>
        <w:rPr>
          <w:lang w:val="en-GB"/>
        </w:rPr>
      </w:pPr>
      <w:r w:rsidRPr="00DE1C47">
        <w:rPr>
          <w:lang w:val="en-GB"/>
        </w:rPr>
        <w:t>The draft NIS2 Directive released on December 16</w:t>
      </w:r>
      <w:r w:rsidRPr="00DE1C47">
        <w:rPr>
          <w:vertAlign w:val="superscript"/>
          <w:lang w:val="en-GB"/>
        </w:rPr>
        <w:t>th</w:t>
      </w:r>
      <w:r w:rsidRPr="00DE1C47">
        <w:rPr>
          <w:lang w:val="en-GB"/>
        </w:rPr>
        <w:t xml:space="preserve"> states in Recital (15):</w:t>
      </w:r>
    </w:p>
    <w:p w:rsidR="002A7FA9" w:rsidRPr="00DE1C47" w:rsidRDefault="002A7FA9" w:rsidP="002A7FA9">
      <w:pPr>
        <w:pStyle w:val="Quote"/>
        <w:rPr>
          <w:i w:val="0"/>
          <w:lang w:val="en-GB"/>
        </w:rPr>
      </w:pPr>
      <w:r w:rsidRPr="00DE1C47">
        <w:rPr>
          <w:lang w:val="en-GB"/>
        </w:rPr>
        <w:t>Upholding and preserving a reliable, resilient and secure domain name system (DNS) is a key factor in maintaining the integrity of the Internet and is essential for its continuous and stable operation, on which the digital economy and society depend. Therefore, this Directive should apply to all providers of DNS services along the DNS resolution chain, including operators of root name servers, top-level-domain (TLD) name servers, authoritative name servers for domain names and recursive resolvers.</w:t>
      </w:r>
    </w:p>
    <w:p w:rsidR="002A7FA9" w:rsidRPr="00DE1C47" w:rsidRDefault="009815CD" w:rsidP="002A7FA9">
      <w:pPr>
        <w:rPr>
          <w:lang w:val="en-GB"/>
        </w:rPr>
      </w:pPr>
      <w:r w:rsidRPr="00DE1C47">
        <w:rPr>
          <w:lang w:val="en-GB"/>
        </w:rPr>
        <w:t>This emphasises the “integrity of the internet” and the dependency of the digital economy and society thereon, and then proceed</w:t>
      </w:r>
      <w:r w:rsidR="008B6C92">
        <w:rPr>
          <w:lang w:val="en-GB"/>
        </w:rPr>
        <w:t>s</w:t>
      </w:r>
      <w:r w:rsidRPr="00DE1C47">
        <w:rPr>
          <w:lang w:val="en-GB"/>
        </w:rPr>
        <w:t xml:space="preserve"> that it should apply to “authoritative servers for domain names” - without further qualifying this statement. </w:t>
      </w:r>
      <w:r w:rsidR="002D57A4" w:rsidRPr="00DE1C47">
        <w:rPr>
          <w:lang w:val="en-GB"/>
        </w:rPr>
        <w:t>However, i</w:t>
      </w:r>
      <w:r w:rsidRPr="00DE1C47">
        <w:rPr>
          <w:lang w:val="en-GB"/>
        </w:rPr>
        <w:t xml:space="preserve">n view of the discussion in the </w:t>
      </w:r>
      <w:r w:rsidRPr="00DE1C47">
        <w:rPr>
          <w:i/>
          <w:lang w:val="en-GB"/>
        </w:rPr>
        <w:t>Impact Assessment</w:t>
      </w:r>
      <w:r w:rsidRPr="00DE1C47">
        <w:rPr>
          <w:lang w:val="en-GB"/>
        </w:rPr>
        <w:t xml:space="preserve"> and </w:t>
      </w:r>
      <w:r w:rsidR="002D57A4" w:rsidRPr="00DE1C47">
        <w:rPr>
          <w:lang w:val="en-GB"/>
        </w:rPr>
        <w:t xml:space="preserve">given </w:t>
      </w:r>
      <w:r w:rsidRPr="00DE1C47">
        <w:rPr>
          <w:lang w:val="en-GB"/>
        </w:rPr>
        <w:t>the aim of the NIS2 Directive,</w:t>
      </w:r>
      <w:r w:rsidR="00BE178F" w:rsidRPr="00DE1C47">
        <w:rPr>
          <w:lang w:val="en-GB"/>
        </w:rPr>
        <w:t xml:space="preserve"> </w:t>
      </w:r>
      <w:r w:rsidR="008B6C92">
        <w:rPr>
          <w:lang w:val="en-GB"/>
        </w:rPr>
        <w:t>not all leaf</w:t>
      </w:r>
      <w:r w:rsidR="002D57A4" w:rsidRPr="00DE1C47">
        <w:rPr>
          <w:lang w:val="en-GB"/>
        </w:rPr>
        <w:t>s of the DNS hierarchy are equally important</w:t>
      </w:r>
      <w:r w:rsidR="00BE178F" w:rsidRPr="00DE1C47">
        <w:rPr>
          <w:lang w:val="en-GB"/>
        </w:rPr>
        <w:t>.</w:t>
      </w:r>
    </w:p>
    <w:p w:rsidR="002D57A4" w:rsidRPr="00DE1C47" w:rsidRDefault="002D57A4" w:rsidP="002A7FA9">
      <w:pPr>
        <w:rPr>
          <w:lang w:val="en-GB"/>
        </w:rPr>
      </w:pPr>
      <w:r w:rsidRPr="00DE1C47">
        <w:rPr>
          <w:lang w:val="en-GB"/>
        </w:rPr>
        <w:t>The definitions in Article 4 (14) also include the all-encompassing description of the DNS service:</w:t>
      </w:r>
    </w:p>
    <w:p w:rsidR="002D57A4" w:rsidRPr="00DE1C47" w:rsidRDefault="002D57A4" w:rsidP="002D57A4">
      <w:pPr>
        <w:pStyle w:val="Quote"/>
        <w:rPr>
          <w:lang w:val="en-GB"/>
        </w:rPr>
      </w:pPr>
      <w:r w:rsidRPr="00DE1C47">
        <w:rPr>
          <w:lang w:val="en-GB"/>
        </w:rPr>
        <w:t>‘DNS service provider’ means an entity that provides recursive or authoritative domain name resolution services to internet end-users and other DNS service providers;</w:t>
      </w:r>
    </w:p>
    <w:p w:rsidR="002D57A4" w:rsidRPr="00DE1C47" w:rsidRDefault="002D57A4" w:rsidP="002D57A4">
      <w:pPr>
        <w:rPr>
          <w:lang w:val="en-GB"/>
        </w:rPr>
      </w:pPr>
      <w:r w:rsidRPr="00DE1C47">
        <w:rPr>
          <w:lang w:val="en-GB"/>
        </w:rPr>
        <w:t xml:space="preserve">However, with such a broad definition of “DNS service provider” as stated in the draft Article 4 (14), the scope of the directive is unexpectedly widened to include also any ‘leaf’ authoritative domain name resolution service operated by any self-managed organization, regardless of the nature or size of such </w:t>
      </w:r>
      <w:r w:rsidR="00DE1C47" w:rsidRPr="00DE1C47">
        <w:rPr>
          <w:lang w:val="en-GB"/>
        </w:rPr>
        <w:t>organisation</w:t>
      </w:r>
      <w:r w:rsidRPr="00DE1C47">
        <w:rPr>
          <w:lang w:val="en-GB"/>
        </w:rPr>
        <w:t xml:space="preserve"> (Art. 2(2)(a)(iii):</w:t>
      </w:r>
    </w:p>
    <w:p w:rsidR="002D57A4" w:rsidRPr="00DE1C47" w:rsidRDefault="002D57A4" w:rsidP="002D57A4">
      <w:pPr>
        <w:pStyle w:val="Quote"/>
        <w:ind w:left="1080" w:hanging="216"/>
        <w:rPr>
          <w:lang w:val="en-GB"/>
        </w:rPr>
      </w:pPr>
      <w:r w:rsidRPr="00DE1C47">
        <w:rPr>
          <w:lang w:val="en-GB"/>
        </w:rPr>
        <w:t>2.</w:t>
      </w:r>
      <w:r w:rsidRPr="00DE1C47">
        <w:rPr>
          <w:lang w:val="en-GB"/>
        </w:rPr>
        <w:tab/>
        <w:t>However, regardless of their size, this Directive also applies to entities referred to in Annexes I and II, where:</w:t>
      </w:r>
    </w:p>
    <w:p w:rsidR="002D57A4" w:rsidRPr="00DE1C47" w:rsidRDefault="002D57A4" w:rsidP="002D57A4">
      <w:pPr>
        <w:pStyle w:val="Quote"/>
        <w:ind w:left="1080" w:hanging="216"/>
        <w:rPr>
          <w:lang w:val="en-GB"/>
        </w:rPr>
      </w:pPr>
      <w:r w:rsidRPr="00DE1C47">
        <w:rPr>
          <w:lang w:val="en-GB"/>
        </w:rPr>
        <w:tab/>
        <w:t>(a) the services are provided by one of the following entities:</w:t>
      </w:r>
    </w:p>
    <w:p w:rsidR="002D57A4" w:rsidRPr="00DE1C47" w:rsidRDefault="002D57A4" w:rsidP="002D57A4">
      <w:pPr>
        <w:pStyle w:val="Quote"/>
        <w:ind w:left="1080" w:hanging="216"/>
        <w:rPr>
          <w:lang w:val="en-GB"/>
        </w:rPr>
      </w:pPr>
      <w:r w:rsidRPr="00DE1C47">
        <w:rPr>
          <w:lang w:val="en-GB"/>
        </w:rPr>
        <w:tab/>
      </w:r>
      <w:r w:rsidRPr="00DE1C47">
        <w:rPr>
          <w:lang w:val="en-GB"/>
        </w:rPr>
        <w:tab/>
        <w:t>[…]</w:t>
      </w:r>
    </w:p>
    <w:p w:rsidR="00BB23B7" w:rsidRPr="00DE1C47" w:rsidRDefault="002D57A4" w:rsidP="002D57A4">
      <w:pPr>
        <w:pStyle w:val="Quote"/>
        <w:ind w:left="1080" w:hanging="216"/>
        <w:rPr>
          <w:lang w:val="en-GB"/>
        </w:rPr>
      </w:pPr>
      <w:r w:rsidRPr="00DE1C47">
        <w:rPr>
          <w:lang w:val="en-GB"/>
        </w:rPr>
        <w:tab/>
      </w:r>
      <w:r w:rsidRPr="00DE1C47">
        <w:rPr>
          <w:lang w:val="en-GB"/>
        </w:rPr>
        <w:tab/>
        <w:t xml:space="preserve">(iii) top–level domain name registries and domain name system (DNS) </w:t>
      </w:r>
    </w:p>
    <w:p w:rsidR="002D57A4" w:rsidRPr="00DE1C47" w:rsidRDefault="00BB23B7" w:rsidP="002D57A4">
      <w:pPr>
        <w:pStyle w:val="Quote"/>
        <w:ind w:left="1080" w:hanging="216"/>
        <w:rPr>
          <w:lang w:val="en-GB"/>
        </w:rPr>
      </w:pPr>
      <w:r w:rsidRPr="00DE1C47">
        <w:rPr>
          <w:lang w:val="en-GB"/>
        </w:rPr>
        <w:tab/>
      </w:r>
      <w:r w:rsidRPr="00DE1C47">
        <w:rPr>
          <w:lang w:val="en-GB"/>
        </w:rPr>
        <w:tab/>
        <w:t xml:space="preserve">      </w:t>
      </w:r>
      <w:r w:rsidR="002D57A4" w:rsidRPr="00DE1C47">
        <w:rPr>
          <w:lang w:val="en-GB"/>
        </w:rPr>
        <w:t>service providers referred to in point 8 of Annex I;</w:t>
      </w:r>
    </w:p>
    <w:p w:rsidR="002D57A4" w:rsidRPr="00DE1C47" w:rsidRDefault="00D847C0" w:rsidP="002D57A4">
      <w:pPr>
        <w:rPr>
          <w:lang w:val="en-GB"/>
        </w:rPr>
      </w:pPr>
      <w:r w:rsidRPr="00DE1C47">
        <w:rPr>
          <w:lang w:val="en-GB"/>
        </w:rPr>
        <w:t xml:space="preserve">Inadvertently, </w:t>
      </w:r>
      <w:r w:rsidR="00747877" w:rsidRPr="00DE1C47">
        <w:rPr>
          <w:lang w:val="en-GB"/>
        </w:rPr>
        <w:t xml:space="preserve">by combining the overly-broad definition of ‘DNS service provider’ with the blanket inclusion of </w:t>
      </w:r>
      <w:r w:rsidR="00747877" w:rsidRPr="00DE1C47">
        <w:rPr>
          <w:i/>
          <w:lang w:val="en-GB"/>
        </w:rPr>
        <w:t>specifically</w:t>
      </w:r>
      <w:r w:rsidR="00747877" w:rsidRPr="00DE1C47">
        <w:rPr>
          <w:lang w:val="en-GB"/>
        </w:rPr>
        <w:t xml:space="preserve"> ‘domain name system (DNS) service providers’ through Art. 2(2)(a)(iii), </w:t>
      </w:r>
      <w:r w:rsidR="00747877" w:rsidRPr="00DE1C47">
        <w:rPr>
          <w:i/>
          <w:lang w:val="en-GB"/>
        </w:rPr>
        <w:t>all</w:t>
      </w:r>
      <w:r w:rsidR="00747877" w:rsidRPr="00DE1C47">
        <w:rPr>
          <w:lang w:val="en-GB"/>
        </w:rPr>
        <w:t xml:space="preserve"> </w:t>
      </w:r>
      <w:r w:rsidR="00747877" w:rsidRPr="00DE1C47">
        <w:rPr>
          <w:szCs w:val="20"/>
          <w:lang w:val="en-GB"/>
        </w:rPr>
        <w:t>entities that run their own authoritative domain name server, regardless of their size, regardless of their nature or criticality to the economy, to society, or to the digital infrastructure as a whole, are brought in scope of the NIS2 Directive.</w:t>
      </w:r>
    </w:p>
    <w:p w:rsidR="006D570B" w:rsidRPr="00DE1C47" w:rsidRDefault="004F1155" w:rsidP="006D570B">
      <w:pPr>
        <w:pStyle w:val="Heading1"/>
        <w:rPr>
          <w:lang w:val="en-GB"/>
        </w:rPr>
      </w:pPr>
      <w:bookmarkStart w:id="3" w:name="_Toc60864490"/>
      <w:r w:rsidRPr="00DE1C47">
        <w:rPr>
          <w:lang w:val="en-GB"/>
        </w:rPr>
        <w:t>An u</w:t>
      </w:r>
      <w:r w:rsidR="006D570B" w:rsidRPr="00DE1C47">
        <w:rPr>
          <w:lang w:val="en-GB"/>
        </w:rPr>
        <w:t>nintention</w:t>
      </w:r>
      <w:r w:rsidR="004D1DEF" w:rsidRPr="00DE1C47">
        <w:rPr>
          <w:lang w:val="en-GB"/>
        </w:rPr>
        <w:t>al</w:t>
      </w:r>
      <w:r w:rsidR="006D570B" w:rsidRPr="00DE1C47">
        <w:rPr>
          <w:lang w:val="en-GB"/>
        </w:rPr>
        <w:t xml:space="preserve"> </w:t>
      </w:r>
      <w:r w:rsidR="00570EF3" w:rsidRPr="00DE1C47">
        <w:rPr>
          <w:lang w:val="en-GB"/>
        </w:rPr>
        <w:t>i</w:t>
      </w:r>
      <w:r w:rsidR="006D570B" w:rsidRPr="00DE1C47">
        <w:rPr>
          <w:lang w:val="en-GB"/>
        </w:rPr>
        <w:t xml:space="preserve">mpact </w:t>
      </w:r>
      <w:r w:rsidR="00570EF3" w:rsidRPr="00DE1C47">
        <w:rPr>
          <w:lang w:val="en-GB"/>
        </w:rPr>
        <w:t>with large consequences</w:t>
      </w:r>
      <w:bookmarkEnd w:id="3"/>
    </w:p>
    <w:p w:rsidR="004D1DEF" w:rsidRPr="00DE1C47" w:rsidRDefault="00E773E3" w:rsidP="006D570B">
      <w:pPr>
        <w:rPr>
          <w:lang w:val="en-GB"/>
        </w:rPr>
      </w:pPr>
      <w:r w:rsidRPr="00DE1C47">
        <w:rPr>
          <w:lang w:val="en-GB"/>
        </w:rPr>
        <w:t xml:space="preserve">The draft Directive as written </w:t>
      </w:r>
      <w:r w:rsidR="00747877" w:rsidRPr="00DE1C47">
        <w:rPr>
          <w:lang w:val="en-GB"/>
        </w:rPr>
        <w:t xml:space="preserve">thus </w:t>
      </w:r>
      <w:r w:rsidRPr="00DE1C47">
        <w:rPr>
          <w:lang w:val="en-GB"/>
        </w:rPr>
        <w:t xml:space="preserve">makes the implicit assumption that operating a domain name resolution service only and exclusively happens as part of domain name registration or web hosting. </w:t>
      </w:r>
      <w:r w:rsidR="007D77EF" w:rsidRPr="00DE1C47">
        <w:rPr>
          <w:lang w:val="en-GB"/>
        </w:rPr>
        <w:t>Both the draft Directive and the Impact Assessment</w:t>
      </w:r>
      <w:r w:rsidR="007D77EF" w:rsidRPr="00DE1C47">
        <w:rPr>
          <w:rStyle w:val="FootnoteReference"/>
          <w:lang w:val="en-GB"/>
        </w:rPr>
        <w:footnoteReference w:id="10"/>
      </w:r>
      <w:r w:rsidR="007D77EF" w:rsidRPr="00DE1C47">
        <w:rPr>
          <w:lang w:val="en-GB"/>
        </w:rPr>
        <w:t xml:space="preserve"> accompanying it, fail to acknowledge the common practice whereby organisations, having </w:t>
      </w:r>
      <w:r w:rsidR="00DE1C47" w:rsidRPr="00DE1C47">
        <w:rPr>
          <w:lang w:val="en-GB"/>
        </w:rPr>
        <w:t>registered</w:t>
      </w:r>
      <w:r w:rsidR="007D77EF" w:rsidRPr="00DE1C47">
        <w:rPr>
          <w:lang w:val="en-GB"/>
        </w:rPr>
        <w:t xml:space="preserve"> a domain name with a top-level (country) domain name register (ccTLD operator), run their own, self-managed, authoritative DNS service to resolve those domain names that they own and manage themselves. </w:t>
      </w:r>
    </w:p>
    <w:p w:rsidR="006D570B" w:rsidRPr="00DE1C47" w:rsidRDefault="006D570B" w:rsidP="006D570B">
      <w:pPr>
        <w:rPr>
          <w:lang w:val="en-GB"/>
        </w:rPr>
      </w:pPr>
      <w:r w:rsidRPr="00DE1C47">
        <w:rPr>
          <w:lang w:val="en-GB"/>
        </w:rPr>
        <w:t xml:space="preserve">Organisations </w:t>
      </w:r>
      <w:r w:rsidR="003D6319" w:rsidRPr="00DE1C47">
        <w:rPr>
          <w:lang w:val="en-GB"/>
        </w:rPr>
        <w:t xml:space="preserve">thus </w:t>
      </w:r>
      <w:r w:rsidRPr="00DE1C47">
        <w:rPr>
          <w:lang w:val="en-GB"/>
        </w:rPr>
        <w:t xml:space="preserve">responsible for their own DNS name service are common, both among larger private enterprises, </w:t>
      </w:r>
      <w:r w:rsidR="00E6517E" w:rsidRPr="00DE1C47">
        <w:rPr>
          <w:lang w:val="en-GB"/>
        </w:rPr>
        <w:t xml:space="preserve">and </w:t>
      </w:r>
      <w:r w:rsidRPr="00DE1C47">
        <w:rPr>
          <w:lang w:val="en-GB"/>
        </w:rPr>
        <w:t xml:space="preserve">in organisations </w:t>
      </w:r>
      <w:r w:rsidR="00E6517E" w:rsidRPr="00DE1C47">
        <w:rPr>
          <w:lang w:val="en-GB"/>
        </w:rPr>
        <w:t xml:space="preserve">otherwise </w:t>
      </w:r>
      <w:r w:rsidRPr="00DE1C47">
        <w:rPr>
          <w:lang w:val="en-GB"/>
        </w:rPr>
        <w:t xml:space="preserve">availing over their own in-house digital expertise, </w:t>
      </w:r>
      <w:r w:rsidR="00E6517E" w:rsidRPr="00DE1C47">
        <w:rPr>
          <w:lang w:val="en-GB"/>
        </w:rPr>
        <w:lastRenderedPageBreak/>
        <w:t xml:space="preserve">such as </w:t>
      </w:r>
      <w:r w:rsidR="003B0CBF" w:rsidRPr="00DE1C47">
        <w:rPr>
          <w:lang w:val="en-GB"/>
        </w:rPr>
        <w:t>academic and research establishments</w:t>
      </w:r>
      <w:r w:rsidRPr="00DE1C47">
        <w:rPr>
          <w:lang w:val="en-GB"/>
        </w:rPr>
        <w:t>. Yet these are not, by their scope or societal im</w:t>
      </w:r>
      <w:r w:rsidR="00E373DC" w:rsidRPr="00DE1C47">
        <w:rPr>
          <w:lang w:val="en-GB"/>
        </w:rPr>
        <w:t>pact, ‘essential’ or ‘important’</w:t>
      </w:r>
      <w:r w:rsidR="004536C9" w:rsidRPr="00DE1C47">
        <w:rPr>
          <w:lang w:val="en-GB"/>
        </w:rPr>
        <w:t xml:space="preserve"> entities in the ‘</w:t>
      </w:r>
      <w:r w:rsidRPr="00DE1C47">
        <w:rPr>
          <w:lang w:val="en-GB"/>
        </w:rPr>
        <w:t>DNS resolution chain</w:t>
      </w:r>
      <w:r w:rsidR="004536C9" w:rsidRPr="00DE1C47">
        <w:rPr>
          <w:lang w:val="en-GB"/>
        </w:rPr>
        <w:t>’</w:t>
      </w:r>
      <w:r w:rsidRPr="00DE1C47">
        <w:rPr>
          <w:lang w:val="en-GB"/>
        </w:rPr>
        <w:t>, as intended by the draft Directive. For example, prominent enterprises of the first group include</w:t>
      </w:r>
      <w:r w:rsidR="00E75F24" w:rsidRPr="00DE1C47">
        <w:rPr>
          <w:rStyle w:val="FootnoteReference"/>
          <w:lang w:val="en-GB"/>
        </w:rPr>
        <w:footnoteReference w:id="11"/>
      </w:r>
      <w:r w:rsidRPr="00DE1C47">
        <w:rPr>
          <w:lang w:val="en-GB"/>
        </w:rPr>
        <w:t xml:space="preserve"> Unilever and its brand</w:t>
      </w:r>
      <w:r w:rsidR="00E75F24" w:rsidRPr="00DE1C47">
        <w:rPr>
          <w:lang w:val="en-GB"/>
        </w:rPr>
        <w:t>s</w:t>
      </w:r>
      <w:r w:rsidRPr="00DE1C47">
        <w:rPr>
          <w:lang w:val="en-GB"/>
        </w:rPr>
        <w:t xml:space="preserve"> (like “knorr.de” for soups and ready-made meals), Skoda (“skoda.cz”), </w:t>
      </w:r>
      <w:r w:rsidR="00D4130A" w:rsidRPr="00DE1C47">
        <w:rPr>
          <w:lang w:val="en-GB"/>
        </w:rPr>
        <w:t xml:space="preserve">Ferrari (“ferrari.it”), </w:t>
      </w:r>
      <w:r w:rsidRPr="00DE1C47">
        <w:rPr>
          <w:lang w:val="en-GB"/>
        </w:rPr>
        <w:t xml:space="preserve">or the Swedish Sandvik tools company (“sandvik.se”). </w:t>
      </w:r>
      <w:r w:rsidR="00A86E3B" w:rsidRPr="00DE1C47">
        <w:rPr>
          <w:lang w:val="en-GB"/>
        </w:rPr>
        <w:t>The e</w:t>
      </w:r>
      <w:r w:rsidRPr="00DE1C47">
        <w:rPr>
          <w:lang w:val="en-GB"/>
        </w:rPr>
        <w:t xml:space="preserve">ntities with in-house expertise </w:t>
      </w:r>
      <w:r w:rsidR="00C46313" w:rsidRPr="00DE1C47">
        <w:rPr>
          <w:lang w:val="en-GB"/>
        </w:rPr>
        <w:t xml:space="preserve">also </w:t>
      </w:r>
      <w:r w:rsidRPr="00DE1C47">
        <w:rPr>
          <w:lang w:val="en-GB"/>
        </w:rPr>
        <w:t>include large number</w:t>
      </w:r>
      <w:r w:rsidR="00E75F24" w:rsidRPr="00DE1C47">
        <w:rPr>
          <w:lang w:val="en-GB"/>
        </w:rPr>
        <w:t>s</w:t>
      </w:r>
      <w:r w:rsidRPr="00DE1C47">
        <w:rPr>
          <w:lang w:val="en-GB"/>
        </w:rPr>
        <w:t xml:space="preserve"> of universities and research institutes that operate authoritative DNS services for the domains they own themselves</w:t>
      </w:r>
      <w:r w:rsidR="00D4130A" w:rsidRPr="00DE1C47">
        <w:rPr>
          <w:lang w:val="en-GB"/>
        </w:rPr>
        <w:t xml:space="preserve">, research labs such as Nikhef (“nikhef.nl”), CERN (“cern.ch”), or ESRF Grenoble (“esrf.fr”), and universities </w:t>
      </w:r>
      <w:r w:rsidR="00DE1C47" w:rsidRPr="00DE1C47">
        <w:rPr>
          <w:lang w:val="en-GB"/>
        </w:rPr>
        <w:t>throughout</w:t>
      </w:r>
      <w:r w:rsidR="00D4130A" w:rsidRPr="00DE1C47">
        <w:rPr>
          <w:lang w:val="en-GB"/>
        </w:rPr>
        <w:t xml:space="preserve"> Europe.</w:t>
      </w:r>
    </w:p>
    <w:p w:rsidR="00053674" w:rsidRPr="00DE1C47" w:rsidRDefault="00D4130A" w:rsidP="006D570B">
      <w:pPr>
        <w:rPr>
          <w:lang w:val="en-GB"/>
        </w:rPr>
      </w:pPr>
      <w:r w:rsidRPr="00DE1C47">
        <w:rPr>
          <w:lang w:val="en-GB"/>
        </w:rPr>
        <w:t xml:space="preserve">It is self-evident that the societal impact of unavailability of such a domain is limited, and its effects are </w:t>
      </w:r>
      <w:r w:rsidR="00DE1C47" w:rsidRPr="00DE1C47">
        <w:rPr>
          <w:lang w:val="en-GB"/>
        </w:rPr>
        <w:t>non-systemic</w:t>
      </w:r>
      <w:r w:rsidRPr="00DE1C47">
        <w:rPr>
          <w:lang w:val="en-GB"/>
        </w:rPr>
        <w:t xml:space="preserve"> in any way. </w:t>
      </w:r>
      <w:r w:rsidR="00053674" w:rsidRPr="00DE1C47">
        <w:rPr>
          <w:lang w:val="en-GB"/>
        </w:rPr>
        <w:t>A failure of their DNS service provision would</w:t>
      </w:r>
      <w:r w:rsidR="00DE1C47">
        <w:rPr>
          <w:lang w:val="en-GB"/>
        </w:rPr>
        <w:t xml:space="preserve"> solely and exclusively impact</w:t>
      </w:r>
      <w:r w:rsidR="00053674" w:rsidRPr="00DE1C47">
        <w:rPr>
          <w:lang w:val="en-GB"/>
        </w:rPr>
        <w:t xml:space="preserve"> </w:t>
      </w:r>
      <w:r w:rsidR="00053674" w:rsidRPr="00DE1C47">
        <w:rPr>
          <w:i/>
          <w:lang w:val="en-GB"/>
        </w:rPr>
        <w:t>only their own organisation and domains (brands)</w:t>
      </w:r>
      <w:r w:rsidR="00053674" w:rsidRPr="00DE1C47">
        <w:rPr>
          <w:lang w:val="en-GB"/>
        </w:rPr>
        <w:t xml:space="preserve">, and it does not have any </w:t>
      </w:r>
      <w:r w:rsidR="00DE1C47" w:rsidRPr="00DE1C47">
        <w:rPr>
          <w:lang w:val="en-GB"/>
        </w:rPr>
        <w:t>systemic</w:t>
      </w:r>
      <w:r w:rsidR="00053674" w:rsidRPr="00DE1C47">
        <w:rPr>
          <w:lang w:val="en-GB"/>
        </w:rPr>
        <w:t xml:space="preserve"> impact. </w:t>
      </w:r>
    </w:p>
    <w:p w:rsidR="00053674" w:rsidRPr="00DE1C47" w:rsidRDefault="00D4130A" w:rsidP="006D570B">
      <w:pPr>
        <w:rPr>
          <w:lang w:val="en-GB"/>
        </w:rPr>
      </w:pPr>
      <w:r w:rsidRPr="00DE1C47">
        <w:rPr>
          <w:lang w:val="en-GB"/>
        </w:rPr>
        <w:t>Yet, by being a DNS service provider – for their own domains - , they are brought under the scope of the directi</w:t>
      </w:r>
      <w:r w:rsidR="009F6414" w:rsidRPr="00DE1C47">
        <w:rPr>
          <w:lang w:val="en-GB"/>
        </w:rPr>
        <w:t>ve by being listed in Annex I (‘essential entities’</w:t>
      </w:r>
      <w:r w:rsidRPr="00DE1C47">
        <w:rPr>
          <w:lang w:val="en-GB"/>
        </w:rPr>
        <w:t>) sub 8 and classified as “Essential entities”</w:t>
      </w:r>
      <w:r w:rsidR="00053674" w:rsidRPr="00DE1C47">
        <w:rPr>
          <w:lang w:val="en-GB"/>
        </w:rPr>
        <w:t xml:space="preserve">. In addition, this scope is </w:t>
      </w:r>
      <w:r w:rsidR="008B6C92">
        <w:rPr>
          <w:lang w:val="en-GB"/>
        </w:rPr>
        <w:t>not constrained</w:t>
      </w:r>
      <w:r w:rsidR="00053674" w:rsidRPr="00DE1C47">
        <w:rPr>
          <w:lang w:val="en-GB"/>
        </w:rPr>
        <w:t xml:space="preserve"> by the size-cap rule, which inadvertently does not apply since  </w:t>
      </w:r>
      <w:r w:rsidR="00053674" w:rsidRPr="00DE1C47">
        <w:rPr>
          <w:i/>
          <w:lang w:val="en-GB"/>
        </w:rPr>
        <w:t>any</w:t>
      </w:r>
      <w:r w:rsidR="00053674" w:rsidRPr="00DE1C47">
        <w:rPr>
          <w:lang w:val="en-GB"/>
        </w:rPr>
        <w:t xml:space="preserve"> DNS service provider is explicitly brought in scope because of </w:t>
      </w:r>
      <w:r w:rsidR="00C47052">
        <w:rPr>
          <w:lang w:val="en-GB"/>
        </w:rPr>
        <w:t>Art. 2(2)</w:t>
      </w:r>
      <w:r w:rsidR="00053674" w:rsidRPr="00DE1C47">
        <w:rPr>
          <w:lang w:val="en-GB"/>
        </w:rPr>
        <w:t xml:space="preserve">(a) sub (iii). </w:t>
      </w:r>
    </w:p>
    <w:p w:rsidR="00441397" w:rsidRPr="00DE1C47" w:rsidRDefault="00D4130A" w:rsidP="006D570B">
      <w:pPr>
        <w:rPr>
          <w:lang w:val="en-GB"/>
        </w:rPr>
      </w:pPr>
      <w:r w:rsidRPr="00DE1C47">
        <w:rPr>
          <w:lang w:val="en-GB"/>
        </w:rPr>
        <w:t xml:space="preserve">But the </w:t>
      </w:r>
      <w:r w:rsidR="00A15F55" w:rsidRPr="00DE1C47">
        <w:rPr>
          <w:lang w:val="en-GB"/>
        </w:rPr>
        <w:t>temporary in</w:t>
      </w:r>
      <w:r w:rsidRPr="00DE1C47">
        <w:rPr>
          <w:lang w:val="en-GB"/>
        </w:rPr>
        <w:t xml:space="preserve">ability to view a page on soup, or the specifications of a new Ferrari, or the results of a </w:t>
      </w:r>
      <w:r w:rsidR="00B44B1A" w:rsidRPr="00DE1C47">
        <w:rPr>
          <w:lang w:val="en-GB"/>
        </w:rPr>
        <w:t xml:space="preserve">scientific </w:t>
      </w:r>
      <w:r w:rsidRPr="00DE1C47">
        <w:rPr>
          <w:lang w:val="en-GB"/>
        </w:rPr>
        <w:t xml:space="preserve">experiment, </w:t>
      </w:r>
      <w:r w:rsidR="00A15F55" w:rsidRPr="00DE1C47">
        <w:rPr>
          <w:lang w:val="en-GB"/>
        </w:rPr>
        <w:t xml:space="preserve">obviously </w:t>
      </w:r>
      <w:r w:rsidR="00E33EAA" w:rsidRPr="00DE1C47">
        <w:rPr>
          <w:lang w:val="en-GB"/>
        </w:rPr>
        <w:t xml:space="preserve">has </w:t>
      </w:r>
      <w:r w:rsidR="00A15F55" w:rsidRPr="00DE1C47">
        <w:rPr>
          <w:lang w:val="en-GB"/>
        </w:rPr>
        <w:t xml:space="preserve">negligible societal impact. </w:t>
      </w:r>
    </w:p>
    <w:p w:rsidR="008D4C2F" w:rsidRPr="00DE1C47" w:rsidRDefault="008D4C2F" w:rsidP="006D570B">
      <w:pPr>
        <w:rPr>
          <w:lang w:val="en-GB"/>
        </w:rPr>
      </w:pPr>
      <w:r w:rsidRPr="00DE1C47">
        <w:rPr>
          <w:lang w:val="en-GB"/>
        </w:rPr>
        <w:t>From the Impact Assessment</w:t>
      </w:r>
      <w:r w:rsidRPr="00DE1C47">
        <w:rPr>
          <w:rStyle w:val="FootnoteReference"/>
          <w:lang w:val="en-GB"/>
        </w:rPr>
        <w:footnoteReference w:id="12"/>
      </w:r>
      <w:r w:rsidRPr="00DE1C47">
        <w:rPr>
          <w:lang w:val="en-GB"/>
        </w:rPr>
        <w:t xml:space="preserve"> it is clear that the </w:t>
      </w:r>
      <w:r w:rsidRPr="00DE1C47">
        <w:rPr>
          <w:i/>
          <w:lang w:val="en-GB"/>
        </w:rPr>
        <w:t>intention</w:t>
      </w:r>
      <w:r w:rsidRPr="00DE1C47">
        <w:rPr>
          <w:lang w:val="en-GB"/>
        </w:rPr>
        <w:t xml:space="preserve"> of the directive is addressing providers of DNS services for whom operating DNS services is part of their business:</w:t>
      </w:r>
    </w:p>
    <w:p w:rsidR="008D4C2F" w:rsidRPr="00DE1C47" w:rsidRDefault="008D4C2F" w:rsidP="00387233">
      <w:pPr>
        <w:pStyle w:val="Quote"/>
        <w:rPr>
          <w:lang w:val="en-GB"/>
        </w:rPr>
      </w:pPr>
      <w:r w:rsidRPr="00DE1C47">
        <w:rPr>
          <w:lang w:val="en-GB"/>
        </w:rPr>
        <w:t>For digital infrastructure, options 3 does not appear to bring considerable changes in terms of coverage of entities. In particular, 173 such entities were identified as OES by the Member States, while there are: 28 major country-code top-level domain (ccTLD); […]; for authoritative DNS resolution: two root name servers, 28 major ccTLD entities and a large number of domain name registrars and web hosting companies, […]</w:t>
      </w:r>
      <w:r w:rsidRPr="00DE1C47">
        <w:rPr>
          <w:rStyle w:val="FootnoteReference"/>
          <w:lang w:val="en-GB"/>
        </w:rPr>
        <w:footnoteReference w:id="13"/>
      </w:r>
      <w:r w:rsidRPr="00DE1C47">
        <w:rPr>
          <w:lang w:val="en-GB"/>
        </w:rPr>
        <w:t>.</w:t>
      </w:r>
    </w:p>
    <w:p w:rsidR="005A6D52" w:rsidRPr="00DE1C47" w:rsidRDefault="005F7BD0" w:rsidP="00D06E9A">
      <w:pPr>
        <w:rPr>
          <w:lang w:val="en-GB"/>
        </w:rPr>
      </w:pPr>
      <w:r w:rsidRPr="00DE1C47">
        <w:rPr>
          <w:lang w:val="en-GB"/>
        </w:rPr>
        <w:t>where the ‘</w:t>
      </w:r>
      <w:r w:rsidR="00D06E9A" w:rsidRPr="00DE1C47">
        <w:rPr>
          <w:lang w:val="en-GB"/>
        </w:rPr>
        <w:t>large number of domain name regis</w:t>
      </w:r>
      <w:r w:rsidRPr="00DE1C47">
        <w:rPr>
          <w:lang w:val="en-GB"/>
        </w:rPr>
        <w:t>trars and web hosting companies’</w:t>
      </w:r>
      <w:r w:rsidR="00D06E9A" w:rsidRPr="00DE1C47">
        <w:rPr>
          <w:lang w:val="en-GB"/>
        </w:rPr>
        <w:t xml:space="preserve"> run (authoritative) DNS services that anyone can procure, and often host tens of thousands to millions of domain names. </w:t>
      </w:r>
      <w:r w:rsidR="00B22FA6" w:rsidRPr="00DE1C47">
        <w:rPr>
          <w:lang w:val="en-GB"/>
        </w:rPr>
        <w:t>For such providers</w:t>
      </w:r>
      <w:r w:rsidR="00D06E9A" w:rsidRPr="00DE1C47">
        <w:rPr>
          <w:lang w:val="en-GB"/>
        </w:rPr>
        <w:t>, incidents affectin</w:t>
      </w:r>
      <w:r w:rsidR="008B6C92">
        <w:rPr>
          <w:lang w:val="en-GB"/>
        </w:rPr>
        <w:t>g the DNS service will impact a</w:t>
      </w:r>
      <w:r w:rsidR="00D06E9A" w:rsidRPr="00DE1C47">
        <w:rPr>
          <w:lang w:val="en-GB"/>
        </w:rPr>
        <w:t xml:space="preserve"> </w:t>
      </w:r>
      <w:r w:rsidR="00C95516" w:rsidRPr="00DE1C47">
        <w:rPr>
          <w:lang w:val="en-GB"/>
        </w:rPr>
        <w:t xml:space="preserve">large </w:t>
      </w:r>
      <w:r w:rsidR="00D06E9A" w:rsidRPr="00DE1C47">
        <w:rPr>
          <w:lang w:val="en-GB"/>
        </w:rPr>
        <w:t>number of customers</w:t>
      </w:r>
      <w:r w:rsidR="00C95516" w:rsidRPr="00DE1C47">
        <w:rPr>
          <w:lang w:val="en-GB"/>
        </w:rPr>
        <w:t xml:space="preserve"> – </w:t>
      </w:r>
      <w:r w:rsidR="00C95516" w:rsidRPr="00DE1C47">
        <w:rPr>
          <w:i/>
          <w:lang w:val="en-GB"/>
        </w:rPr>
        <w:t>i.e.</w:t>
      </w:r>
      <w:r w:rsidR="00C95516" w:rsidRPr="00DE1C47">
        <w:rPr>
          <w:lang w:val="en-GB"/>
        </w:rPr>
        <w:t xml:space="preserve">, have an effect not only </w:t>
      </w:r>
      <w:r w:rsidR="008061EA" w:rsidRPr="00DE1C47">
        <w:rPr>
          <w:lang w:val="en-GB"/>
        </w:rPr>
        <w:t xml:space="preserve">on </w:t>
      </w:r>
      <w:r w:rsidR="00C95516" w:rsidRPr="00DE1C47">
        <w:rPr>
          <w:lang w:val="en-GB"/>
        </w:rPr>
        <w:t xml:space="preserve">their own organisation – </w:t>
      </w:r>
      <w:r w:rsidR="00D06E9A" w:rsidRPr="00DE1C47">
        <w:rPr>
          <w:lang w:val="en-GB"/>
        </w:rPr>
        <w:t xml:space="preserve">and thus </w:t>
      </w:r>
      <w:r w:rsidR="00C95516" w:rsidRPr="00DE1C47">
        <w:rPr>
          <w:i/>
          <w:lang w:val="en-GB"/>
        </w:rPr>
        <w:t xml:space="preserve">could </w:t>
      </w:r>
      <w:r w:rsidR="00D06E9A" w:rsidRPr="00DE1C47">
        <w:rPr>
          <w:lang w:val="en-GB"/>
        </w:rPr>
        <w:t xml:space="preserve">have </w:t>
      </w:r>
      <w:r w:rsidR="00C95516" w:rsidRPr="00DE1C47">
        <w:rPr>
          <w:lang w:val="en-GB"/>
        </w:rPr>
        <w:t xml:space="preserve">impact on public safety, public security or public health </w:t>
      </w:r>
      <w:r w:rsidR="00E23F43" w:rsidRPr="00DE1C47">
        <w:rPr>
          <w:lang w:val="en-GB"/>
        </w:rPr>
        <w:t xml:space="preserve">(Art. 2(2)(d)) </w:t>
      </w:r>
      <w:r w:rsidR="00C95516" w:rsidRPr="00DE1C47">
        <w:rPr>
          <w:lang w:val="en-GB"/>
        </w:rPr>
        <w:t xml:space="preserve">or induce a </w:t>
      </w:r>
      <w:r w:rsidR="00D06E9A" w:rsidRPr="00DE1C47">
        <w:rPr>
          <w:lang w:val="en-GB"/>
        </w:rPr>
        <w:t xml:space="preserve">systemic </w:t>
      </w:r>
      <w:r w:rsidR="00C95516" w:rsidRPr="00DE1C47">
        <w:rPr>
          <w:lang w:val="en-GB"/>
        </w:rPr>
        <w:t>risk</w:t>
      </w:r>
      <w:r w:rsidR="00E23F43" w:rsidRPr="00DE1C47">
        <w:rPr>
          <w:lang w:val="en-GB"/>
        </w:rPr>
        <w:t xml:space="preserve"> (Art. 2(2)(e))</w:t>
      </w:r>
      <w:r w:rsidR="00D06E9A" w:rsidRPr="00DE1C47">
        <w:rPr>
          <w:lang w:val="en-GB"/>
        </w:rPr>
        <w:t xml:space="preserve">. </w:t>
      </w:r>
    </w:p>
    <w:p w:rsidR="00D06E9A" w:rsidRPr="00DE1C47" w:rsidRDefault="00D06E9A" w:rsidP="00D06E9A">
      <w:pPr>
        <w:rPr>
          <w:lang w:val="en-GB"/>
        </w:rPr>
      </w:pPr>
      <w:r w:rsidRPr="00DE1C47">
        <w:rPr>
          <w:lang w:val="en-GB"/>
        </w:rPr>
        <w:t xml:space="preserve">Yet organisations operating </w:t>
      </w:r>
      <w:r w:rsidRPr="00DE1C47">
        <w:rPr>
          <w:i/>
          <w:lang w:val="en-GB"/>
        </w:rPr>
        <w:t>their own</w:t>
      </w:r>
      <w:r w:rsidRPr="00DE1C47">
        <w:rPr>
          <w:lang w:val="en-GB"/>
        </w:rPr>
        <w:t xml:space="preserve"> DNS service were clearly not considered in the impact assessment, </w:t>
      </w:r>
      <w:r w:rsidR="00730094" w:rsidRPr="00DE1C47">
        <w:rPr>
          <w:lang w:val="en-GB"/>
        </w:rPr>
        <w:t xml:space="preserve">nor consulted, </w:t>
      </w:r>
      <w:r w:rsidRPr="00DE1C47">
        <w:rPr>
          <w:lang w:val="en-GB"/>
        </w:rPr>
        <w:t xml:space="preserve">nor </w:t>
      </w:r>
      <w:r w:rsidR="00367FFB" w:rsidRPr="00DE1C47">
        <w:rPr>
          <w:lang w:val="en-GB"/>
        </w:rPr>
        <w:t xml:space="preserve">considered when drafting the </w:t>
      </w:r>
      <w:r w:rsidRPr="00DE1C47">
        <w:rPr>
          <w:lang w:val="en-GB"/>
        </w:rPr>
        <w:t xml:space="preserve">definition of “DNS Service Provider” in </w:t>
      </w:r>
      <w:r w:rsidR="00387233" w:rsidRPr="00DE1C47">
        <w:rPr>
          <w:lang w:val="en-GB"/>
        </w:rPr>
        <w:t>article 4 (14) of the draft directive:</w:t>
      </w:r>
    </w:p>
    <w:p w:rsidR="00387233" w:rsidRPr="00DE1C47" w:rsidRDefault="00387233" w:rsidP="00387233">
      <w:pPr>
        <w:pStyle w:val="Quote"/>
        <w:rPr>
          <w:lang w:val="en-GB"/>
        </w:rPr>
      </w:pPr>
      <w:r w:rsidRPr="00DE1C47">
        <w:rPr>
          <w:lang w:val="en-GB"/>
        </w:rPr>
        <w:t>‘DNS service provider’ means an entity that provides recursive or authoritative domain name resolution services to internet end-users and other DNS service providers</w:t>
      </w:r>
      <w:r w:rsidR="00294DA5" w:rsidRPr="00DE1C47">
        <w:rPr>
          <w:rStyle w:val="FootnoteReference"/>
          <w:lang w:val="en-GB"/>
        </w:rPr>
        <w:footnoteReference w:id="14"/>
      </w:r>
      <w:r w:rsidRPr="00DE1C47">
        <w:rPr>
          <w:lang w:val="en-GB"/>
        </w:rPr>
        <w:t>;</w:t>
      </w:r>
    </w:p>
    <w:p w:rsidR="003555E3" w:rsidRPr="00DE1C47" w:rsidRDefault="00CB0B2B" w:rsidP="0027024F">
      <w:pPr>
        <w:rPr>
          <w:lang w:val="en-GB"/>
        </w:rPr>
      </w:pPr>
      <w:r w:rsidRPr="00DE1C47">
        <w:rPr>
          <w:lang w:val="en-GB"/>
        </w:rPr>
        <w:lastRenderedPageBreak/>
        <w:t xml:space="preserve">An </w:t>
      </w:r>
      <w:r w:rsidR="00387233" w:rsidRPr="00DE1C47">
        <w:rPr>
          <w:lang w:val="en-GB"/>
        </w:rPr>
        <w:t>organisation-specific</w:t>
      </w:r>
      <w:r w:rsidR="00BC79AF" w:rsidRPr="00DE1C47">
        <w:rPr>
          <w:lang w:val="en-GB"/>
        </w:rPr>
        <w:t>, ‘self-managed’,</w:t>
      </w:r>
      <w:r w:rsidR="00387233" w:rsidRPr="00DE1C47">
        <w:rPr>
          <w:lang w:val="en-GB"/>
        </w:rPr>
        <w:t xml:space="preserve"> </w:t>
      </w:r>
      <w:r w:rsidRPr="00DE1C47">
        <w:rPr>
          <w:lang w:val="en-GB"/>
        </w:rPr>
        <w:t xml:space="preserve">authoritative </w:t>
      </w:r>
      <w:r w:rsidR="00387233" w:rsidRPr="00DE1C47">
        <w:rPr>
          <w:lang w:val="en-GB"/>
        </w:rPr>
        <w:t xml:space="preserve">DNS service </w:t>
      </w:r>
      <w:r w:rsidR="00387233" w:rsidRPr="00DE1C47">
        <w:rPr>
          <w:i/>
          <w:lang w:val="en-GB"/>
        </w:rPr>
        <w:t>ipse facto</w:t>
      </w:r>
      <w:r w:rsidR="00387233" w:rsidRPr="00DE1C47">
        <w:rPr>
          <w:lang w:val="en-GB"/>
        </w:rPr>
        <w:t xml:space="preserve"> has to provide </w:t>
      </w:r>
      <w:r w:rsidR="00B4101F" w:rsidRPr="00DE1C47">
        <w:rPr>
          <w:lang w:val="en-GB"/>
        </w:rPr>
        <w:t>‘domain name resolution service’</w:t>
      </w:r>
      <w:r w:rsidR="00387233" w:rsidRPr="00DE1C47">
        <w:rPr>
          <w:lang w:val="en-GB"/>
        </w:rPr>
        <w:t xml:space="preserve"> to </w:t>
      </w:r>
      <w:r w:rsidR="00B4101F" w:rsidRPr="00DE1C47">
        <w:rPr>
          <w:lang w:val="en-GB"/>
        </w:rPr>
        <w:t>‘</w:t>
      </w:r>
      <w:r w:rsidR="00387233" w:rsidRPr="00DE1C47">
        <w:rPr>
          <w:lang w:val="en-GB"/>
        </w:rPr>
        <w:t>other DNS service providers</w:t>
      </w:r>
      <w:r w:rsidR="00B4101F" w:rsidRPr="00DE1C47">
        <w:rPr>
          <w:lang w:val="en-GB"/>
        </w:rPr>
        <w:t>’</w:t>
      </w:r>
      <w:r w:rsidR="0027024F" w:rsidRPr="00DE1C47">
        <w:rPr>
          <w:lang w:val="en-GB"/>
        </w:rPr>
        <w:t xml:space="preserve"> (specifically to recursive DNS resolvers</w:t>
      </w:r>
      <w:r w:rsidR="0027024F" w:rsidRPr="00DE1C47">
        <w:rPr>
          <w:rStyle w:val="FootnoteReference"/>
          <w:lang w:val="en-GB"/>
        </w:rPr>
        <w:footnoteReference w:id="15"/>
      </w:r>
      <w:r w:rsidR="0027024F" w:rsidRPr="00DE1C47">
        <w:rPr>
          <w:lang w:val="en-GB"/>
        </w:rPr>
        <w:t>)</w:t>
      </w:r>
      <w:r w:rsidR="00CB6534" w:rsidRPr="00DE1C47">
        <w:rPr>
          <w:lang w:val="en-GB"/>
        </w:rPr>
        <w:t xml:space="preserve"> </w:t>
      </w:r>
      <w:r w:rsidR="0027024F" w:rsidRPr="00DE1C47">
        <w:rPr>
          <w:lang w:val="en-GB"/>
        </w:rPr>
        <w:t>as well as</w:t>
      </w:r>
      <w:r w:rsidR="00CB6534" w:rsidRPr="00DE1C47">
        <w:rPr>
          <w:lang w:val="en-GB"/>
        </w:rPr>
        <w:t xml:space="preserve"> “end-users”</w:t>
      </w:r>
      <w:r w:rsidR="003555E3" w:rsidRPr="00DE1C47">
        <w:rPr>
          <w:lang w:val="en-GB"/>
        </w:rPr>
        <w:t xml:space="preserve">, in order for </w:t>
      </w:r>
      <w:r w:rsidR="0027024F" w:rsidRPr="00DE1C47">
        <w:rPr>
          <w:lang w:val="en-GB"/>
        </w:rPr>
        <w:t xml:space="preserve">the </w:t>
      </w:r>
      <w:r w:rsidR="003555E3" w:rsidRPr="00DE1C47">
        <w:rPr>
          <w:lang w:val="en-GB"/>
        </w:rPr>
        <w:t>end-users to resolve that one company’</w:t>
      </w:r>
      <w:r w:rsidR="0027024F" w:rsidRPr="00DE1C47">
        <w:rPr>
          <w:lang w:val="en-GB"/>
        </w:rPr>
        <w:t>s own domain names!</w:t>
      </w:r>
    </w:p>
    <w:p w:rsidR="00CB0B2B" w:rsidRPr="00DE1C47" w:rsidRDefault="00367FFB" w:rsidP="00CB0B2B">
      <w:pPr>
        <w:rPr>
          <w:lang w:val="en-GB"/>
        </w:rPr>
      </w:pPr>
      <w:r w:rsidRPr="00DE1C47">
        <w:rPr>
          <w:lang w:val="en-GB"/>
        </w:rPr>
        <w:t xml:space="preserve">But the organisation’s DNS service </w:t>
      </w:r>
      <w:r w:rsidR="00140C00" w:rsidRPr="00DE1C47">
        <w:rPr>
          <w:lang w:val="en-GB"/>
        </w:rPr>
        <w:t xml:space="preserve">need </w:t>
      </w:r>
      <w:r w:rsidRPr="00DE1C47">
        <w:rPr>
          <w:i/>
          <w:lang w:val="en-GB"/>
        </w:rPr>
        <w:t>not</w:t>
      </w:r>
      <w:r w:rsidRPr="00DE1C47">
        <w:rPr>
          <w:lang w:val="en-GB"/>
        </w:rPr>
        <w:t xml:space="preserve"> </w:t>
      </w:r>
      <w:r w:rsidR="00140C00" w:rsidRPr="00DE1C47">
        <w:rPr>
          <w:lang w:val="en-GB"/>
        </w:rPr>
        <w:t xml:space="preserve">be </w:t>
      </w:r>
      <w:r w:rsidRPr="00DE1C47">
        <w:rPr>
          <w:lang w:val="en-GB"/>
        </w:rPr>
        <w:t xml:space="preserve">run at </w:t>
      </w:r>
      <w:r w:rsidR="00140C00" w:rsidRPr="00DE1C47">
        <w:rPr>
          <w:lang w:val="en-GB"/>
        </w:rPr>
        <w:t xml:space="preserve">a </w:t>
      </w:r>
      <w:r w:rsidRPr="00DE1C47">
        <w:rPr>
          <w:lang w:val="en-GB"/>
        </w:rPr>
        <w:t xml:space="preserve">name registrar (name registration is a function quite separate from DNS service provision), nor at </w:t>
      </w:r>
      <w:r w:rsidR="00140C00" w:rsidRPr="00DE1C47">
        <w:rPr>
          <w:lang w:val="en-GB"/>
        </w:rPr>
        <w:t xml:space="preserve">a </w:t>
      </w:r>
      <w:r w:rsidRPr="00DE1C47">
        <w:rPr>
          <w:lang w:val="en-GB"/>
        </w:rPr>
        <w:t>web hosting compan</w:t>
      </w:r>
      <w:r w:rsidR="00140C00" w:rsidRPr="00DE1C47">
        <w:rPr>
          <w:lang w:val="en-GB"/>
        </w:rPr>
        <w:t>y</w:t>
      </w:r>
      <w:r w:rsidRPr="00DE1C47">
        <w:rPr>
          <w:lang w:val="en-GB"/>
        </w:rPr>
        <w:t xml:space="preserve"> (</w:t>
      </w:r>
      <w:r w:rsidR="00335536" w:rsidRPr="00DE1C47">
        <w:rPr>
          <w:lang w:val="en-GB"/>
        </w:rPr>
        <w:t>which likely is not involved a</w:t>
      </w:r>
      <w:r w:rsidR="005A2B9B">
        <w:rPr>
          <w:lang w:val="en-GB"/>
        </w:rPr>
        <w:t>t</w:t>
      </w:r>
      <w:r w:rsidR="00335536" w:rsidRPr="00DE1C47">
        <w:rPr>
          <w:lang w:val="en-GB"/>
        </w:rPr>
        <w:t xml:space="preserve"> all, because </w:t>
      </w:r>
      <w:r w:rsidRPr="00DE1C47">
        <w:rPr>
          <w:lang w:val="en-GB"/>
        </w:rPr>
        <w:t xml:space="preserve">the internet and DNS are not exclusive to web content, </w:t>
      </w:r>
      <w:r w:rsidR="00C64447" w:rsidRPr="00DE1C47">
        <w:rPr>
          <w:lang w:val="en-GB"/>
        </w:rPr>
        <w:t xml:space="preserve">and neither </w:t>
      </w:r>
      <w:r w:rsidRPr="00DE1C47">
        <w:rPr>
          <w:lang w:val="en-GB"/>
        </w:rPr>
        <w:t xml:space="preserve">does an organisation become a ‘web hosting company’ merely by running its own web site). </w:t>
      </w:r>
    </w:p>
    <w:p w:rsidR="00367FFB" w:rsidRPr="00DE1C47" w:rsidRDefault="00367FFB" w:rsidP="00CB0B2B">
      <w:pPr>
        <w:rPr>
          <w:lang w:val="en-GB"/>
        </w:rPr>
      </w:pPr>
      <w:r w:rsidRPr="00DE1C47">
        <w:rPr>
          <w:lang w:val="en-GB"/>
        </w:rPr>
        <w:t>The wording of the</w:t>
      </w:r>
      <w:r w:rsidR="007C181C" w:rsidRPr="00DE1C47">
        <w:rPr>
          <w:lang w:val="en-GB"/>
        </w:rPr>
        <w:t xml:space="preserve"> definition of ‘</w:t>
      </w:r>
      <w:r w:rsidRPr="00DE1C47">
        <w:rPr>
          <w:lang w:val="en-GB"/>
        </w:rPr>
        <w:t>DNS service provider</w:t>
      </w:r>
      <w:r w:rsidR="007C181C" w:rsidRPr="00DE1C47">
        <w:rPr>
          <w:lang w:val="en-GB"/>
        </w:rPr>
        <w:t>’</w:t>
      </w:r>
      <w:r w:rsidRPr="00DE1C47">
        <w:rPr>
          <w:lang w:val="en-GB"/>
        </w:rPr>
        <w:t xml:space="preserve"> in Article 4 (14) is thus </w:t>
      </w:r>
      <w:r w:rsidR="008226B1" w:rsidRPr="00DE1C47">
        <w:rPr>
          <w:lang w:val="en-GB"/>
        </w:rPr>
        <w:t>too broad and goes bey</w:t>
      </w:r>
      <w:r w:rsidRPr="00DE1C47">
        <w:rPr>
          <w:lang w:val="en-GB"/>
        </w:rPr>
        <w:t>ond its stated intent</w:t>
      </w:r>
      <w:r w:rsidR="008226B1" w:rsidRPr="00DE1C47">
        <w:rPr>
          <w:lang w:val="en-GB"/>
        </w:rPr>
        <w:t xml:space="preserve"> and impact</w:t>
      </w:r>
      <w:r w:rsidRPr="00DE1C47">
        <w:rPr>
          <w:lang w:val="en-GB"/>
        </w:rPr>
        <w:t xml:space="preserve">. </w:t>
      </w:r>
      <w:r w:rsidR="00BC79AF" w:rsidRPr="00DE1C47">
        <w:rPr>
          <w:lang w:val="en-GB"/>
        </w:rPr>
        <w:t xml:space="preserve">For organisations self-managing their authoritative DNS service, ‘option 3’ (the NIS2 draft Directive) </w:t>
      </w:r>
      <w:r w:rsidR="00BC79AF" w:rsidRPr="00DE1C47">
        <w:rPr>
          <w:b/>
          <w:lang w:val="en-GB"/>
        </w:rPr>
        <w:t>does</w:t>
      </w:r>
      <w:r w:rsidR="00BC79AF" w:rsidRPr="00DE1C47">
        <w:rPr>
          <w:lang w:val="en-GB"/>
        </w:rPr>
        <w:t xml:space="preserve"> ‘bring considerable changes in terms of coverage of entities’. Tens of thousands, if not more, of organisations, small and large, and even regardless of the size-cap for SMEs, suddenly find themselves drawn into scope - merely because they operate their own authoritative DNS server for their own domains.</w:t>
      </w:r>
      <w:r w:rsidR="00E279B4">
        <w:rPr>
          <w:lang w:val="en-GB"/>
        </w:rPr>
        <w:t xml:space="preserve"> It even draws in ind</w:t>
      </w:r>
      <w:r w:rsidR="008B6C92">
        <w:rPr>
          <w:lang w:val="en-GB"/>
        </w:rPr>
        <w:t>ividuals that are computer enth</w:t>
      </w:r>
      <w:r w:rsidR="00E279B4">
        <w:rPr>
          <w:lang w:val="en-GB"/>
        </w:rPr>
        <w:t>usiasts and run their own authoritative service for their home or family domains.</w:t>
      </w:r>
    </w:p>
    <w:p w:rsidR="00F264CE" w:rsidRPr="00DE1C47" w:rsidRDefault="00F264CE" w:rsidP="00CB0B2B">
      <w:pPr>
        <w:rPr>
          <w:lang w:val="en-GB"/>
        </w:rPr>
      </w:pPr>
      <w:r w:rsidRPr="00DE1C47">
        <w:rPr>
          <w:lang w:val="en-GB"/>
        </w:rPr>
        <w:t xml:space="preserve">That does not mean that the organisations affected are </w:t>
      </w:r>
      <w:r w:rsidR="00AA0584" w:rsidRPr="00DE1C47">
        <w:rPr>
          <w:lang w:val="en-GB"/>
        </w:rPr>
        <w:t>specifically</w:t>
      </w:r>
      <w:r w:rsidRPr="00DE1C47">
        <w:rPr>
          <w:lang w:val="en-GB"/>
        </w:rPr>
        <w:t xml:space="preserve"> at risk </w:t>
      </w:r>
      <w:r w:rsidR="00AA0584" w:rsidRPr="00DE1C47">
        <w:rPr>
          <w:lang w:val="en-GB"/>
        </w:rPr>
        <w:t xml:space="preserve">for </w:t>
      </w:r>
      <w:r w:rsidRPr="00DE1C47">
        <w:rPr>
          <w:lang w:val="en-GB"/>
        </w:rPr>
        <w:t xml:space="preserve">cybersecurity incidents in their DNS service; their services are </w:t>
      </w:r>
      <w:r w:rsidR="00AA0584" w:rsidRPr="00DE1C47">
        <w:rPr>
          <w:lang w:val="en-GB"/>
        </w:rPr>
        <w:t xml:space="preserve">commonly resilient </w:t>
      </w:r>
      <w:r w:rsidRPr="00DE1C47">
        <w:rPr>
          <w:lang w:val="en-GB"/>
        </w:rPr>
        <w:t>by design and highly available.</w:t>
      </w:r>
      <w:r w:rsidR="001470CC" w:rsidRPr="00DE1C47">
        <w:rPr>
          <w:lang w:val="en-GB"/>
        </w:rPr>
        <w:t xml:space="preserve"> Organisations are already incentivised to design and operate their service in this way, both by implicit requirements from the ccTLD</w:t>
      </w:r>
      <w:r w:rsidR="00471099" w:rsidRPr="00DE1C47">
        <w:rPr>
          <w:rStyle w:val="FootnoteReference"/>
          <w:lang w:val="en-GB"/>
        </w:rPr>
        <w:footnoteReference w:id="16"/>
      </w:r>
      <w:r w:rsidR="001470CC" w:rsidRPr="00DE1C47">
        <w:rPr>
          <w:lang w:val="en-GB"/>
        </w:rPr>
        <w:t xml:space="preserve"> operator (that typically insists on service redundancy), as well as of their own volition, given that the pain for their own organisation is much larger than the broader societal impact. </w:t>
      </w:r>
      <w:r w:rsidRPr="00DE1C47">
        <w:rPr>
          <w:lang w:val="en-GB"/>
        </w:rPr>
        <w:t>The NIS2 draft Directive would not change that</w:t>
      </w:r>
      <w:r w:rsidR="00B03B2C" w:rsidRPr="00DE1C47">
        <w:rPr>
          <w:lang w:val="en-GB"/>
        </w:rPr>
        <w:t xml:space="preserve"> </w:t>
      </w:r>
      <w:r w:rsidR="001470CC" w:rsidRPr="00DE1C47">
        <w:rPr>
          <w:lang w:val="en-GB"/>
        </w:rPr>
        <w:t xml:space="preserve">nor </w:t>
      </w:r>
      <w:r w:rsidR="00B03B2C" w:rsidRPr="00DE1C47">
        <w:rPr>
          <w:lang w:val="en-GB"/>
        </w:rPr>
        <w:t>improve cybersecurity posture</w:t>
      </w:r>
      <w:r w:rsidRPr="00DE1C47">
        <w:rPr>
          <w:lang w:val="en-GB"/>
        </w:rPr>
        <w:t>, but only add administrative burdens</w:t>
      </w:r>
      <w:r w:rsidR="009300AB" w:rsidRPr="00DE1C47">
        <w:rPr>
          <w:lang w:val="en-GB"/>
        </w:rPr>
        <w:t xml:space="preserve"> to entities that </w:t>
      </w:r>
      <w:r w:rsidR="00234989" w:rsidRPr="00DE1C47">
        <w:rPr>
          <w:lang w:val="en-GB"/>
        </w:rPr>
        <w:t xml:space="preserve">are not </w:t>
      </w:r>
      <w:r w:rsidR="009300AB" w:rsidRPr="00DE1C47">
        <w:rPr>
          <w:lang w:val="en-GB"/>
        </w:rPr>
        <w:t xml:space="preserve">otherwise </w:t>
      </w:r>
      <w:r w:rsidR="00234989" w:rsidRPr="00DE1C47">
        <w:rPr>
          <w:lang w:val="en-GB"/>
        </w:rPr>
        <w:t xml:space="preserve">either </w:t>
      </w:r>
      <w:r w:rsidR="0086515E" w:rsidRPr="00DE1C47">
        <w:rPr>
          <w:lang w:val="en-GB"/>
        </w:rPr>
        <w:t>‘</w:t>
      </w:r>
      <w:r w:rsidR="009300AB" w:rsidRPr="00DE1C47">
        <w:rPr>
          <w:lang w:val="en-GB"/>
        </w:rPr>
        <w:t>essential</w:t>
      </w:r>
      <w:r w:rsidR="0086515E" w:rsidRPr="00DE1C47">
        <w:rPr>
          <w:lang w:val="en-GB"/>
        </w:rPr>
        <w:t>’</w:t>
      </w:r>
      <w:r w:rsidR="009300AB" w:rsidRPr="00DE1C47">
        <w:rPr>
          <w:lang w:val="en-GB"/>
        </w:rPr>
        <w:t xml:space="preserve"> or </w:t>
      </w:r>
      <w:r w:rsidR="0086515E" w:rsidRPr="00DE1C47">
        <w:rPr>
          <w:lang w:val="en-GB"/>
        </w:rPr>
        <w:t>‘</w:t>
      </w:r>
      <w:r w:rsidR="009300AB" w:rsidRPr="00DE1C47">
        <w:rPr>
          <w:lang w:val="en-GB"/>
        </w:rPr>
        <w:t>important</w:t>
      </w:r>
      <w:r w:rsidR="0086515E" w:rsidRPr="00DE1C47">
        <w:rPr>
          <w:lang w:val="en-GB"/>
        </w:rPr>
        <w:t>’</w:t>
      </w:r>
      <w:r w:rsidRPr="00DE1C47">
        <w:rPr>
          <w:lang w:val="en-GB"/>
        </w:rPr>
        <w:t>.</w:t>
      </w:r>
      <w:r w:rsidR="001470CC" w:rsidRPr="00DE1C47">
        <w:rPr>
          <w:lang w:val="en-GB"/>
        </w:rPr>
        <w:t xml:space="preserve"> </w:t>
      </w:r>
    </w:p>
    <w:p w:rsidR="00F238E8" w:rsidRPr="00DE1C47" w:rsidRDefault="00DE743B" w:rsidP="00CB0B2B">
      <w:pPr>
        <w:rPr>
          <w:lang w:val="en-GB"/>
        </w:rPr>
      </w:pPr>
      <w:r w:rsidRPr="00DE1C47">
        <w:rPr>
          <w:lang w:val="en-GB"/>
        </w:rPr>
        <w:t>T</w:t>
      </w:r>
      <w:r w:rsidR="00367FFB" w:rsidRPr="00DE1C47">
        <w:rPr>
          <w:lang w:val="en-GB"/>
        </w:rPr>
        <w:t xml:space="preserve">he impact assessment does not consider the significant administrative and regulatory overhead </w:t>
      </w:r>
      <w:r w:rsidRPr="00DE1C47">
        <w:rPr>
          <w:lang w:val="en-GB"/>
        </w:rPr>
        <w:t xml:space="preserve">thereby </w:t>
      </w:r>
      <w:r w:rsidR="00367FFB" w:rsidRPr="00DE1C47">
        <w:rPr>
          <w:lang w:val="en-GB"/>
        </w:rPr>
        <w:t xml:space="preserve">imposed on organisations that were hitherto not subjected to the NIS directive, </w:t>
      </w:r>
      <w:r w:rsidRPr="00DE1C47">
        <w:rPr>
          <w:lang w:val="en-GB"/>
        </w:rPr>
        <w:t xml:space="preserve">and that </w:t>
      </w:r>
      <w:r w:rsidR="00367FFB" w:rsidRPr="00DE1C47">
        <w:rPr>
          <w:lang w:val="en-GB"/>
        </w:rPr>
        <w:t xml:space="preserve">were not intended to be subject to NIS2, but are now </w:t>
      </w:r>
      <w:r w:rsidR="00553CE8" w:rsidRPr="00DE1C47">
        <w:rPr>
          <w:lang w:val="en-GB"/>
        </w:rPr>
        <w:t xml:space="preserve">inadvertently brought into </w:t>
      </w:r>
      <w:r w:rsidRPr="00DE1C47">
        <w:rPr>
          <w:lang w:val="en-GB"/>
        </w:rPr>
        <w:t xml:space="preserve">its </w:t>
      </w:r>
      <w:r w:rsidR="00553CE8" w:rsidRPr="00DE1C47">
        <w:rPr>
          <w:lang w:val="en-GB"/>
        </w:rPr>
        <w:t>scope.</w:t>
      </w:r>
      <w:r w:rsidR="00BC79AF" w:rsidRPr="00DE1C47">
        <w:rPr>
          <w:lang w:val="en-GB"/>
        </w:rPr>
        <w:t xml:space="preserve"> </w:t>
      </w:r>
      <w:r w:rsidR="00F238E8" w:rsidRPr="00DE1C47">
        <w:rPr>
          <w:lang w:val="en-GB"/>
        </w:rPr>
        <w:t>Furthermore, with ‘DNS service providers’ classified as ‘essential’ entities under Annex I</w:t>
      </w:r>
      <w:r w:rsidR="003902D6" w:rsidRPr="00DE1C47">
        <w:rPr>
          <w:lang w:val="en-GB"/>
        </w:rPr>
        <w:t xml:space="preserve"> (8)</w:t>
      </w:r>
      <w:r w:rsidR="00F238E8" w:rsidRPr="00DE1C47">
        <w:rPr>
          <w:lang w:val="en-GB"/>
        </w:rPr>
        <w:t xml:space="preserve">, all these entities, private and academic alike, would become subject to </w:t>
      </w:r>
      <w:r w:rsidR="00B2014F" w:rsidRPr="00DE1C47">
        <w:rPr>
          <w:lang w:val="en-GB"/>
        </w:rPr>
        <w:t xml:space="preserve">more </w:t>
      </w:r>
      <w:r w:rsidR="006A7A34" w:rsidRPr="00DE1C47">
        <w:rPr>
          <w:lang w:val="en-GB"/>
        </w:rPr>
        <w:t>intense</w:t>
      </w:r>
      <w:r w:rsidR="00F238E8" w:rsidRPr="00DE1C47">
        <w:rPr>
          <w:lang w:val="en-GB"/>
        </w:rPr>
        <w:t xml:space="preserve"> ‘Supervision and enforcement for essential entities’ under Art. 29 – just </w:t>
      </w:r>
      <w:r w:rsidR="004E79A4" w:rsidRPr="00DE1C47">
        <w:rPr>
          <w:lang w:val="en-GB"/>
        </w:rPr>
        <w:t xml:space="preserve">as a result of </w:t>
      </w:r>
      <w:r w:rsidR="00F238E8" w:rsidRPr="00DE1C47">
        <w:rPr>
          <w:lang w:val="en-GB"/>
        </w:rPr>
        <w:t xml:space="preserve">operating their own authoritative DNS service. </w:t>
      </w:r>
    </w:p>
    <w:p w:rsidR="000E4D36" w:rsidRPr="00DE1C47" w:rsidRDefault="000E4D36" w:rsidP="000E4D36">
      <w:pPr>
        <w:rPr>
          <w:lang w:val="en-GB"/>
        </w:rPr>
      </w:pPr>
      <w:r w:rsidRPr="00DE1C47">
        <w:rPr>
          <w:lang w:val="en-GB"/>
        </w:rPr>
        <w:t>Similarly, this inadvertent inclusion creates a considerable and serious load on both national supervisory bodies and on ENISA, where all these entities have to register themselves, and who will have to process and forward their information to the single points of contact in the member states.</w:t>
      </w:r>
      <w:r w:rsidR="0068519F" w:rsidRPr="00DE1C47">
        <w:rPr>
          <w:lang w:val="en-GB"/>
        </w:rPr>
        <w:t xml:space="preserve"> </w:t>
      </w:r>
    </w:p>
    <w:p w:rsidR="00E1795B" w:rsidRPr="00DE1C47" w:rsidRDefault="0068519F" w:rsidP="004F1613">
      <w:pPr>
        <w:rPr>
          <w:rFonts w:eastAsiaTheme="majorEastAsia" w:cstheme="majorBidi"/>
          <w:b/>
          <w:color w:val="E6223C" w:themeColor="accent1"/>
          <w:szCs w:val="32"/>
          <w:lang w:val="en-GB"/>
        </w:rPr>
      </w:pPr>
      <w:r w:rsidRPr="00DE1C47">
        <w:rPr>
          <w:lang w:val="en-GB"/>
        </w:rPr>
        <w:t>The competent a</w:t>
      </w:r>
      <w:r w:rsidR="008B6C92">
        <w:rPr>
          <w:lang w:val="en-GB"/>
        </w:rPr>
        <w:t>uthorities in each member state</w:t>
      </w:r>
      <w:r w:rsidRPr="00DE1C47">
        <w:rPr>
          <w:lang w:val="en-GB"/>
        </w:rPr>
        <w:t xml:space="preserve"> also have to </w:t>
      </w:r>
      <w:r w:rsidR="008A345C" w:rsidRPr="00DE1C47">
        <w:rPr>
          <w:lang w:val="en-GB"/>
        </w:rPr>
        <w:t xml:space="preserve">bring </w:t>
      </w:r>
      <w:r w:rsidRPr="00DE1C47">
        <w:rPr>
          <w:lang w:val="en-GB"/>
        </w:rPr>
        <w:t xml:space="preserve">the </w:t>
      </w:r>
      <w:r w:rsidR="00D35BF8" w:rsidRPr="00DE1C47">
        <w:rPr>
          <w:lang w:val="en-GB"/>
        </w:rPr>
        <w:t xml:space="preserve">highly </w:t>
      </w:r>
      <w:r w:rsidRPr="00DE1C47">
        <w:rPr>
          <w:lang w:val="en-GB"/>
        </w:rPr>
        <w:t xml:space="preserve">resource- and administration intensive regime for ‘essential entities’ (Art. 29) to bear on all these otherwise non-essential organisations, resulting in wastage of resources that could have been spent more rewardingly in </w:t>
      </w:r>
      <w:r w:rsidR="00DE1C47" w:rsidRPr="00DE1C47">
        <w:rPr>
          <w:lang w:val="en-GB"/>
        </w:rPr>
        <w:t>improving</w:t>
      </w:r>
      <w:r w:rsidRPr="00DE1C47">
        <w:rPr>
          <w:lang w:val="en-GB"/>
        </w:rPr>
        <w:t xml:space="preserve"> the cybersecurity posture of truly essential entities.</w:t>
      </w:r>
    </w:p>
    <w:p w:rsidR="00056EE3" w:rsidRDefault="00056EE3">
      <w:pPr>
        <w:spacing w:after="0" w:line="240" w:lineRule="auto"/>
        <w:rPr>
          <w:rFonts w:eastAsiaTheme="majorEastAsia" w:cstheme="majorBidi"/>
          <w:b/>
          <w:color w:val="E6223C" w:themeColor="accent1"/>
          <w:szCs w:val="32"/>
          <w:lang w:val="en-GB"/>
        </w:rPr>
      </w:pPr>
      <w:bookmarkStart w:id="4" w:name="_Toc60864491"/>
      <w:r>
        <w:rPr>
          <w:lang w:val="en-GB"/>
        </w:rPr>
        <w:br w:type="page"/>
      </w:r>
    </w:p>
    <w:p w:rsidR="00D155B0" w:rsidRPr="00DE1C47" w:rsidRDefault="00D155B0" w:rsidP="00D155B0">
      <w:pPr>
        <w:pStyle w:val="Heading1"/>
        <w:rPr>
          <w:lang w:val="en-GB"/>
        </w:rPr>
      </w:pPr>
      <w:r w:rsidRPr="00DE1C47">
        <w:rPr>
          <w:lang w:val="en-GB"/>
        </w:rPr>
        <w:lastRenderedPageBreak/>
        <w:t>Conclusion and proposed resolution</w:t>
      </w:r>
      <w:bookmarkEnd w:id="4"/>
    </w:p>
    <w:p w:rsidR="004A3416" w:rsidRPr="00DE1C47" w:rsidRDefault="004A3416" w:rsidP="00D155B0">
      <w:pPr>
        <w:rPr>
          <w:lang w:val="en-GB"/>
        </w:rPr>
      </w:pPr>
      <w:r w:rsidRPr="00DE1C47">
        <w:rPr>
          <w:lang w:val="en-GB"/>
        </w:rPr>
        <w:t>The draft NIS2 Directive</w:t>
      </w:r>
      <w:r w:rsidR="006D0F7B" w:rsidRPr="00DE1C47">
        <w:rPr>
          <w:lang w:val="en-GB"/>
        </w:rPr>
        <w:t>,</w:t>
      </w:r>
      <w:r w:rsidRPr="00DE1C47">
        <w:rPr>
          <w:lang w:val="en-GB"/>
        </w:rPr>
        <w:t xml:space="preserve"> as </w:t>
      </w:r>
      <w:r w:rsidR="006D0F7B" w:rsidRPr="00DE1C47">
        <w:rPr>
          <w:lang w:val="en-GB"/>
        </w:rPr>
        <w:t xml:space="preserve">currently </w:t>
      </w:r>
      <w:r w:rsidRPr="00DE1C47">
        <w:rPr>
          <w:lang w:val="en-GB"/>
        </w:rPr>
        <w:t>written</w:t>
      </w:r>
      <w:r w:rsidR="006D0F7B" w:rsidRPr="00DE1C47">
        <w:rPr>
          <w:lang w:val="en-GB"/>
        </w:rPr>
        <w:t>,</w:t>
      </w:r>
      <w:r w:rsidRPr="00DE1C47">
        <w:rPr>
          <w:lang w:val="en-GB"/>
        </w:rPr>
        <w:t xml:space="preserve"> inadvertently includes organisations that self-manage their domain name resolution services in the definition of “DNS Service Provider” in Art. 4(14), even if such entities are not essential or important as m</w:t>
      </w:r>
      <w:r w:rsidR="00E36BC3" w:rsidRPr="00DE1C47">
        <w:rPr>
          <w:lang w:val="en-GB"/>
        </w:rPr>
        <w:t>eant</w:t>
      </w:r>
      <w:r w:rsidRPr="00DE1C47">
        <w:rPr>
          <w:lang w:val="en-GB"/>
        </w:rPr>
        <w:t xml:space="preserve"> in the NIS2 draft Directive, and would not otherwise be considered in scope. </w:t>
      </w:r>
      <w:r w:rsidR="00AE6B57" w:rsidRPr="00DE1C47">
        <w:rPr>
          <w:lang w:val="en-GB"/>
        </w:rPr>
        <w:t>S</w:t>
      </w:r>
      <w:r w:rsidR="00D865DC" w:rsidRPr="00DE1C47">
        <w:rPr>
          <w:lang w:val="en-GB"/>
        </w:rPr>
        <w:t>uch organisation</w:t>
      </w:r>
      <w:r w:rsidR="00DB5D1C">
        <w:rPr>
          <w:lang w:val="en-GB"/>
        </w:rPr>
        <w:t>s</w:t>
      </w:r>
      <w:r w:rsidR="00D865DC" w:rsidRPr="00DE1C47">
        <w:rPr>
          <w:lang w:val="en-GB"/>
        </w:rPr>
        <w:t xml:space="preserve">, </w:t>
      </w:r>
      <w:r w:rsidR="00AE6B57" w:rsidRPr="00DE1C47">
        <w:rPr>
          <w:lang w:val="en-GB"/>
        </w:rPr>
        <w:t xml:space="preserve">which </w:t>
      </w:r>
      <w:r w:rsidR="00D865DC" w:rsidRPr="00DE1C47">
        <w:rPr>
          <w:lang w:val="en-GB"/>
        </w:rPr>
        <w:t xml:space="preserve">exist in large numbers in both the private and academic sector, were </w:t>
      </w:r>
      <w:r w:rsidR="006D0F7B" w:rsidRPr="00DE1C47">
        <w:rPr>
          <w:lang w:val="en-GB"/>
        </w:rPr>
        <w:t xml:space="preserve">not considered </w:t>
      </w:r>
      <w:r w:rsidR="00D865DC" w:rsidRPr="00DE1C47">
        <w:rPr>
          <w:lang w:val="en-GB"/>
        </w:rPr>
        <w:t xml:space="preserve">in the </w:t>
      </w:r>
      <w:r w:rsidR="00384883" w:rsidRPr="00DE1C47">
        <w:rPr>
          <w:lang w:val="en-GB"/>
        </w:rPr>
        <w:t xml:space="preserve">Commission’s </w:t>
      </w:r>
      <w:r w:rsidR="00D865DC" w:rsidRPr="00DE1C47">
        <w:rPr>
          <w:lang w:val="en-GB"/>
        </w:rPr>
        <w:t>Impact Assessm</w:t>
      </w:r>
      <w:r w:rsidR="006D0F7B" w:rsidRPr="00DE1C47">
        <w:rPr>
          <w:lang w:val="en-GB"/>
        </w:rPr>
        <w:t xml:space="preserve">ent. </w:t>
      </w:r>
      <w:r w:rsidR="00AE6B57" w:rsidRPr="00DE1C47">
        <w:rPr>
          <w:lang w:val="en-GB"/>
        </w:rPr>
        <w:t>I</w:t>
      </w:r>
      <w:r w:rsidR="00384883" w:rsidRPr="00DE1C47">
        <w:rPr>
          <w:lang w:val="en-GB"/>
        </w:rPr>
        <w:t xml:space="preserve">nclusion of these organisations would place an undue burden both on the regulatory bodies involved (because of the increased number of organisations subject to it) as well as on the organisations themselves (in terms of having to deal with the </w:t>
      </w:r>
      <w:r w:rsidR="00384883" w:rsidRPr="00DE1C47">
        <w:rPr>
          <w:i/>
          <w:lang w:val="en-GB"/>
        </w:rPr>
        <w:t>ex ante</w:t>
      </w:r>
      <w:r w:rsidR="00384883" w:rsidRPr="00DE1C47">
        <w:rPr>
          <w:lang w:val="en-GB"/>
        </w:rPr>
        <w:t xml:space="preserve"> registration and supervisory regime).</w:t>
      </w:r>
    </w:p>
    <w:p w:rsidR="00D155B0" w:rsidRPr="00DE1C47" w:rsidRDefault="00D155B0" w:rsidP="00D155B0">
      <w:pPr>
        <w:rPr>
          <w:lang w:val="en-GB"/>
        </w:rPr>
      </w:pPr>
      <w:r w:rsidRPr="00DE1C47">
        <w:rPr>
          <w:lang w:val="en-GB"/>
        </w:rPr>
        <w:t xml:space="preserve">In order for the </w:t>
      </w:r>
      <w:r w:rsidR="00151824">
        <w:rPr>
          <w:lang w:val="en-GB"/>
        </w:rPr>
        <w:t>Directive</w:t>
      </w:r>
      <w:r w:rsidRPr="00DE1C47">
        <w:rPr>
          <w:lang w:val="en-GB"/>
        </w:rPr>
        <w:t xml:space="preserve"> to achieve its intended effect</w:t>
      </w:r>
      <w:r w:rsidR="007E2527" w:rsidRPr="00DE1C47">
        <w:rPr>
          <w:lang w:val="en-GB"/>
        </w:rPr>
        <w:t>, the existence of self-managed DNS service provisioning must be acknowledged</w:t>
      </w:r>
      <w:r w:rsidR="00151824">
        <w:rPr>
          <w:lang w:val="en-GB"/>
        </w:rPr>
        <w:t xml:space="preserve">. The smallest textual change could be a change of </w:t>
      </w:r>
      <w:r w:rsidR="007E2527" w:rsidRPr="00DE1C47">
        <w:rPr>
          <w:lang w:val="en-GB"/>
        </w:rPr>
        <w:t>definition of “DNS Service Provider” of Article 4 (14) of th</w:t>
      </w:r>
      <w:r w:rsidR="005A2B9B">
        <w:rPr>
          <w:lang w:val="en-GB"/>
        </w:rPr>
        <w:t>e draft NIS2 directive. Where it</w:t>
      </w:r>
      <w:r w:rsidR="007E2527" w:rsidRPr="00DE1C47">
        <w:rPr>
          <w:lang w:val="en-GB"/>
        </w:rPr>
        <w:t xml:space="preserve"> currently states</w:t>
      </w:r>
    </w:p>
    <w:p w:rsidR="007E2527" w:rsidRPr="00DE1C47" w:rsidRDefault="007E2527" w:rsidP="00C206CD">
      <w:pPr>
        <w:pStyle w:val="Quote"/>
        <w:rPr>
          <w:lang w:val="en-GB"/>
        </w:rPr>
      </w:pPr>
      <w:r w:rsidRPr="00DE1C47">
        <w:rPr>
          <w:lang w:val="en-GB"/>
        </w:rPr>
        <w:t>(14) ‘DNS service provider’ means an entity that provides recursive or authoritative domain name resolution services to internet end-users and other DNS service providers;</w:t>
      </w:r>
    </w:p>
    <w:p w:rsidR="007E2527" w:rsidRPr="00DE1C47" w:rsidRDefault="00151824" w:rsidP="007E2527">
      <w:pPr>
        <w:rPr>
          <w:lang w:val="en-GB"/>
        </w:rPr>
      </w:pPr>
      <w:r>
        <w:rPr>
          <w:lang w:val="en-GB"/>
        </w:rPr>
        <w:t xml:space="preserve">this </w:t>
      </w:r>
      <w:r w:rsidR="00E2237C" w:rsidRPr="00DE1C47">
        <w:rPr>
          <w:lang w:val="en-GB"/>
        </w:rPr>
        <w:t>definition</w:t>
      </w:r>
      <w:r w:rsidR="007E2527" w:rsidRPr="00DE1C47">
        <w:rPr>
          <w:lang w:val="en-GB"/>
        </w:rPr>
        <w:t xml:space="preserve"> </w:t>
      </w:r>
      <w:r>
        <w:rPr>
          <w:lang w:val="en-GB"/>
        </w:rPr>
        <w:t xml:space="preserve">may be used </w:t>
      </w:r>
      <w:r w:rsidR="00E2237C" w:rsidRPr="00DE1C47">
        <w:rPr>
          <w:lang w:val="en-GB"/>
        </w:rPr>
        <w:t xml:space="preserve">to clarify that organisations that self-manage their DNS service are not included in the scope of “DNS service provider”, for example </w:t>
      </w:r>
      <w:r w:rsidR="007E2527" w:rsidRPr="00DE1C47">
        <w:rPr>
          <w:lang w:val="en-GB"/>
        </w:rPr>
        <w:t xml:space="preserve">by updating </w:t>
      </w:r>
      <w:r w:rsidR="00E2237C" w:rsidRPr="00DE1C47">
        <w:rPr>
          <w:lang w:val="en-GB"/>
        </w:rPr>
        <w:t xml:space="preserve">the </w:t>
      </w:r>
      <w:r w:rsidR="007E2527" w:rsidRPr="00DE1C47">
        <w:rPr>
          <w:lang w:val="en-GB"/>
        </w:rPr>
        <w:t>definition to read:</w:t>
      </w:r>
    </w:p>
    <w:p w:rsidR="007E2527" w:rsidRPr="00DE1C47" w:rsidRDefault="007E2527" w:rsidP="007E2527">
      <w:pPr>
        <w:pStyle w:val="Quote"/>
        <w:rPr>
          <w:lang w:val="en-GB"/>
        </w:rPr>
      </w:pPr>
      <w:r w:rsidRPr="00DE1C47">
        <w:rPr>
          <w:lang w:val="en-GB"/>
        </w:rPr>
        <w:t>(14) ‘DNS service provider’ means an entity that provides recursive domain name resolution services to internet end-users and other DNS service providers</w:t>
      </w:r>
      <w:r w:rsidR="00D25A1F" w:rsidRPr="00DE1C47">
        <w:rPr>
          <w:lang w:val="en-GB"/>
        </w:rPr>
        <w:t>,</w:t>
      </w:r>
      <w:r w:rsidR="00287A1C" w:rsidRPr="00DE1C47">
        <w:rPr>
          <w:lang w:val="en-GB"/>
        </w:rPr>
        <w:t xml:space="preserve"> </w:t>
      </w:r>
      <w:r w:rsidR="00E2237C" w:rsidRPr="00DE1C47">
        <w:rPr>
          <w:lang w:val="en-GB"/>
        </w:rPr>
        <w:t xml:space="preserve">or an </w:t>
      </w:r>
      <w:r w:rsidR="00D25A1F" w:rsidRPr="00DE1C47">
        <w:rPr>
          <w:lang w:val="en-GB"/>
        </w:rPr>
        <w:t xml:space="preserve">entity that </w:t>
      </w:r>
      <w:r w:rsidR="00287A1C" w:rsidRPr="00DE1C47">
        <w:rPr>
          <w:lang w:val="en-GB"/>
        </w:rPr>
        <w:t>provides</w:t>
      </w:r>
      <w:r w:rsidR="00C8318B" w:rsidRPr="00DE1C47">
        <w:rPr>
          <w:lang w:val="en-GB"/>
        </w:rPr>
        <w:t xml:space="preserve"> </w:t>
      </w:r>
      <w:r w:rsidR="00287A1C" w:rsidRPr="00DE1C47">
        <w:rPr>
          <w:lang w:val="en-GB"/>
        </w:rPr>
        <w:t xml:space="preserve">authoritative </w:t>
      </w:r>
      <w:r w:rsidR="00E2237C" w:rsidRPr="00DE1C47">
        <w:rPr>
          <w:lang w:val="en-GB"/>
        </w:rPr>
        <w:t xml:space="preserve">domain name </w:t>
      </w:r>
      <w:r w:rsidR="00287A1C" w:rsidRPr="00DE1C47">
        <w:rPr>
          <w:lang w:val="en-GB"/>
        </w:rPr>
        <w:t>resolution</w:t>
      </w:r>
      <w:r w:rsidR="00E2237C" w:rsidRPr="00DE1C47">
        <w:rPr>
          <w:lang w:val="en-GB"/>
        </w:rPr>
        <w:t xml:space="preserve"> </w:t>
      </w:r>
      <w:r w:rsidR="00151824" w:rsidRPr="00151824">
        <w:rPr>
          <w:b/>
          <w:lang w:val="en-GB"/>
        </w:rPr>
        <w:t>as a service procurable by third-party essential and important entities</w:t>
      </w:r>
      <w:r w:rsidRPr="00DE1C47">
        <w:rPr>
          <w:lang w:val="en-GB"/>
        </w:rPr>
        <w:t>;</w:t>
      </w:r>
    </w:p>
    <w:p w:rsidR="00151824" w:rsidRPr="00151824" w:rsidRDefault="0037525F" w:rsidP="007E2527">
      <w:pPr>
        <w:rPr>
          <w:lang w:val="en-GB"/>
        </w:rPr>
      </w:pPr>
      <w:r>
        <w:rPr>
          <w:lang w:val="en-GB"/>
        </w:rPr>
        <w:t>A more r</w:t>
      </w:r>
      <w:r w:rsidR="00151824">
        <w:rPr>
          <w:lang w:val="en-GB"/>
        </w:rPr>
        <w:t xml:space="preserve">obust solution compatible with intent could be to limit the applicability of Art. 2 (2)(a)(iii) to only top-level domain name registries and ‘[…] </w:t>
      </w:r>
      <w:r w:rsidR="00151824" w:rsidRPr="00151824">
        <w:rPr>
          <w:i/>
          <w:lang w:val="en-GB"/>
        </w:rPr>
        <w:t>those</w:t>
      </w:r>
      <w:r w:rsidR="00151824">
        <w:rPr>
          <w:lang w:val="en-GB"/>
        </w:rPr>
        <w:t xml:space="preserve"> </w:t>
      </w:r>
      <w:r w:rsidR="00151824" w:rsidRPr="00151824">
        <w:rPr>
          <w:i/>
          <w:lang w:val="en-GB"/>
        </w:rPr>
        <w:t>domain name system (DNS) service providers</w:t>
      </w:r>
      <w:r w:rsidR="00151824">
        <w:rPr>
          <w:i/>
          <w:lang w:val="en-GB"/>
        </w:rPr>
        <w:t xml:space="preserve"> </w:t>
      </w:r>
      <w:r w:rsidR="00151824" w:rsidRPr="00151824">
        <w:rPr>
          <w:i/>
          <w:lang w:val="en-GB"/>
        </w:rPr>
        <w:t xml:space="preserve">referred to in point 8 of Annex I </w:t>
      </w:r>
      <w:r w:rsidR="00151824" w:rsidRPr="00151824">
        <w:rPr>
          <w:b/>
          <w:i/>
          <w:lang w:val="en-GB"/>
        </w:rPr>
        <w:t>that provide recursive domain name resolution services</w:t>
      </w:r>
      <w:r w:rsidR="00151824">
        <w:rPr>
          <w:i/>
          <w:lang w:val="en-GB"/>
        </w:rPr>
        <w:t>’</w:t>
      </w:r>
      <w:r w:rsidR="00151824">
        <w:rPr>
          <w:lang w:val="en-GB"/>
        </w:rPr>
        <w:t xml:space="preserve">. Those providers of </w:t>
      </w:r>
      <w:r w:rsidR="00151824" w:rsidRPr="00401952">
        <w:rPr>
          <w:i/>
          <w:lang w:val="en-GB"/>
        </w:rPr>
        <w:t>authoritative</w:t>
      </w:r>
      <w:r w:rsidR="00151824">
        <w:rPr>
          <w:lang w:val="en-GB"/>
        </w:rPr>
        <w:t xml:space="preserve"> DNS services that are of systemic value </w:t>
      </w:r>
      <w:r w:rsidR="008B6C92">
        <w:rPr>
          <w:lang w:val="en-GB"/>
        </w:rPr>
        <w:t>to</w:t>
      </w:r>
      <w:r w:rsidR="00151824">
        <w:rPr>
          <w:lang w:val="en-GB"/>
        </w:rPr>
        <w:t xml:space="preserve"> the digital infrastructure will then nevertheless be covered under the criter</w:t>
      </w:r>
      <w:r w:rsidR="008B6C92">
        <w:rPr>
          <w:lang w:val="en-GB"/>
        </w:rPr>
        <w:t>i</w:t>
      </w:r>
      <w:r w:rsidR="00151824">
        <w:rPr>
          <w:lang w:val="en-GB"/>
        </w:rPr>
        <w:t>a of Art. 2(2)(b) – (g).</w:t>
      </w:r>
      <w:r w:rsidR="00F57D93">
        <w:rPr>
          <w:lang w:val="en-GB"/>
        </w:rPr>
        <w:t xml:space="preserve"> The possibility to designate specific authoritative DNS service providers as ‘essential’ is thus retained.</w:t>
      </w:r>
    </w:p>
    <w:p w:rsidR="007E2527" w:rsidRPr="00DE1C47" w:rsidRDefault="002C675A" w:rsidP="007E2527">
      <w:pPr>
        <w:rPr>
          <w:lang w:val="en-GB"/>
        </w:rPr>
      </w:pPr>
      <w:r w:rsidRPr="00DE1C47">
        <w:rPr>
          <w:lang w:val="en-GB"/>
        </w:rPr>
        <w:t xml:space="preserve">Alternatively, a threshold value for the number of domains managed by the DNS Service Provider could be </w:t>
      </w:r>
      <w:r w:rsidR="007A7F56" w:rsidRPr="00DE1C47">
        <w:rPr>
          <w:lang w:val="en-GB"/>
        </w:rPr>
        <w:t>considered</w:t>
      </w:r>
      <w:r w:rsidRPr="00DE1C47">
        <w:rPr>
          <w:lang w:val="en-GB"/>
        </w:rPr>
        <w:t xml:space="preserve"> in the definition</w:t>
      </w:r>
      <w:r w:rsidR="00401952">
        <w:rPr>
          <w:lang w:val="en-GB"/>
        </w:rPr>
        <w:t>, or in Art.2 (2) itself</w:t>
      </w:r>
      <w:r w:rsidRPr="00DE1C47">
        <w:rPr>
          <w:lang w:val="en-GB"/>
        </w:rPr>
        <w:t xml:space="preserve">. For example, only </w:t>
      </w:r>
      <w:r w:rsidR="00401952">
        <w:rPr>
          <w:lang w:val="en-GB"/>
        </w:rPr>
        <w:t xml:space="preserve">authoritative </w:t>
      </w:r>
      <w:r w:rsidRPr="00DE1C47">
        <w:rPr>
          <w:lang w:val="en-GB"/>
        </w:rPr>
        <w:t>providers with more than 100.000 domains registered to e</w:t>
      </w:r>
      <w:r w:rsidR="00FA1B4D" w:rsidRPr="00DE1C47">
        <w:rPr>
          <w:lang w:val="en-GB"/>
        </w:rPr>
        <w:t>ntities in any single member state</w:t>
      </w:r>
      <w:r w:rsidRPr="00DE1C47">
        <w:rPr>
          <w:lang w:val="en-GB"/>
        </w:rPr>
        <w:t xml:space="preserve">, </w:t>
      </w:r>
      <w:r w:rsidR="00D52A84" w:rsidRPr="00DE1C47">
        <w:rPr>
          <w:lang w:val="en-GB"/>
        </w:rPr>
        <w:t>c</w:t>
      </w:r>
      <w:r w:rsidR="00E922FA" w:rsidRPr="00DE1C47">
        <w:rPr>
          <w:lang w:val="en-GB"/>
        </w:rPr>
        <w:t>ould be ma</w:t>
      </w:r>
      <w:r w:rsidR="00D52A84" w:rsidRPr="00DE1C47">
        <w:rPr>
          <w:lang w:val="en-GB"/>
        </w:rPr>
        <w:t xml:space="preserve">de to </w:t>
      </w:r>
      <w:r w:rsidRPr="00DE1C47">
        <w:rPr>
          <w:lang w:val="en-GB"/>
        </w:rPr>
        <w:t xml:space="preserve">fall within the </w:t>
      </w:r>
      <w:r w:rsidR="006C2DB5" w:rsidRPr="00DE1C47">
        <w:rPr>
          <w:lang w:val="en-GB"/>
        </w:rPr>
        <w:t>qualifying definition</w:t>
      </w:r>
      <w:r w:rsidR="00F21EB5" w:rsidRPr="00DE1C47">
        <w:rPr>
          <w:lang w:val="en-GB"/>
        </w:rPr>
        <w:t>.</w:t>
      </w:r>
    </w:p>
    <w:p w:rsidR="00F21EB5" w:rsidRPr="00DE1C47" w:rsidRDefault="00F21EB5" w:rsidP="007E2527">
      <w:pPr>
        <w:rPr>
          <w:lang w:val="en-GB"/>
        </w:rPr>
      </w:pPr>
      <w:r w:rsidRPr="00DE1C47">
        <w:rPr>
          <w:lang w:val="en-GB"/>
        </w:rPr>
        <w:t xml:space="preserve">In this way, the intended effect of </w:t>
      </w:r>
      <w:r w:rsidR="009B3A3A" w:rsidRPr="00DE1C47">
        <w:rPr>
          <w:lang w:val="en-GB"/>
        </w:rPr>
        <w:t xml:space="preserve">reducing </w:t>
      </w:r>
      <w:r w:rsidRPr="00DE1C47">
        <w:rPr>
          <w:lang w:val="en-GB"/>
        </w:rPr>
        <w:t xml:space="preserve">the impact </w:t>
      </w:r>
      <w:r w:rsidR="009B3A3A" w:rsidRPr="00DE1C47">
        <w:rPr>
          <w:lang w:val="en-GB"/>
        </w:rPr>
        <w:t xml:space="preserve">of incidents </w:t>
      </w:r>
      <w:r w:rsidRPr="00DE1C47">
        <w:rPr>
          <w:lang w:val="en-GB"/>
        </w:rPr>
        <w:t xml:space="preserve">on public safety, public security or public health (Art. 2(2)(d)) and the reduction of systemic risk (Art. 2(2)(e)) is ensured, </w:t>
      </w:r>
      <w:r w:rsidR="00764F15" w:rsidRPr="00DE1C47">
        <w:rPr>
          <w:lang w:val="en-GB"/>
        </w:rPr>
        <w:t xml:space="preserve">in a way fully </w:t>
      </w:r>
      <w:r w:rsidR="009E2F6A" w:rsidRPr="00DE1C47">
        <w:rPr>
          <w:lang w:val="en-GB"/>
        </w:rPr>
        <w:t xml:space="preserve">acknowledging </w:t>
      </w:r>
      <w:r w:rsidR="00764F15" w:rsidRPr="00DE1C47">
        <w:rPr>
          <w:lang w:val="en-GB"/>
        </w:rPr>
        <w:t>the scope</w:t>
      </w:r>
      <w:r w:rsidR="00BB412F" w:rsidRPr="00DE1C47">
        <w:rPr>
          <w:lang w:val="en-GB"/>
        </w:rPr>
        <w:t xml:space="preserve"> of DNS service providers</w:t>
      </w:r>
      <w:r w:rsidR="00764F15" w:rsidRPr="00DE1C47">
        <w:rPr>
          <w:lang w:val="en-GB"/>
        </w:rPr>
        <w:t xml:space="preserve"> </w:t>
      </w:r>
      <w:r w:rsidR="00BB412F" w:rsidRPr="00DE1C47">
        <w:rPr>
          <w:lang w:val="en-GB"/>
        </w:rPr>
        <w:t xml:space="preserve">as </w:t>
      </w:r>
      <w:r w:rsidR="00781185" w:rsidRPr="00DE1C47">
        <w:rPr>
          <w:lang w:val="en-GB"/>
        </w:rPr>
        <w:t xml:space="preserve">given </w:t>
      </w:r>
      <w:r w:rsidR="00764F15" w:rsidRPr="00DE1C47">
        <w:rPr>
          <w:lang w:val="en-GB"/>
        </w:rPr>
        <w:t>in the Impact Assessment.</w:t>
      </w:r>
    </w:p>
    <w:p w:rsidR="00157612" w:rsidRPr="00DE1C47" w:rsidRDefault="00157612" w:rsidP="00157612">
      <w:pPr>
        <w:pStyle w:val="Heading1"/>
        <w:rPr>
          <w:lang w:val="en-GB"/>
        </w:rPr>
      </w:pPr>
      <w:bookmarkStart w:id="5" w:name="_Toc60864492"/>
      <w:r w:rsidRPr="00DE1C47">
        <w:rPr>
          <w:lang w:val="en-GB"/>
        </w:rPr>
        <w:t>Acknowledgements</w:t>
      </w:r>
      <w:bookmarkEnd w:id="5"/>
    </w:p>
    <w:p w:rsidR="00157612" w:rsidRPr="00DE1C47" w:rsidRDefault="00157612" w:rsidP="00157612">
      <w:pPr>
        <w:rPr>
          <w:lang w:val="en-GB"/>
        </w:rPr>
      </w:pPr>
      <w:r w:rsidRPr="00DE1C47">
        <w:rPr>
          <w:lang w:val="en-GB"/>
        </w:rPr>
        <w:t>W</w:t>
      </w:r>
      <w:r w:rsidR="006575DA" w:rsidRPr="00DE1C47">
        <w:rPr>
          <w:lang w:val="en-GB"/>
        </w:rPr>
        <w:t xml:space="preserve">e want to </w:t>
      </w:r>
      <w:r w:rsidR="00445C39" w:rsidRPr="00DE1C47">
        <w:rPr>
          <w:lang w:val="en-GB"/>
        </w:rPr>
        <w:t xml:space="preserve">profoundly </w:t>
      </w:r>
      <w:r w:rsidR="006575DA" w:rsidRPr="00DE1C47">
        <w:rPr>
          <w:lang w:val="en-GB"/>
        </w:rPr>
        <w:t xml:space="preserve">thank </w:t>
      </w:r>
      <w:r w:rsidRPr="00DE1C47">
        <w:rPr>
          <w:lang w:val="en-GB"/>
        </w:rPr>
        <w:t xml:space="preserve">Andrew Cormack (JISC) </w:t>
      </w:r>
      <w:r w:rsidR="001050B2" w:rsidRPr="00DE1C47">
        <w:rPr>
          <w:lang w:val="en-GB"/>
        </w:rPr>
        <w:t xml:space="preserve">both </w:t>
      </w:r>
      <w:r w:rsidRPr="00DE1C47">
        <w:rPr>
          <w:lang w:val="en-GB"/>
        </w:rPr>
        <w:t>for bringing the NIS2 to our attention</w:t>
      </w:r>
      <w:r w:rsidRPr="00DE1C47">
        <w:rPr>
          <w:rStyle w:val="FootnoteReference"/>
          <w:lang w:val="en-GB"/>
        </w:rPr>
        <w:footnoteReference w:id="17"/>
      </w:r>
      <w:r w:rsidRPr="00DE1C47">
        <w:rPr>
          <w:lang w:val="en-GB"/>
        </w:rPr>
        <w:t xml:space="preserve"> and for the subsequent </w:t>
      </w:r>
      <w:r w:rsidR="00210419" w:rsidRPr="00DE1C47">
        <w:rPr>
          <w:lang w:val="en-GB"/>
        </w:rPr>
        <w:t>insight</w:t>
      </w:r>
      <w:r w:rsidR="00357408" w:rsidRPr="00DE1C47">
        <w:rPr>
          <w:lang w:val="en-GB"/>
        </w:rPr>
        <w:t>s</w:t>
      </w:r>
      <w:r w:rsidR="00210419" w:rsidRPr="00DE1C47">
        <w:rPr>
          <w:lang w:val="en-GB"/>
        </w:rPr>
        <w:t xml:space="preserve"> and </w:t>
      </w:r>
      <w:r w:rsidRPr="00DE1C47">
        <w:rPr>
          <w:lang w:val="en-GB"/>
        </w:rPr>
        <w:t xml:space="preserve">discussions on scope and applicability of NIS2 to </w:t>
      </w:r>
      <w:r w:rsidR="00C630DB" w:rsidRPr="00DE1C47">
        <w:rPr>
          <w:lang w:val="en-GB"/>
        </w:rPr>
        <w:t xml:space="preserve">organisations operating their own </w:t>
      </w:r>
      <w:r w:rsidRPr="00DE1C47">
        <w:rPr>
          <w:lang w:val="en-GB"/>
        </w:rPr>
        <w:t>authoritative DNS servers</w:t>
      </w:r>
      <w:r w:rsidR="00357408" w:rsidRPr="00DE1C47">
        <w:rPr>
          <w:lang w:val="en-GB"/>
        </w:rPr>
        <w:t xml:space="preserve"> which have been </w:t>
      </w:r>
      <w:r w:rsidR="007832E1" w:rsidRPr="00DE1C47">
        <w:rPr>
          <w:lang w:val="en-GB"/>
        </w:rPr>
        <w:t xml:space="preserve">inspirational for this </w:t>
      </w:r>
      <w:r w:rsidR="00357408" w:rsidRPr="00DE1C47">
        <w:rPr>
          <w:lang w:val="en-GB"/>
        </w:rPr>
        <w:t>text</w:t>
      </w:r>
      <w:r w:rsidR="006575DA" w:rsidRPr="00DE1C47">
        <w:rPr>
          <w:lang w:val="en-GB"/>
        </w:rPr>
        <w:t>.</w:t>
      </w:r>
      <w:r w:rsidR="00357408" w:rsidRPr="00DE1C47">
        <w:rPr>
          <w:lang w:val="en-GB"/>
        </w:rPr>
        <w:t xml:space="preserve"> </w:t>
      </w:r>
      <w:r w:rsidR="007832E1" w:rsidRPr="00DE1C47">
        <w:rPr>
          <w:lang w:val="en-GB"/>
        </w:rPr>
        <w:t>Needless to say, any and all errors, inconsistencies, misrepresentations</w:t>
      </w:r>
      <w:r w:rsidR="00556E83" w:rsidRPr="00DE1C47">
        <w:rPr>
          <w:lang w:val="en-GB"/>
        </w:rPr>
        <w:t>, and opin</w:t>
      </w:r>
      <w:r w:rsidR="005E742D" w:rsidRPr="00DE1C47">
        <w:rPr>
          <w:lang w:val="en-GB"/>
        </w:rPr>
        <w:t>ions</w:t>
      </w:r>
      <w:r w:rsidR="007832E1" w:rsidRPr="00DE1C47">
        <w:rPr>
          <w:lang w:val="en-GB"/>
        </w:rPr>
        <w:t xml:space="preserve"> are </w:t>
      </w:r>
      <w:r w:rsidR="00710A64" w:rsidRPr="00DE1C47">
        <w:rPr>
          <w:lang w:val="en-GB"/>
        </w:rPr>
        <w:t xml:space="preserve">entirely </w:t>
      </w:r>
      <w:r w:rsidR="007832E1" w:rsidRPr="00DE1C47">
        <w:rPr>
          <w:lang w:val="en-GB"/>
        </w:rPr>
        <w:t>my own.</w:t>
      </w:r>
    </w:p>
    <w:p w:rsidR="0020066B" w:rsidRPr="002A1DDD" w:rsidRDefault="0020066B" w:rsidP="0020066B">
      <w:pPr>
        <w:pStyle w:val="Heading1"/>
      </w:pPr>
      <w:bookmarkStart w:id="6" w:name="_Toc60864493"/>
      <w:proofErr w:type="spellStart"/>
      <w:r w:rsidRPr="002A1DDD">
        <w:t>Colophon</w:t>
      </w:r>
      <w:bookmarkEnd w:id="6"/>
      <w:proofErr w:type="spellEnd"/>
    </w:p>
    <w:p w:rsidR="00750D32" w:rsidRPr="00E279B4" w:rsidRDefault="0020066B" w:rsidP="0020066B">
      <w:pPr>
        <w:rPr>
          <w:i/>
          <w:sz w:val="18"/>
          <w:lang w:val="en-GB"/>
        </w:rPr>
      </w:pPr>
      <w:r w:rsidRPr="00E279B4">
        <w:rPr>
          <w:i/>
          <w:sz w:val="18"/>
        </w:rPr>
        <w:t xml:space="preserve">David Groep, Nikhef, Amsterdam, </w:t>
      </w:r>
      <w:proofErr w:type="spellStart"/>
      <w:r w:rsidRPr="00E279B4">
        <w:rPr>
          <w:i/>
          <w:sz w:val="18"/>
        </w:rPr>
        <w:t>January</w:t>
      </w:r>
      <w:proofErr w:type="spellEnd"/>
      <w:r w:rsidRPr="00E279B4">
        <w:rPr>
          <w:i/>
          <w:sz w:val="18"/>
        </w:rPr>
        <w:t xml:space="preserve"> 2021.</w:t>
      </w:r>
      <w:r w:rsidR="00750D32" w:rsidRPr="00E279B4">
        <w:rPr>
          <w:i/>
          <w:sz w:val="18"/>
        </w:rPr>
        <w:t xml:space="preserve"> </w:t>
      </w:r>
      <w:r w:rsidR="00750D32" w:rsidRPr="00E279B4">
        <w:rPr>
          <w:i/>
          <w:sz w:val="18"/>
          <w:lang w:val="en-GB"/>
        </w:rPr>
        <w:t xml:space="preserve">E-mail: </w:t>
      </w:r>
      <w:hyperlink r:id="rId9" w:history="1">
        <w:r w:rsidR="006A6531" w:rsidRPr="00E279B4">
          <w:rPr>
            <w:rStyle w:val="Hyperlink"/>
            <w:i/>
            <w:sz w:val="18"/>
            <w:lang w:val="en-GB"/>
          </w:rPr>
          <w:t>davidg@nikhef.nl</w:t>
        </w:r>
      </w:hyperlink>
      <w:r w:rsidR="006A6531" w:rsidRPr="00E279B4">
        <w:rPr>
          <w:i/>
          <w:sz w:val="18"/>
          <w:lang w:val="en-GB"/>
        </w:rPr>
        <w:t xml:space="preserve">. </w:t>
      </w:r>
      <w:r w:rsidR="00E279B4">
        <w:rPr>
          <w:i/>
          <w:sz w:val="18"/>
          <w:lang w:val="en-GB"/>
        </w:rPr>
        <w:br/>
      </w:r>
      <w:r w:rsidR="00820D98" w:rsidRPr="00820D98">
        <w:rPr>
          <w:i/>
          <w:sz w:val="18"/>
          <w:lang w:val="en-GB"/>
        </w:rPr>
        <w:t xml:space="preserve">This </w:t>
      </w:r>
      <w:r w:rsidR="00820D98">
        <w:rPr>
          <w:i/>
          <w:sz w:val="18"/>
          <w:lang w:val="en-GB"/>
        </w:rPr>
        <w:t xml:space="preserve">document can be freely distributed </w:t>
      </w:r>
      <w:r w:rsidR="00820D98" w:rsidRPr="00820D98">
        <w:rPr>
          <w:i/>
          <w:sz w:val="18"/>
          <w:lang w:val="en-GB"/>
        </w:rPr>
        <w:t xml:space="preserve">under </w:t>
      </w:r>
      <w:r w:rsidR="00820D98">
        <w:rPr>
          <w:i/>
          <w:sz w:val="18"/>
          <w:lang w:val="en-GB"/>
        </w:rPr>
        <w:t>the CC-BY-4</w:t>
      </w:r>
      <w:r w:rsidR="006A6531" w:rsidRPr="00E279B4">
        <w:rPr>
          <w:i/>
          <w:sz w:val="18"/>
          <w:lang w:val="en-GB"/>
        </w:rPr>
        <w:t>.0</w:t>
      </w:r>
      <w:r w:rsidR="00820D98">
        <w:rPr>
          <w:i/>
          <w:sz w:val="18"/>
          <w:lang w:val="en-GB"/>
        </w:rPr>
        <w:t xml:space="preserve"> license.</w:t>
      </w:r>
    </w:p>
    <w:sectPr w:rsidR="00750D32" w:rsidRPr="00E279B4" w:rsidSect="004F1613">
      <w:headerReference w:type="default" r:id="rId10"/>
      <w:footerReference w:type="default" r:id="rId11"/>
      <w:headerReference w:type="first" r:id="rId12"/>
      <w:footerReference w:type="first" r:id="rId13"/>
      <w:pgSz w:w="11900" w:h="16840"/>
      <w:pgMar w:top="2610" w:right="1411" w:bottom="1260" w:left="1440"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6DDD" w:rsidRDefault="001F6DDD" w:rsidP="00694401">
      <w:r>
        <w:separator/>
      </w:r>
    </w:p>
  </w:endnote>
  <w:endnote w:type="continuationSeparator" w:id="0">
    <w:p w:rsidR="001F6DDD" w:rsidRDefault="001F6DDD" w:rsidP="00694401">
      <w:r>
        <w:continuationSeparator/>
      </w:r>
    </w:p>
  </w:endnote>
  <w:endnote w:type="continuationNotice" w:id="1">
    <w:p w:rsidR="001F6DDD" w:rsidRDefault="001F6DD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kkurat Std Mono">
    <w:panose1 w:val="02000503000000000000"/>
    <w:charset w:val="00"/>
    <w:family w:val="auto"/>
    <w:pitch w:val="variable"/>
    <w:sig w:usb0="800000AF" w:usb1="4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pPr w:vertAnchor="page" w:horzAnchor="page" w:tblpX="9361" w:tblpY="15971"/>
      <w:tblW w:w="1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296"/>
      <w:gridCol w:w="63"/>
    </w:tblGrid>
    <w:tr w:rsidR="00165B98" w:rsidTr="00AA114F">
      <w:trPr>
        <w:trHeight w:val="749"/>
      </w:trPr>
      <w:tc>
        <w:tcPr>
          <w:tcW w:w="1296" w:type="dxa"/>
          <w:shd w:val="clear" w:color="auto" w:fill="auto"/>
        </w:tcPr>
        <w:p w:rsidR="00165B98" w:rsidRPr="006711D6" w:rsidRDefault="00165B98" w:rsidP="00AA114F">
          <w:pPr>
            <w:adjustRightInd w:val="0"/>
            <w:contextualSpacing/>
            <w:jc w:val="right"/>
          </w:pPr>
          <w:r>
            <w:fldChar w:fldCharType="begin"/>
          </w:r>
          <w:r>
            <w:instrText xml:space="preserve"> PAGE   \* MERGEFORMAT </w:instrText>
          </w:r>
          <w:r>
            <w:fldChar w:fldCharType="separate"/>
          </w:r>
          <w:r w:rsidR="00771B31">
            <w:rPr>
              <w:noProof/>
            </w:rPr>
            <w:t>2</w:t>
          </w:r>
          <w:r>
            <w:rPr>
              <w:noProof/>
            </w:rPr>
            <w:fldChar w:fldCharType="end"/>
          </w:r>
          <w:r>
            <w:rPr>
              <w:noProof/>
            </w:rPr>
            <w:t xml:space="preserve"> / </w:t>
          </w:r>
          <w:r>
            <w:rPr>
              <w:noProof/>
            </w:rPr>
            <w:fldChar w:fldCharType="begin"/>
          </w:r>
          <w:r>
            <w:rPr>
              <w:noProof/>
            </w:rPr>
            <w:instrText xml:space="preserve"> NUMPAGES  \* Arabic  \* MERGEFORMAT </w:instrText>
          </w:r>
          <w:r>
            <w:rPr>
              <w:noProof/>
            </w:rPr>
            <w:fldChar w:fldCharType="separate"/>
          </w:r>
          <w:r w:rsidR="00771B31">
            <w:rPr>
              <w:noProof/>
            </w:rPr>
            <w:t>7</w:t>
          </w:r>
          <w:r>
            <w:rPr>
              <w:noProof/>
            </w:rPr>
            <w:fldChar w:fldCharType="end"/>
          </w:r>
        </w:p>
        <w:sdt>
          <w:sdtPr>
            <w:rPr>
              <w:rFonts w:cs="Arial"/>
              <w:szCs w:val="18"/>
            </w:rPr>
            <w:alias w:val="Keywords"/>
            <w:tag w:val=""/>
            <w:id w:val="591896679"/>
            <w:dataBinding w:prefixMappings="xmlns:ns0='http://purl.org/dc/elements/1.1/' xmlns:ns1='http://schemas.openxmlformats.org/package/2006/metadata/core-properties' " w:xpath="/ns1:coreProperties[1]/ns1:keywords[1]" w:storeItemID="{6C3C8BC8-F283-45AE-878A-BAB7291924A1}"/>
            <w:text/>
          </w:sdtPr>
          <w:sdtEndPr/>
          <w:sdtContent>
            <w:p w:rsidR="00165B98" w:rsidRPr="00F96494" w:rsidRDefault="002B0E2F" w:rsidP="00AA114F">
              <w:pPr>
                <w:adjustRightInd w:val="0"/>
                <w:contextualSpacing/>
                <w:jc w:val="right"/>
                <w:rPr>
                  <w:rFonts w:cs="Arial"/>
                  <w:szCs w:val="18"/>
                </w:rPr>
              </w:pPr>
              <w:r>
                <w:rPr>
                  <w:rFonts w:cs="Arial"/>
                  <w:szCs w:val="18"/>
                </w:rPr>
                <w:t>doi:10.5281/zenodo.4629137</w:t>
              </w:r>
            </w:p>
          </w:sdtContent>
        </w:sdt>
      </w:tc>
      <w:tc>
        <w:tcPr>
          <w:tcW w:w="63" w:type="dxa"/>
          <w:shd w:val="clear" w:color="auto" w:fill="auto"/>
        </w:tcPr>
        <w:p w:rsidR="00165B98" w:rsidRPr="006711D6" w:rsidRDefault="00165B98" w:rsidP="00AA114F">
          <w:pPr>
            <w:pStyle w:val="Geadresseerde"/>
            <w:framePr w:wrap="auto" w:vAnchor="margin" w:hAnchor="text" w:xAlign="left" w:yAlign="inline"/>
            <w:ind w:left="-2214" w:firstLine="2214"/>
            <w:suppressOverlap w:val="0"/>
          </w:pPr>
        </w:p>
      </w:tc>
    </w:tr>
  </w:tbl>
  <w:p w:rsidR="00165B98" w:rsidRDefault="00165B98">
    <w:pPr>
      <w:pStyle w:val="Footer"/>
    </w:pPr>
    <w:r>
      <w:rPr>
        <w:noProof/>
        <w:lang w:val="en-US"/>
      </w:rPr>
      <w:drawing>
        <wp:anchor distT="0" distB="0" distL="114300" distR="114300" simplePos="0" relativeHeight="251649536" behindDoc="1" locked="0" layoutInCell="0" allowOverlap="1" wp14:anchorId="50A2A9AF" wp14:editId="0B547AD1">
          <wp:simplePos x="0" y="0"/>
          <wp:positionH relativeFrom="page">
            <wp:posOffset>549275</wp:posOffset>
          </wp:positionH>
          <wp:positionV relativeFrom="page">
            <wp:posOffset>10131425</wp:posOffset>
          </wp:positionV>
          <wp:extent cx="883285" cy="344805"/>
          <wp:effectExtent l="0" t="0" r="0" b="0"/>
          <wp:wrapNone/>
          <wp:docPr id="10" name="Picture 10" descr="C:\Users\davidg\AppData\Local\Microsoft\Windows\INetCache\Content.Word\Nikhef-logo-CMYK.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avidg\AppData\Local\Microsoft\Windows\INetCache\Content.Word\Nikhef-logo-CMYK.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3285" cy="3448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C0154">
      <w:rPr>
        <w:noProof/>
        <w:lang w:val="en-US"/>
      </w:rPr>
      <mc:AlternateContent>
        <mc:Choice Requires="wps">
          <w:drawing>
            <wp:anchor distT="0" distB="0" distL="114300" distR="114300" simplePos="0" relativeHeight="251648512" behindDoc="0" locked="0" layoutInCell="1" allowOverlap="1" wp14:anchorId="76FEF4DC" wp14:editId="2E0490E3">
              <wp:simplePos x="0" y="0"/>
              <wp:positionH relativeFrom="page">
                <wp:posOffset>5186680</wp:posOffset>
              </wp:positionH>
              <wp:positionV relativeFrom="page">
                <wp:posOffset>10026015</wp:posOffset>
              </wp:positionV>
              <wp:extent cx="1444625" cy="520700"/>
              <wp:effectExtent l="0" t="0" r="22225" b="31750"/>
              <wp:wrapNone/>
              <wp:docPr id="13" name="Straight Connector 13"/>
              <wp:cNvGraphicFramePr/>
              <a:graphic xmlns:a="http://schemas.openxmlformats.org/drawingml/2006/main">
                <a:graphicData uri="http://schemas.microsoft.com/office/word/2010/wordprocessingShape">
                  <wps:wsp>
                    <wps:cNvCnPr/>
                    <wps:spPr>
                      <a:xfrm flipV="1">
                        <a:off x="0" y="0"/>
                        <a:ext cx="1444625" cy="520700"/>
                      </a:xfrm>
                      <a:prstGeom prst="line">
                        <a:avLst/>
                      </a:prstGeom>
                      <a:ln>
                        <a:solidFill>
                          <a:srgbClr val="E6223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0CB1A99" id="Straight Connector 13" o:spid="_x0000_s1026" style="position:absolute;flip:y;z-index:251648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408.4pt,789.45pt" to="522.15pt,83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" strokecolor="#e6223c" strokeweight=".5pt">
              <v:stroke joinstyle="miter"/>
              <w10:wrap anchorx="page" anchory="page"/>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5B98" w:rsidRDefault="00165B98">
    <w:pPr>
      <w:pStyle w:val="Footer"/>
    </w:pPr>
    <w:r w:rsidRPr="00DC0154">
      <w:rPr>
        <w:noProof/>
        <w:lang w:val="en-US"/>
      </w:rPr>
      <mc:AlternateContent>
        <mc:Choice Requires="wps">
          <w:drawing>
            <wp:anchor distT="0" distB="0" distL="114300" distR="114300" simplePos="0" relativeHeight="251677184" behindDoc="0" locked="0" layoutInCell="1" allowOverlap="1" wp14:anchorId="1203633E" wp14:editId="2702F021">
              <wp:simplePos x="0" y="0"/>
              <wp:positionH relativeFrom="page">
                <wp:posOffset>5276850</wp:posOffset>
              </wp:positionH>
              <wp:positionV relativeFrom="page">
                <wp:posOffset>10071100</wp:posOffset>
              </wp:positionV>
              <wp:extent cx="1444625" cy="520700"/>
              <wp:effectExtent l="0" t="0" r="22225" b="31750"/>
              <wp:wrapNone/>
              <wp:docPr id="14" name="Straight Connector 14"/>
              <wp:cNvGraphicFramePr/>
              <a:graphic xmlns:a="http://schemas.openxmlformats.org/drawingml/2006/main">
                <a:graphicData uri="http://schemas.microsoft.com/office/word/2010/wordprocessingShape">
                  <wps:wsp>
                    <wps:cNvCnPr/>
                    <wps:spPr>
                      <a:xfrm flipV="1">
                        <a:off x="0" y="0"/>
                        <a:ext cx="1444625" cy="520700"/>
                      </a:xfrm>
                      <a:prstGeom prst="line">
                        <a:avLst/>
                      </a:prstGeom>
                      <a:ln>
                        <a:solidFill>
                          <a:srgbClr val="E6223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AC2B902" id="Straight Connector 14" o:spid="_x0000_s1026" style="position:absolute;flip:y;z-index:251677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415.5pt,793pt" to="529.25pt,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" strokecolor="#e6223c" strokeweight=".5pt">
              <v:stroke joinstyle="miter"/>
              <w10:wrap anchorx="page" anchory="page"/>
            </v:line>
          </w:pict>
        </mc:Fallback>
      </mc:AlternateContent>
    </w:r>
    <w:r>
      <w:rPr>
        <w:noProof/>
        <w:lang w:val="en-US"/>
      </w:rPr>
      <mc:AlternateContent>
        <mc:Choice Requires="wps">
          <w:drawing>
            <wp:anchor distT="0" distB="0" distL="114300" distR="114300" simplePos="0" relativeHeight="251670016" behindDoc="0" locked="0" layoutInCell="1" allowOverlap="1" wp14:anchorId="4BC09786" wp14:editId="3681D79B">
              <wp:simplePos x="0" y="0"/>
              <wp:positionH relativeFrom="column">
                <wp:posOffset>4997450</wp:posOffset>
              </wp:positionH>
              <wp:positionV relativeFrom="page">
                <wp:posOffset>10172700</wp:posOffset>
              </wp:positionV>
              <wp:extent cx="984250" cy="412750"/>
              <wp:effectExtent l="0" t="0" r="6350" b="6350"/>
              <wp:wrapNone/>
              <wp:docPr id="8" name="Text Box 8"/>
              <wp:cNvGraphicFramePr/>
              <a:graphic xmlns:a="http://schemas.openxmlformats.org/drawingml/2006/main">
                <a:graphicData uri="http://schemas.microsoft.com/office/word/2010/wordprocessingShape">
                  <wps:wsp>
                    <wps:cNvSpPr txBox="1"/>
                    <wps:spPr>
                      <a:xfrm>
                        <a:off x="0" y="0"/>
                        <a:ext cx="984250" cy="412750"/>
                      </a:xfrm>
                      <a:prstGeom prst="rect">
                        <a:avLst/>
                      </a:prstGeom>
                      <a:solidFill>
                        <a:schemeClr val="lt1"/>
                      </a:solidFill>
                      <a:ln w="6350">
                        <a:noFill/>
                      </a:ln>
                    </wps:spPr>
                    <wps:txbx>
                      <w:txbxContent>
                        <w:tbl>
                          <w:tblPr>
                            <w:tblStyle w:val="TableGrid"/>
                            <w:tblW w:w="1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296"/>
                            <w:gridCol w:w="63"/>
                          </w:tblGrid>
                          <w:tr w:rsidR="00165B98" w:rsidTr="00165B98">
                            <w:trPr>
                              <w:trHeight w:val="749"/>
                            </w:trPr>
                            <w:tc>
                              <w:tcPr>
                                <w:tcW w:w="1296" w:type="dxa"/>
                                <w:shd w:val="clear" w:color="auto" w:fill="auto"/>
                              </w:tcPr>
                              <w:p w:rsidR="00165B98" w:rsidRPr="006711D6" w:rsidRDefault="00165B98" w:rsidP="00277AB6">
                                <w:pPr>
                                  <w:adjustRightInd w:val="0"/>
                                  <w:contextualSpacing/>
                                  <w:jc w:val="right"/>
                                </w:pPr>
                                <w:r>
                                  <w:br/>
                                </w:r>
                                <w:r>
                                  <w:fldChar w:fldCharType="begin"/>
                                </w:r>
                                <w:r>
                                  <w:instrText xml:space="preserve"> PAGE   \* MERGEFORMAT </w:instrText>
                                </w:r>
                                <w:r>
                                  <w:fldChar w:fldCharType="separate"/>
                                </w:r>
                                <w:r w:rsidR="00771B31">
                                  <w:rPr>
                                    <w:noProof/>
                                  </w:rPr>
                                  <w:t>1</w:t>
                                </w:r>
                                <w:r>
                                  <w:rPr>
                                    <w:noProof/>
                                  </w:rPr>
                                  <w:fldChar w:fldCharType="end"/>
                                </w:r>
                                <w:r>
                                  <w:rPr>
                                    <w:noProof/>
                                  </w:rPr>
                                  <w:t xml:space="preserve"> / </w:t>
                                </w:r>
                                <w:r>
                                  <w:rPr>
                                    <w:noProof/>
                                  </w:rPr>
                                  <w:fldChar w:fldCharType="begin"/>
                                </w:r>
                                <w:r>
                                  <w:rPr>
                                    <w:noProof/>
                                  </w:rPr>
                                  <w:instrText xml:space="preserve"> NUMPAGES  \* Arabic  \* MERGEFORMAT </w:instrText>
                                </w:r>
                                <w:r>
                                  <w:rPr>
                                    <w:noProof/>
                                  </w:rPr>
                                  <w:fldChar w:fldCharType="separate"/>
                                </w:r>
                                <w:r w:rsidR="00771B31">
                                  <w:rPr>
                                    <w:noProof/>
                                  </w:rPr>
                                  <w:t>7</w:t>
                                </w:r>
                                <w:r>
                                  <w:rPr>
                                    <w:noProof/>
                                  </w:rPr>
                                  <w:fldChar w:fldCharType="end"/>
                                </w:r>
                              </w:p>
                              <w:p w:rsidR="00165B98" w:rsidRPr="00F96494" w:rsidRDefault="00165B98" w:rsidP="00277AB6">
                                <w:pPr>
                                  <w:adjustRightInd w:val="0"/>
                                  <w:contextualSpacing/>
                                  <w:jc w:val="right"/>
                                  <w:rPr>
                                    <w:rFonts w:cs="Arial"/>
                                    <w:szCs w:val="18"/>
                                  </w:rPr>
                                </w:pPr>
                              </w:p>
                            </w:tc>
                            <w:tc>
                              <w:tcPr>
                                <w:tcW w:w="63" w:type="dxa"/>
                                <w:shd w:val="clear" w:color="auto" w:fill="auto"/>
                              </w:tcPr>
                              <w:p w:rsidR="00165B98" w:rsidRPr="006711D6" w:rsidRDefault="00165B98" w:rsidP="00277AB6">
                                <w:pPr>
                                  <w:pStyle w:val="Geadresseerde"/>
                                  <w:ind w:left="-2214" w:firstLine="2214"/>
                                  <w:suppressOverlap w:val="0"/>
                                  <w:jc w:val="right"/>
                                </w:pPr>
                              </w:p>
                            </w:tc>
                          </w:tr>
                        </w:tbl>
                        <w:p w:rsidR="00165B98" w:rsidRDefault="00165B98" w:rsidP="00277AB6">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C09786" id="_x0000_t202" coordsize="21600,21600" o:spt="202" path="m,l,21600r21600,l21600,xe">
              <v:stroke joinstyle="miter"/>
              <v:path gradientshapeok="t" o:connecttype="rect"/>
            </v:shapetype>
            <v:shape id="Text Box 8" o:spid="_x0000_s1028" type="#_x0000_t202" style="position:absolute;margin-left:393.5pt;margin-top:801pt;width:77.5pt;height:3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" fillcolor="white [3201]" stroked="f" strokeweight=".5pt">
              <v:textbox>
                <w:txbxContent>
                  <w:tbl>
                    <w:tblPr>
                      <w:tblStyle w:val="TableGrid"/>
                      <w:tblW w:w="1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296"/>
                      <w:gridCol w:w="63"/>
                    </w:tblGrid>
                    <w:tr w:rsidR="00165B98" w:rsidTr="00165B98">
                      <w:trPr>
                        <w:trHeight w:val="749"/>
                      </w:trPr>
                      <w:tc>
                        <w:tcPr>
                          <w:tcW w:w="1296" w:type="dxa"/>
                          <w:shd w:val="clear" w:color="auto" w:fill="auto"/>
                        </w:tcPr>
                        <w:p w:rsidR="00165B98" w:rsidRPr="006711D6" w:rsidRDefault="00165B98" w:rsidP="00277AB6">
                          <w:pPr>
                            <w:adjustRightInd w:val="0"/>
                            <w:contextualSpacing/>
                            <w:jc w:val="right"/>
                          </w:pPr>
                          <w:r>
                            <w:br/>
                          </w:r>
                          <w:r>
                            <w:fldChar w:fldCharType="begin"/>
                          </w:r>
                          <w:r>
                            <w:instrText xml:space="preserve"> PAGE   \* MERGEFORMAT </w:instrText>
                          </w:r>
                          <w:r>
                            <w:fldChar w:fldCharType="separate"/>
                          </w:r>
                          <w:r w:rsidR="00771B31">
                            <w:rPr>
                              <w:noProof/>
                            </w:rPr>
                            <w:t>1</w:t>
                          </w:r>
                          <w:r>
                            <w:rPr>
                              <w:noProof/>
                            </w:rPr>
                            <w:fldChar w:fldCharType="end"/>
                          </w:r>
                          <w:r>
                            <w:rPr>
                              <w:noProof/>
                            </w:rPr>
                            <w:t xml:space="preserve"> / </w:t>
                          </w:r>
                          <w:r>
                            <w:rPr>
                              <w:noProof/>
                            </w:rPr>
                            <w:fldChar w:fldCharType="begin"/>
                          </w:r>
                          <w:r>
                            <w:rPr>
                              <w:noProof/>
                            </w:rPr>
                            <w:instrText xml:space="preserve"> NUMPAGES  \* Arabic  \* MERGEFORMAT </w:instrText>
                          </w:r>
                          <w:r>
                            <w:rPr>
                              <w:noProof/>
                            </w:rPr>
                            <w:fldChar w:fldCharType="separate"/>
                          </w:r>
                          <w:r w:rsidR="00771B31">
                            <w:rPr>
                              <w:noProof/>
                            </w:rPr>
                            <w:t>7</w:t>
                          </w:r>
                          <w:r>
                            <w:rPr>
                              <w:noProof/>
                            </w:rPr>
                            <w:fldChar w:fldCharType="end"/>
                          </w:r>
                        </w:p>
                        <w:p w:rsidR="00165B98" w:rsidRPr="00F96494" w:rsidRDefault="00165B98" w:rsidP="00277AB6">
                          <w:pPr>
                            <w:adjustRightInd w:val="0"/>
                            <w:contextualSpacing/>
                            <w:jc w:val="right"/>
                            <w:rPr>
                              <w:rFonts w:cs="Arial"/>
                              <w:szCs w:val="18"/>
                            </w:rPr>
                          </w:pPr>
                        </w:p>
                      </w:tc>
                      <w:tc>
                        <w:tcPr>
                          <w:tcW w:w="63" w:type="dxa"/>
                          <w:shd w:val="clear" w:color="auto" w:fill="auto"/>
                        </w:tcPr>
                        <w:p w:rsidR="00165B98" w:rsidRPr="006711D6" w:rsidRDefault="00165B98" w:rsidP="00277AB6">
                          <w:pPr>
                            <w:pStyle w:val="Geadresseerde"/>
                            <w:ind w:left="-2214" w:firstLine="2214"/>
                            <w:suppressOverlap w:val="0"/>
                            <w:jc w:val="right"/>
                          </w:pPr>
                        </w:p>
                      </w:tc>
                    </w:tr>
                  </w:tbl>
                  <w:p w:rsidR="00165B98" w:rsidRDefault="00165B98" w:rsidP="00277AB6">
                    <w:pPr>
                      <w:jc w:val="right"/>
                    </w:pPr>
                  </w:p>
                </w:txbxContent>
              </v:textbox>
              <w10:wrap anchory="page"/>
            </v:shape>
          </w:pict>
        </mc:Fallback>
      </mc:AlternateContent>
    </w:r>
    <w:r>
      <w:rPr>
        <w:noProof/>
        <w:lang w:val="en-US"/>
      </w:rPr>
      <mc:AlternateContent>
        <mc:Choice Requires="wps">
          <w:drawing>
            <wp:anchor distT="0" distB="0" distL="114300" distR="114300" simplePos="0" relativeHeight="251644416" behindDoc="0" locked="0" layoutInCell="1" allowOverlap="1">
              <wp:simplePos x="0" y="0"/>
              <wp:positionH relativeFrom="column">
                <wp:posOffset>-431800</wp:posOffset>
              </wp:positionH>
              <wp:positionV relativeFrom="page">
                <wp:posOffset>10083800</wp:posOffset>
              </wp:positionV>
              <wp:extent cx="2514600" cy="514350"/>
              <wp:effectExtent l="0" t="0" r="0" b="0"/>
              <wp:wrapNone/>
              <wp:docPr id="7" name="Text Box 7"/>
              <wp:cNvGraphicFramePr/>
              <a:graphic xmlns:a="http://schemas.openxmlformats.org/drawingml/2006/main">
                <a:graphicData uri="http://schemas.microsoft.com/office/word/2010/wordprocessingShape">
                  <wps:wsp>
                    <wps:cNvSpPr txBox="1"/>
                    <wps:spPr>
                      <a:xfrm>
                        <a:off x="0" y="0"/>
                        <a:ext cx="2514600" cy="514350"/>
                      </a:xfrm>
                      <a:prstGeom prst="rect">
                        <a:avLst/>
                      </a:prstGeom>
                      <a:solidFill>
                        <a:schemeClr val="lt1"/>
                      </a:solidFill>
                      <a:ln w="6350">
                        <a:noFill/>
                      </a:ln>
                    </wps:spPr>
                    <wps:txbx>
                      <w:txbxContent>
                        <w:tbl>
                          <w:tblPr>
                            <w:tblStyle w:val="TableGrid"/>
                            <w:tblOverlap w:val="never"/>
                            <w:tblW w:w="3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86"/>
                            <w:gridCol w:w="2504"/>
                            <w:gridCol w:w="63"/>
                          </w:tblGrid>
                          <w:tr w:rsidR="00165B98" w:rsidRPr="002B0E2F" w:rsidTr="003E5AC3">
                            <w:trPr>
                              <w:trHeight w:val="12845"/>
                            </w:trPr>
                            <w:tc>
                              <w:tcPr>
                                <w:tcW w:w="1186" w:type="dxa"/>
                                <w:shd w:val="clear" w:color="auto" w:fill="auto"/>
                              </w:tcPr>
                              <w:p w:rsidR="00165B98" w:rsidRPr="0009698E" w:rsidRDefault="00165B98" w:rsidP="00F809CD">
                                <w:pPr>
                                  <w:pStyle w:val="NoSpacing"/>
                                  <w:suppressOverlap/>
                                  <w:rPr>
                                    <w:sz w:val="18"/>
                                  </w:rPr>
                                </w:pPr>
                                <w:proofErr w:type="spellStart"/>
                                <w:r w:rsidRPr="0009698E">
                                  <w:rPr>
                                    <w:sz w:val="18"/>
                                  </w:rPr>
                                  <w:t>Published</w:t>
                                </w:r>
                                <w:proofErr w:type="spellEnd"/>
                              </w:p>
                              <w:p w:rsidR="00165B98" w:rsidRPr="0009698E" w:rsidRDefault="00165B98" w:rsidP="00F809CD">
                                <w:pPr>
                                  <w:pStyle w:val="NoSpacing"/>
                                  <w:suppressOverlap/>
                                  <w:rPr>
                                    <w:sz w:val="18"/>
                                  </w:rPr>
                                </w:pPr>
                                <w:r w:rsidRPr="0009698E">
                                  <w:rPr>
                                    <w:sz w:val="18"/>
                                  </w:rPr>
                                  <w:t>Reference</w:t>
                                </w:r>
                              </w:p>
                              <w:p w:rsidR="00165B98" w:rsidRPr="0009698E" w:rsidRDefault="00165B98" w:rsidP="00F809CD">
                                <w:pPr>
                                  <w:pStyle w:val="NoSpacing"/>
                                  <w:suppressOverlap/>
                                  <w:rPr>
                                    <w:sz w:val="18"/>
                                    <w:szCs w:val="18"/>
                                  </w:rPr>
                                </w:pPr>
                                <w:r>
                                  <w:rPr>
                                    <w:sz w:val="18"/>
                                    <w:szCs w:val="18"/>
                                  </w:rPr>
                                  <w:t>Status</w:t>
                                </w:r>
                              </w:p>
                            </w:tc>
                            <w:tc>
                              <w:tcPr>
                                <w:tcW w:w="2504" w:type="dxa"/>
                                <w:shd w:val="clear" w:color="auto" w:fill="auto"/>
                              </w:tcPr>
                              <w:sdt>
                                <w:sdtPr>
                                  <w:rPr>
                                    <w:sz w:val="18"/>
                                    <w:szCs w:val="18"/>
                                  </w:rPr>
                                  <w:alias w:val="Publish Date"/>
                                  <w:tag w:val=""/>
                                  <w:id w:val="-772391499"/>
                                  <w:dataBinding w:prefixMappings="xmlns:ns0='http://schemas.microsoft.com/office/2006/coverPageProps' " w:xpath="/ns0:CoverPageProperties[1]/ns0:PublishDate[1]" w:storeItemID="{55AF091B-3C7A-41E3-B477-F2FDAA23CFDA}"/>
                                  <w:date w:fullDate="2021-01-07T00:00:00Z">
                                    <w:dateFormat w:val="yyyy-MM-dd"/>
                                    <w:lid w:val="en-US"/>
                                    <w:storeMappedDataAs w:val="dateTime"/>
                                    <w:calendar w:val="gregorian"/>
                                  </w:date>
                                </w:sdtPr>
                                <w:sdtEndPr/>
                                <w:sdtContent>
                                  <w:p w:rsidR="00165B98" w:rsidRPr="0009698E" w:rsidRDefault="00E67072" w:rsidP="00F809CD">
                                    <w:pPr>
                                      <w:pStyle w:val="NoSpacing"/>
                                      <w:suppressOverlap/>
                                      <w:rPr>
                                        <w:sz w:val="18"/>
                                        <w:szCs w:val="18"/>
                                        <w:lang w:val="en-GB"/>
                                      </w:rPr>
                                    </w:pPr>
                                    <w:r>
                                      <w:rPr>
                                        <w:sz w:val="18"/>
                                        <w:szCs w:val="18"/>
                                        <w:lang w:val="en-US"/>
                                      </w:rPr>
                                      <w:t>2021-01-07</w:t>
                                    </w:r>
                                  </w:p>
                                </w:sdtContent>
                              </w:sdt>
                              <w:sdt>
                                <w:sdtPr>
                                  <w:rPr>
                                    <w:rFonts w:cs="Arial"/>
                                    <w:sz w:val="18"/>
                                    <w:szCs w:val="18"/>
                                    <w:lang w:val="en-GB"/>
                                  </w:rPr>
                                  <w:alias w:val="Keywords"/>
                                  <w:tag w:val=""/>
                                  <w:id w:val="-1838989351"/>
                                  <w:dataBinding w:prefixMappings="xmlns:ns0='http://purl.org/dc/elements/1.1/' xmlns:ns1='http://schemas.openxmlformats.org/package/2006/metadata/core-properties' " w:xpath="/ns1:coreProperties[1]/ns1:keywords[1]" w:storeItemID="{6C3C8BC8-F283-45AE-878A-BAB7291924A1}"/>
                                  <w:text/>
                                </w:sdtPr>
                                <w:sdtEndPr/>
                                <w:sdtContent>
                                  <w:p w:rsidR="00165B98" w:rsidRDefault="002B0E2F" w:rsidP="00F809CD">
                                    <w:pPr>
                                      <w:pStyle w:val="NoSpacing"/>
                                      <w:suppressOverlap/>
                                      <w:rPr>
                                        <w:rFonts w:cs="Arial"/>
                                        <w:sz w:val="18"/>
                                        <w:szCs w:val="18"/>
                                        <w:lang w:val="en-GB"/>
                                      </w:rPr>
                                    </w:pPr>
                                    <w:r>
                                      <w:rPr>
                                        <w:rFonts w:cs="Arial"/>
                                        <w:sz w:val="18"/>
                                        <w:szCs w:val="18"/>
                                        <w:lang w:val="en-GB"/>
                                      </w:rPr>
                                      <w:t>doi:10.5281/zenodo.4629137</w:t>
                                    </w:r>
                                  </w:p>
                                </w:sdtContent>
                              </w:sdt>
                              <w:sdt>
                                <w:sdtPr>
                                  <w:rPr>
                                    <w:rFonts w:cs="Arial"/>
                                    <w:sz w:val="18"/>
                                    <w:szCs w:val="18"/>
                                    <w:lang w:val="en-GB"/>
                                  </w:rPr>
                                  <w:alias w:val="Status"/>
                                  <w:tag w:val=""/>
                                  <w:id w:val="-555703479"/>
                                  <w:dataBinding w:prefixMappings="xmlns:ns0='http://purl.org/dc/elements/1.1/' xmlns:ns1='http://schemas.openxmlformats.org/package/2006/metadata/core-properties' " w:xpath="/ns1:coreProperties[1]/ns1:contentStatus[1]" w:storeItemID="{6C3C8BC8-F283-45AE-878A-BAB7291924A1}"/>
                                  <w:text/>
                                </w:sdtPr>
                                <w:sdtEndPr/>
                                <w:sdtContent>
                                  <w:p w:rsidR="00165B98" w:rsidRPr="0009698E" w:rsidRDefault="008B6C92" w:rsidP="00F809CD">
                                    <w:pPr>
                                      <w:pStyle w:val="NoSpacing"/>
                                      <w:suppressOverlap/>
                                      <w:rPr>
                                        <w:rFonts w:cs="Arial"/>
                                        <w:sz w:val="18"/>
                                        <w:szCs w:val="18"/>
                                        <w:lang w:val="en-GB"/>
                                      </w:rPr>
                                    </w:pPr>
                                    <w:r>
                                      <w:rPr>
                                        <w:rFonts w:cs="Arial"/>
                                        <w:sz w:val="18"/>
                                        <w:szCs w:val="18"/>
                                        <w:lang w:val="en-GB"/>
                                      </w:rPr>
                                      <w:t>PUBLIC (rev 2B)</w:t>
                                    </w:r>
                                  </w:p>
                                </w:sdtContent>
                              </w:sdt>
                            </w:tc>
                            <w:tc>
                              <w:tcPr>
                                <w:tcW w:w="63" w:type="dxa"/>
                                <w:shd w:val="clear" w:color="auto" w:fill="auto"/>
                              </w:tcPr>
                              <w:p w:rsidR="00165B98" w:rsidRPr="009C3996" w:rsidRDefault="00165B98" w:rsidP="00F809CD">
                                <w:pPr>
                                  <w:pStyle w:val="Geadresseerde"/>
                                  <w:ind w:left="-2214" w:firstLine="2214"/>
                                  <w:rPr>
                                    <w:lang w:val="en-GB"/>
                                  </w:rPr>
                                </w:pPr>
                              </w:p>
                            </w:tc>
                          </w:tr>
                        </w:tbl>
                        <w:p w:rsidR="00165B98" w:rsidRPr="002B0E2F" w:rsidRDefault="00165B98">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7" o:spid="_x0000_s1029" type="#_x0000_t202" style="position:absolute;margin-left:-34pt;margin-top:794pt;width:198pt;height:40.5pt;z-index:251644416;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" fillcolor="white [3201]" stroked="f" strokeweight=".5pt">
              <v:textbox>
                <w:txbxContent>
                  <w:tbl>
                    <w:tblPr>
                      <w:tblStyle w:val="TableGrid"/>
                      <w:tblOverlap w:val="never"/>
                      <w:tblW w:w="3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86"/>
                      <w:gridCol w:w="2504"/>
                      <w:gridCol w:w="63"/>
                    </w:tblGrid>
                    <w:tr w:rsidR="00165B98" w:rsidRPr="002B0E2F" w:rsidTr="003E5AC3">
                      <w:trPr>
                        <w:trHeight w:val="12845"/>
                      </w:trPr>
                      <w:tc>
                        <w:tcPr>
                          <w:tcW w:w="1186" w:type="dxa"/>
                          <w:shd w:val="clear" w:color="auto" w:fill="auto"/>
                        </w:tcPr>
                        <w:p w:rsidR="00165B98" w:rsidRPr="0009698E" w:rsidRDefault="00165B98" w:rsidP="00F809CD">
                          <w:pPr>
                            <w:pStyle w:val="NoSpacing"/>
                            <w:suppressOverlap/>
                            <w:rPr>
                              <w:sz w:val="18"/>
                            </w:rPr>
                          </w:pPr>
                          <w:proofErr w:type="spellStart"/>
                          <w:r w:rsidRPr="0009698E">
                            <w:rPr>
                              <w:sz w:val="18"/>
                            </w:rPr>
                            <w:t>Published</w:t>
                          </w:r>
                          <w:proofErr w:type="spellEnd"/>
                        </w:p>
                        <w:p w:rsidR="00165B98" w:rsidRPr="0009698E" w:rsidRDefault="00165B98" w:rsidP="00F809CD">
                          <w:pPr>
                            <w:pStyle w:val="NoSpacing"/>
                            <w:suppressOverlap/>
                            <w:rPr>
                              <w:sz w:val="18"/>
                            </w:rPr>
                          </w:pPr>
                          <w:r w:rsidRPr="0009698E">
                            <w:rPr>
                              <w:sz w:val="18"/>
                            </w:rPr>
                            <w:t>Reference</w:t>
                          </w:r>
                        </w:p>
                        <w:p w:rsidR="00165B98" w:rsidRPr="0009698E" w:rsidRDefault="00165B98" w:rsidP="00F809CD">
                          <w:pPr>
                            <w:pStyle w:val="NoSpacing"/>
                            <w:suppressOverlap/>
                            <w:rPr>
                              <w:sz w:val="18"/>
                              <w:szCs w:val="18"/>
                            </w:rPr>
                          </w:pPr>
                          <w:r>
                            <w:rPr>
                              <w:sz w:val="18"/>
                              <w:szCs w:val="18"/>
                            </w:rPr>
                            <w:t>Status</w:t>
                          </w:r>
                        </w:p>
                      </w:tc>
                      <w:tc>
                        <w:tcPr>
                          <w:tcW w:w="2504" w:type="dxa"/>
                          <w:shd w:val="clear" w:color="auto" w:fill="auto"/>
                        </w:tcPr>
                        <w:sdt>
                          <w:sdtPr>
                            <w:rPr>
                              <w:sz w:val="18"/>
                              <w:szCs w:val="18"/>
                            </w:rPr>
                            <w:alias w:val="Publish Date"/>
                            <w:tag w:val=""/>
                            <w:id w:val="-772391499"/>
                            <w:dataBinding w:prefixMappings="xmlns:ns0='http://schemas.microsoft.com/office/2006/coverPageProps' " w:xpath="/ns0:CoverPageProperties[1]/ns0:PublishDate[1]" w:storeItemID="{55AF091B-3C7A-41E3-B477-F2FDAA23CFDA}"/>
                            <w:date w:fullDate="2021-01-07T00:00:00Z">
                              <w:dateFormat w:val="yyyy-MM-dd"/>
                              <w:lid w:val="en-US"/>
                              <w:storeMappedDataAs w:val="dateTime"/>
                              <w:calendar w:val="gregorian"/>
                            </w:date>
                          </w:sdtPr>
                          <w:sdtEndPr/>
                          <w:sdtContent>
                            <w:p w:rsidR="00165B98" w:rsidRPr="0009698E" w:rsidRDefault="00E67072" w:rsidP="00F809CD">
                              <w:pPr>
                                <w:pStyle w:val="NoSpacing"/>
                                <w:suppressOverlap/>
                                <w:rPr>
                                  <w:sz w:val="18"/>
                                  <w:szCs w:val="18"/>
                                  <w:lang w:val="en-GB"/>
                                </w:rPr>
                              </w:pPr>
                              <w:r>
                                <w:rPr>
                                  <w:sz w:val="18"/>
                                  <w:szCs w:val="18"/>
                                  <w:lang w:val="en-US"/>
                                </w:rPr>
                                <w:t>2021-01-07</w:t>
                              </w:r>
                            </w:p>
                          </w:sdtContent>
                        </w:sdt>
                        <w:sdt>
                          <w:sdtPr>
                            <w:rPr>
                              <w:rFonts w:cs="Arial"/>
                              <w:sz w:val="18"/>
                              <w:szCs w:val="18"/>
                              <w:lang w:val="en-GB"/>
                            </w:rPr>
                            <w:alias w:val="Keywords"/>
                            <w:tag w:val=""/>
                            <w:id w:val="-1838989351"/>
                            <w:dataBinding w:prefixMappings="xmlns:ns0='http://purl.org/dc/elements/1.1/' xmlns:ns1='http://schemas.openxmlformats.org/package/2006/metadata/core-properties' " w:xpath="/ns1:coreProperties[1]/ns1:keywords[1]" w:storeItemID="{6C3C8BC8-F283-45AE-878A-BAB7291924A1}"/>
                            <w:text/>
                          </w:sdtPr>
                          <w:sdtEndPr/>
                          <w:sdtContent>
                            <w:p w:rsidR="00165B98" w:rsidRDefault="002B0E2F" w:rsidP="00F809CD">
                              <w:pPr>
                                <w:pStyle w:val="NoSpacing"/>
                                <w:suppressOverlap/>
                                <w:rPr>
                                  <w:rFonts w:cs="Arial"/>
                                  <w:sz w:val="18"/>
                                  <w:szCs w:val="18"/>
                                  <w:lang w:val="en-GB"/>
                                </w:rPr>
                              </w:pPr>
                              <w:r>
                                <w:rPr>
                                  <w:rFonts w:cs="Arial"/>
                                  <w:sz w:val="18"/>
                                  <w:szCs w:val="18"/>
                                  <w:lang w:val="en-GB"/>
                                </w:rPr>
                                <w:t>doi:10.5281/zenodo.4629137</w:t>
                              </w:r>
                            </w:p>
                          </w:sdtContent>
                        </w:sdt>
                        <w:sdt>
                          <w:sdtPr>
                            <w:rPr>
                              <w:rFonts w:cs="Arial"/>
                              <w:sz w:val="18"/>
                              <w:szCs w:val="18"/>
                              <w:lang w:val="en-GB"/>
                            </w:rPr>
                            <w:alias w:val="Status"/>
                            <w:tag w:val=""/>
                            <w:id w:val="-555703479"/>
                            <w:dataBinding w:prefixMappings="xmlns:ns0='http://purl.org/dc/elements/1.1/' xmlns:ns1='http://schemas.openxmlformats.org/package/2006/metadata/core-properties' " w:xpath="/ns1:coreProperties[1]/ns1:contentStatus[1]" w:storeItemID="{6C3C8BC8-F283-45AE-878A-BAB7291924A1}"/>
                            <w:text/>
                          </w:sdtPr>
                          <w:sdtEndPr/>
                          <w:sdtContent>
                            <w:p w:rsidR="00165B98" w:rsidRPr="0009698E" w:rsidRDefault="008B6C92" w:rsidP="00F809CD">
                              <w:pPr>
                                <w:pStyle w:val="NoSpacing"/>
                                <w:suppressOverlap/>
                                <w:rPr>
                                  <w:rFonts w:cs="Arial"/>
                                  <w:sz w:val="18"/>
                                  <w:szCs w:val="18"/>
                                  <w:lang w:val="en-GB"/>
                                </w:rPr>
                              </w:pPr>
                              <w:r>
                                <w:rPr>
                                  <w:rFonts w:cs="Arial"/>
                                  <w:sz w:val="18"/>
                                  <w:szCs w:val="18"/>
                                  <w:lang w:val="en-GB"/>
                                </w:rPr>
                                <w:t>PUBLIC (rev 2B)</w:t>
                              </w:r>
                            </w:p>
                          </w:sdtContent>
                        </w:sdt>
                      </w:tc>
                      <w:tc>
                        <w:tcPr>
                          <w:tcW w:w="63" w:type="dxa"/>
                          <w:shd w:val="clear" w:color="auto" w:fill="auto"/>
                        </w:tcPr>
                        <w:p w:rsidR="00165B98" w:rsidRPr="009C3996" w:rsidRDefault="00165B98" w:rsidP="00F809CD">
                          <w:pPr>
                            <w:pStyle w:val="Geadresseerde"/>
                            <w:ind w:left="-2214" w:firstLine="2214"/>
                            <w:rPr>
                              <w:lang w:val="en-GB"/>
                            </w:rPr>
                          </w:pPr>
                        </w:p>
                      </w:tc>
                    </w:tr>
                  </w:tbl>
                  <w:p w:rsidR="00165B98" w:rsidRPr="002B0E2F" w:rsidRDefault="00165B98">
                    <w:pPr>
                      <w:rPr>
                        <w:lang w:val="en-US"/>
                      </w:rPr>
                    </w:pPr>
                  </w:p>
                </w:txbxContent>
              </v:textbox>
              <w10:wrap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6DDD" w:rsidRDefault="001F6DDD" w:rsidP="00694401">
      <w:r>
        <w:separator/>
      </w:r>
    </w:p>
  </w:footnote>
  <w:footnote w:type="continuationSeparator" w:id="0">
    <w:p w:rsidR="001F6DDD" w:rsidRDefault="001F6DDD" w:rsidP="00694401">
      <w:r>
        <w:continuationSeparator/>
      </w:r>
    </w:p>
  </w:footnote>
  <w:footnote w:type="continuationNotice" w:id="1">
    <w:p w:rsidR="001F6DDD" w:rsidRDefault="001F6DDD">
      <w:pPr>
        <w:spacing w:line="240" w:lineRule="auto"/>
      </w:pPr>
    </w:p>
  </w:footnote>
  <w:footnote w:id="2">
    <w:p w:rsidR="00165B98" w:rsidRPr="00B57435" w:rsidRDefault="00165B98" w:rsidP="0076417C">
      <w:pPr>
        <w:pStyle w:val="FootnoteText"/>
        <w:rPr>
          <w:lang w:val="en-US"/>
        </w:rPr>
      </w:pPr>
      <w:r>
        <w:rPr>
          <w:rStyle w:val="FootnoteReference"/>
        </w:rPr>
        <w:footnoteRef/>
      </w:r>
      <w:r w:rsidRPr="00B57435">
        <w:rPr>
          <w:lang w:val="en-US"/>
        </w:rPr>
        <w:t xml:space="preserve"> </w:t>
      </w:r>
      <w:hyperlink r:id="rId1" w:history="1">
        <w:r w:rsidRPr="00B57435">
          <w:rPr>
            <w:rStyle w:val="Hyperlink"/>
            <w:lang w:val="en-US"/>
          </w:rPr>
          <w:t>https://ec.europa.eu/digital-single-market/en/news/proposal-directive-measures-high-common-level-cybersecurity-across-union</w:t>
        </w:r>
      </w:hyperlink>
    </w:p>
  </w:footnote>
  <w:footnote w:id="3">
    <w:p w:rsidR="00165B98" w:rsidRPr="00B57435" w:rsidRDefault="00165B98" w:rsidP="00542E03">
      <w:pPr>
        <w:pStyle w:val="FootnoteText"/>
        <w:rPr>
          <w:lang w:val="en-US"/>
        </w:rPr>
      </w:pPr>
      <w:r>
        <w:rPr>
          <w:rStyle w:val="FootnoteReference"/>
        </w:rPr>
        <w:footnoteRef/>
      </w:r>
      <w:r w:rsidRPr="00B57435">
        <w:rPr>
          <w:lang w:val="en-US"/>
        </w:rPr>
        <w:t xml:space="preserve"> </w:t>
      </w:r>
      <w:r>
        <w:rPr>
          <w:lang w:val="en-US"/>
        </w:rPr>
        <w:t>“</w:t>
      </w:r>
      <w:r w:rsidRPr="00542E03">
        <w:rPr>
          <w:i/>
          <w:lang w:val="en-US"/>
        </w:rPr>
        <w:t>Draft NIS2 Directive</w:t>
      </w:r>
      <w:r>
        <w:rPr>
          <w:lang w:val="en-US"/>
        </w:rPr>
        <w:t xml:space="preserve">”, </w:t>
      </w:r>
      <w:r w:rsidRPr="00B57435">
        <w:rPr>
          <w:lang w:val="en-US"/>
        </w:rPr>
        <w:t>Proposal for a</w:t>
      </w:r>
      <w:r>
        <w:rPr>
          <w:lang w:val="en-US"/>
        </w:rPr>
        <w:t xml:space="preserve"> Directive […] </w:t>
      </w:r>
      <w:r>
        <w:rPr>
          <w:i/>
          <w:lang w:val="en-US"/>
        </w:rPr>
        <w:t>o</w:t>
      </w:r>
      <w:r w:rsidRPr="00B57435">
        <w:rPr>
          <w:i/>
          <w:lang w:val="en-US"/>
        </w:rPr>
        <w:t>n measures for a high common level of cybersecurity across the Union</w:t>
      </w:r>
      <w:r>
        <w:rPr>
          <w:lang w:val="en-US"/>
        </w:rPr>
        <w:t xml:space="preserve">, </w:t>
      </w:r>
      <w:r w:rsidRPr="00B57435">
        <w:rPr>
          <w:lang w:val="en-US"/>
        </w:rPr>
        <w:t>COM(2020) 823 final</w:t>
      </w:r>
      <w:r>
        <w:rPr>
          <w:lang w:val="en-US"/>
        </w:rPr>
        <w:t xml:space="preserve">, </w:t>
      </w:r>
      <w:r w:rsidRPr="00B57435">
        <w:rPr>
          <w:lang w:val="en-US"/>
        </w:rPr>
        <w:t xml:space="preserve"> </w:t>
      </w:r>
      <w:r w:rsidR="001F6DDD">
        <w:fldChar w:fldCharType="begin"/>
      </w:r>
      <w:r w:rsidR="001F6DDD" w:rsidRPr="002B0E2F">
        <w:rPr>
          <w:lang w:val="en-US"/>
        </w:rPr>
        <w:instrText xml:space="preserve"> HYPERLINK "https://ec.europa.eu/newsroom/dae/document.cfm?doc_id=72166" </w:instrText>
      </w:r>
      <w:r w:rsidR="001F6DDD">
        <w:fldChar w:fldCharType="separate"/>
      </w:r>
      <w:r w:rsidRPr="00A439F3">
        <w:rPr>
          <w:rStyle w:val="Hyperlink"/>
          <w:lang w:val="en-US"/>
        </w:rPr>
        <w:t>https://ec.europa.eu/newsroom/dae/document.cfm?doc_id=72166</w:t>
      </w:r>
      <w:r w:rsidR="001F6DDD">
        <w:rPr>
          <w:rStyle w:val="Hyperlink"/>
          <w:lang w:val="en-US"/>
        </w:rPr>
        <w:fldChar w:fldCharType="end"/>
      </w:r>
      <w:r>
        <w:rPr>
          <w:lang w:val="en-US"/>
        </w:rPr>
        <w:t xml:space="preserve"> </w:t>
      </w:r>
    </w:p>
  </w:footnote>
  <w:footnote w:id="4">
    <w:p w:rsidR="00165B98" w:rsidRPr="00542E03" w:rsidRDefault="00165B98">
      <w:pPr>
        <w:pStyle w:val="FootnoteText"/>
        <w:rPr>
          <w:lang w:val="en-US"/>
        </w:rPr>
      </w:pPr>
      <w:r>
        <w:rPr>
          <w:rStyle w:val="FootnoteReference"/>
        </w:rPr>
        <w:footnoteRef/>
      </w:r>
      <w:r w:rsidRPr="00542E03">
        <w:rPr>
          <w:lang w:val="en-US"/>
        </w:rPr>
        <w:t xml:space="preserve"> </w:t>
      </w:r>
      <w:r>
        <w:rPr>
          <w:lang w:val="en-US"/>
        </w:rPr>
        <w:t xml:space="preserve">Ibid. </w:t>
      </w:r>
      <w:r w:rsidRPr="00542E03">
        <w:rPr>
          <w:i/>
          <w:lang w:val="en-US"/>
        </w:rPr>
        <w:t>Draft NIS2 Directive</w:t>
      </w:r>
      <w:r>
        <w:rPr>
          <w:lang w:val="en-US"/>
        </w:rPr>
        <w:t>, recital (20).</w:t>
      </w:r>
    </w:p>
  </w:footnote>
  <w:footnote w:id="5">
    <w:p w:rsidR="00165B98" w:rsidRPr="007B7369" w:rsidRDefault="00165B98">
      <w:pPr>
        <w:pStyle w:val="FootnoteText"/>
        <w:rPr>
          <w:lang w:val="en-US"/>
        </w:rPr>
      </w:pPr>
      <w:r>
        <w:rPr>
          <w:rStyle w:val="FootnoteReference"/>
        </w:rPr>
        <w:footnoteRef/>
      </w:r>
      <w:r w:rsidRPr="007B7369">
        <w:rPr>
          <w:lang w:val="en-US"/>
        </w:rPr>
        <w:t xml:space="preserve"> Commission Staff Working Document</w:t>
      </w:r>
      <w:r>
        <w:rPr>
          <w:lang w:val="en-US"/>
        </w:rPr>
        <w:t>:</w:t>
      </w:r>
      <w:r w:rsidRPr="008D4C2F">
        <w:rPr>
          <w:i/>
          <w:lang w:val="en-US"/>
        </w:rPr>
        <w:t xml:space="preserve"> Impact Assessment Report</w:t>
      </w:r>
      <w:r>
        <w:rPr>
          <w:lang w:val="en-US"/>
        </w:rPr>
        <w:t xml:space="preserve"> </w:t>
      </w:r>
      <w:r w:rsidRPr="008D4C2F">
        <w:rPr>
          <w:lang w:val="en-US"/>
        </w:rPr>
        <w:t>SWD(2020) 345 final</w:t>
      </w:r>
      <w:r>
        <w:rPr>
          <w:lang w:val="en-US"/>
        </w:rPr>
        <w:t xml:space="preserve">, </w:t>
      </w:r>
      <w:r w:rsidR="001F6DDD">
        <w:fldChar w:fldCharType="begin"/>
      </w:r>
      <w:r w:rsidR="001F6DDD" w:rsidRPr="002B0E2F">
        <w:rPr>
          <w:lang w:val="en-US"/>
        </w:rPr>
        <w:instrText xml:space="preserve"> HYPERLINK "https://ec.europa.eu/digital-single-market/en/news/imp</w:instrText>
      </w:r>
      <w:r w:rsidR="001F6DDD" w:rsidRPr="002B0E2F">
        <w:rPr>
          <w:lang w:val="en-US"/>
        </w:rPr>
        <w:instrText xml:space="preserve">act-assessment-proposal-directive-measures-high-common-level-cybersecurity-across-union" </w:instrText>
      </w:r>
      <w:r w:rsidR="001F6DDD">
        <w:fldChar w:fldCharType="separate"/>
      </w:r>
      <w:r w:rsidRPr="00A439F3">
        <w:rPr>
          <w:rStyle w:val="Hyperlink"/>
          <w:lang w:val="en-US"/>
        </w:rPr>
        <w:t>https://ec.europa.eu/digital-single-market/en/news/impact-assessment-proposal-directive-measures-high-common-level-cybersecurity-across-union</w:t>
      </w:r>
      <w:r w:rsidR="001F6DDD">
        <w:rPr>
          <w:rStyle w:val="Hyperlink"/>
          <w:lang w:val="en-US"/>
        </w:rPr>
        <w:fldChar w:fldCharType="end"/>
      </w:r>
      <w:r>
        <w:rPr>
          <w:lang w:val="en-US"/>
        </w:rPr>
        <w:t>, pg. 57</w:t>
      </w:r>
    </w:p>
  </w:footnote>
  <w:footnote w:id="6">
    <w:p w:rsidR="00165B98" w:rsidRPr="005719AA" w:rsidRDefault="00165B98">
      <w:pPr>
        <w:pStyle w:val="FootnoteText"/>
        <w:rPr>
          <w:lang w:val="en-US"/>
        </w:rPr>
      </w:pPr>
      <w:r>
        <w:rPr>
          <w:rStyle w:val="FootnoteReference"/>
        </w:rPr>
        <w:footnoteRef/>
      </w:r>
      <w:r w:rsidRPr="005719AA">
        <w:rPr>
          <w:lang w:val="en-US"/>
        </w:rPr>
        <w:t xml:space="preserve"> Ibid.</w:t>
      </w:r>
      <w:r>
        <w:rPr>
          <w:lang w:val="en-US"/>
        </w:rPr>
        <w:t xml:space="preserve">, </w:t>
      </w:r>
      <w:r w:rsidRPr="008D4C2F">
        <w:rPr>
          <w:i/>
          <w:lang w:val="en-US"/>
        </w:rPr>
        <w:t>Impact Assessment Report</w:t>
      </w:r>
      <w:r>
        <w:rPr>
          <w:lang w:val="en-US"/>
        </w:rPr>
        <w:t xml:space="preserve"> </w:t>
      </w:r>
      <w:r w:rsidRPr="008D4C2F">
        <w:rPr>
          <w:lang w:val="en-US"/>
        </w:rPr>
        <w:t>SWD(2020) 345 final</w:t>
      </w:r>
      <w:r>
        <w:rPr>
          <w:lang w:val="en-US"/>
        </w:rPr>
        <w:t>, pg 57</w:t>
      </w:r>
    </w:p>
  </w:footnote>
  <w:footnote w:id="7">
    <w:p w:rsidR="00165B98" w:rsidRPr="00B57435" w:rsidRDefault="00165B98">
      <w:pPr>
        <w:pStyle w:val="FootnoteText"/>
        <w:rPr>
          <w:lang w:val="en-US"/>
        </w:rPr>
      </w:pPr>
      <w:r>
        <w:rPr>
          <w:rStyle w:val="FootnoteReference"/>
        </w:rPr>
        <w:footnoteRef/>
      </w:r>
      <w:r w:rsidRPr="00B57435">
        <w:rPr>
          <w:lang w:val="en-US"/>
        </w:rPr>
        <w:t xml:space="preserve"> </w:t>
      </w:r>
      <w:r w:rsidR="001F6DDD">
        <w:fldChar w:fldCharType="begin"/>
      </w:r>
      <w:r w:rsidR="001F6DDD" w:rsidRPr="002B0E2F">
        <w:rPr>
          <w:lang w:val="en-US"/>
        </w:rPr>
        <w:instrText xml:space="preserve"> HYPERLINK "https://ec.europa.eu/newsroom/dae/document.cfm?doc_id=72172" </w:instrText>
      </w:r>
      <w:r w:rsidR="001F6DDD">
        <w:fldChar w:fldCharType="separate"/>
      </w:r>
      <w:r w:rsidRPr="00A439F3">
        <w:rPr>
          <w:rStyle w:val="Hyperlink"/>
          <w:lang w:val="en-US"/>
        </w:rPr>
        <w:t>https://ec.europa.eu/newsroom/dae/document.cfm?doc_id=72172</w:t>
      </w:r>
      <w:r w:rsidR="001F6DDD">
        <w:rPr>
          <w:rStyle w:val="Hyperlink"/>
          <w:lang w:val="en-US"/>
        </w:rPr>
        <w:fldChar w:fldCharType="end"/>
      </w:r>
      <w:r>
        <w:rPr>
          <w:lang w:val="en-US"/>
        </w:rPr>
        <w:t xml:space="preserve"> </w:t>
      </w:r>
    </w:p>
  </w:footnote>
  <w:footnote w:id="8">
    <w:p w:rsidR="00165B98" w:rsidRPr="00165B98" w:rsidRDefault="00165B98">
      <w:pPr>
        <w:pStyle w:val="FootnoteText"/>
        <w:rPr>
          <w:lang w:val="en-US"/>
        </w:rPr>
      </w:pPr>
      <w:r>
        <w:rPr>
          <w:rStyle w:val="FootnoteReference"/>
        </w:rPr>
        <w:footnoteRef/>
      </w:r>
      <w:r w:rsidRPr="00165B98">
        <w:rPr>
          <w:lang w:val="en-US"/>
        </w:rPr>
        <w:t xml:space="preserve"> </w:t>
      </w:r>
      <w:r w:rsidRPr="008D4C2F">
        <w:rPr>
          <w:i/>
          <w:lang w:val="en-US"/>
        </w:rPr>
        <w:t>Impact Assessment Report</w:t>
      </w:r>
      <w:r>
        <w:rPr>
          <w:lang w:val="en-US"/>
        </w:rPr>
        <w:t xml:space="preserve"> </w:t>
      </w:r>
      <w:r w:rsidRPr="008D4C2F">
        <w:rPr>
          <w:lang w:val="en-US"/>
        </w:rPr>
        <w:t>SWD(2020) 345 final</w:t>
      </w:r>
      <w:r>
        <w:rPr>
          <w:lang w:val="en-US"/>
        </w:rPr>
        <w:t xml:space="preserve">, pg. </w:t>
      </w:r>
      <w:r w:rsidR="002C4137">
        <w:rPr>
          <w:lang w:val="en-US"/>
        </w:rPr>
        <w:t>60-</w:t>
      </w:r>
      <w:r>
        <w:rPr>
          <w:lang w:val="en-US"/>
        </w:rPr>
        <w:t>61.</w:t>
      </w:r>
    </w:p>
  </w:footnote>
  <w:footnote w:id="9">
    <w:p w:rsidR="008C05AA" w:rsidRPr="008C05AA" w:rsidRDefault="008C05AA">
      <w:pPr>
        <w:pStyle w:val="FootnoteText"/>
        <w:rPr>
          <w:lang w:val="en-US"/>
        </w:rPr>
      </w:pPr>
      <w:r>
        <w:rPr>
          <w:rStyle w:val="FootnoteReference"/>
        </w:rPr>
        <w:footnoteRef/>
      </w:r>
      <w:r w:rsidRPr="008C05AA">
        <w:rPr>
          <w:lang w:val="en-US"/>
        </w:rPr>
        <w:t xml:space="preserve"> </w:t>
      </w:r>
      <w:r w:rsidRPr="008D4C2F">
        <w:rPr>
          <w:i/>
          <w:lang w:val="en-US"/>
        </w:rPr>
        <w:t>Impact Assessment Report</w:t>
      </w:r>
      <w:r>
        <w:rPr>
          <w:lang w:val="en-US"/>
        </w:rPr>
        <w:t xml:space="preserve"> </w:t>
      </w:r>
      <w:r w:rsidRPr="008D4C2F">
        <w:rPr>
          <w:lang w:val="en-US"/>
        </w:rPr>
        <w:t>SWD(2020) 345 final</w:t>
      </w:r>
      <w:r>
        <w:rPr>
          <w:lang w:val="en-US"/>
        </w:rPr>
        <w:t>, pg. 5</w:t>
      </w:r>
    </w:p>
  </w:footnote>
  <w:footnote w:id="10">
    <w:p w:rsidR="00165B98" w:rsidRPr="007D77EF" w:rsidRDefault="00165B98">
      <w:pPr>
        <w:pStyle w:val="FootnoteText"/>
        <w:rPr>
          <w:lang w:val="en-US"/>
        </w:rPr>
      </w:pPr>
      <w:r>
        <w:rPr>
          <w:rStyle w:val="FootnoteReference"/>
        </w:rPr>
        <w:footnoteRef/>
      </w:r>
      <w:r w:rsidRPr="007D77EF">
        <w:rPr>
          <w:lang w:val="en-US"/>
        </w:rPr>
        <w:t xml:space="preserve"> </w:t>
      </w:r>
      <w:r w:rsidRPr="008D4C2F">
        <w:rPr>
          <w:i/>
          <w:lang w:val="en-US"/>
        </w:rPr>
        <w:t>Impact Assessment Report</w:t>
      </w:r>
      <w:r>
        <w:rPr>
          <w:lang w:val="en-US"/>
        </w:rPr>
        <w:t xml:space="preserve"> </w:t>
      </w:r>
      <w:r w:rsidRPr="008D4C2F">
        <w:rPr>
          <w:lang w:val="en-US"/>
        </w:rPr>
        <w:t>SWD(2020) 345 final</w:t>
      </w:r>
    </w:p>
  </w:footnote>
  <w:footnote w:id="11">
    <w:p w:rsidR="00165B98" w:rsidRPr="00E75F24" w:rsidRDefault="00165B98">
      <w:pPr>
        <w:pStyle w:val="FootnoteText"/>
        <w:rPr>
          <w:lang w:val="en-US"/>
        </w:rPr>
      </w:pPr>
      <w:r>
        <w:rPr>
          <w:rStyle w:val="FootnoteReference"/>
        </w:rPr>
        <w:footnoteRef/>
      </w:r>
      <w:r w:rsidRPr="00E75F24">
        <w:rPr>
          <w:lang w:val="en-US"/>
        </w:rPr>
        <w:t xml:space="preserve"> </w:t>
      </w:r>
      <w:r>
        <w:rPr>
          <w:lang w:val="en-US"/>
        </w:rPr>
        <w:t>List of samples compiled on January 6</w:t>
      </w:r>
      <w:r w:rsidRPr="00E75F24">
        <w:rPr>
          <w:vertAlign w:val="superscript"/>
          <w:lang w:val="en-US"/>
        </w:rPr>
        <w:t>th</w:t>
      </w:r>
      <w:r>
        <w:rPr>
          <w:lang w:val="en-US"/>
        </w:rPr>
        <w:t>, 2021, based on then-current data from the country-level TLD registries. Listed companies have at least one of their name servers pointing to internet address</w:t>
      </w:r>
      <w:r w:rsidR="008B6C92">
        <w:rPr>
          <w:lang w:val="en-US"/>
        </w:rPr>
        <w:t>es</w:t>
      </w:r>
      <w:r>
        <w:rPr>
          <w:lang w:val="en-US"/>
        </w:rPr>
        <w:t xml:space="preserve"> that they administer themselves, based on RIR internet address databases. Some, like Unilever, Skoda, and Sandvik, exclusively use their own servers and have no external secondary servers.</w:t>
      </w:r>
    </w:p>
  </w:footnote>
  <w:footnote w:id="12">
    <w:p w:rsidR="00165B98" w:rsidRPr="008D4C2F" w:rsidRDefault="00165B98">
      <w:pPr>
        <w:pStyle w:val="FootnoteText"/>
        <w:rPr>
          <w:lang w:val="en-US"/>
        </w:rPr>
      </w:pPr>
      <w:r>
        <w:rPr>
          <w:rStyle w:val="FootnoteReference"/>
        </w:rPr>
        <w:footnoteRef/>
      </w:r>
      <w:r w:rsidRPr="008D4C2F">
        <w:rPr>
          <w:lang w:val="en-US"/>
        </w:rPr>
        <w:t xml:space="preserve"> </w:t>
      </w:r>
      <w:r w:rsidRPr="008D4C2F">
        <w:rPr>
          <w:i/>
          <w:lang w:val="en-US"/>
        </w:rPr>
        <w:t>Impact Assessment Report</w:t>
      </w:r>
      <w:r>
        <w:rPr>
          <w:lang w:val="en-US"/>
        </w:rPr>
        <w:t xml:space="preserve"> </w:t>
      </w:r>
      <w:r w:rsidRPr="008D4C2F">
        <w:rPr>
          <w:lang w:val="en-US"/>
        </w:rPr>
        <w:t>SWD(2020) 345 final</w:t>
      </w:r>
    </w:p>
  </w:footnote>
  <w:footnote w:id="13">
    <w:p w:rsidR="00165B98" w:rsidRPr="008D4C2F" w:rsidRDefault="00165B98">
      <w:pPr>
        <w:pStyle w:val="FootnoteText"/>
        <w:rPr>
          <w:lang w:val="en-US"/>
        </w:rPr>
      </w:pPr>
      <w:r>
        <w:rPr>
          <w:rStyle w:val="FootnoteReference"/>
        </w:rPr>
        <w:footnoteRef/>
      </w:r>
      <w:r w:rsidRPr="008D4C2F">
        <w:rPr>
          <w:lang w:val="en-US"/>
        </w:rPr>
        <w:t xml:space="preserve"> </w:t>
      </w:r>
      <w:r w:rsidRPr="008D4C2F">
        <w:rPr>
          <w:i/>
          <w:lang w:val="en-US"/>
        </w:rPr>
        <w:t>Commission Staff Working Document, Impact Assessment Report</w:t>
      </w:r>
      <w:r>
        <w:rPr>
          <w:lang w:val="en-US"/>
        </w:rPr>
        <w:t xml:space="preserve"> </w:t>
      </w:r>
      <w:r w:rsidRPr="008D4C2F">
        <w:rPr>
          <w:lang w:val="en-US"/>
        </w:rPr>
        <w:t>SWD(2020) 345 final</w:t>
      </w:r>
      <w:r>
        <w:rPr>
          <w:lang w:val="en-US"/>
        </w:rPr>
        <w:t>, page 62</w:t>
      </w:r>
    </w:p>
  </w:footnote>
  <w:footnote w:id="14">
    <w:p w:rsidR="00165B98" w:rsidRPr="00294DA5" w:rsidRDefault="00165B98">
      <w:pPr>
        <w:pStyle w:val="FootnoteText"/>
        <w:rPr>
          <w:lang w:val="en-US"/>
        </w:rPr>
      </w:pPr>
      <w:r>
        <w:rPr>
          <w:rStyle w:val="FootnoteReference"/>
        </w:rPr>
        <w:footnoteRef/>
      </w:r>
      <w:r w:rsidRPr="00294DA5">
        <w:rPr>
          <w:lang w:val="en-US"/>
        </w:rPr>
        <w:t xml:space="preserve"> </w:t>
      </w:r>
      <w:r>
        <w:rPr>
          <w:lang w:val="en-US"/>
        </w:rPr>
        <w:t>Draft NIS2 directive, Article 4 “Definitions”, (14).</w:t>
      </w:r>
    </w:p>
  </w:footnote>
  <w:footnote w:id="15">
    <w:p w:rsidR="00165B98" w:rsidRPr="0027024F" w:rsidRDefault="00165B98">
      <w:pPr>
        <w:pStyle w:val="FootnoteText"/>
        <w:rPr>
          <w:lang w:val="en-US"/>
        </w:rPr>
      </w:pPr>
      <w:r>
        <w:rPr>
          <w:rStyle w:val="FootnoteReference"/>
        </w:rPr>
        <w:footnoteRef/>
      </w:r>
      <w:r w:rsidRPr="0027024F">
        <w:rPr>
          <w:lang w:val="en-US"/>
        </w:rPr>
        <w:t xml:space="preserve"> </w:t>
      </w:r>
      <w:r>
        <w:rPr>
          <w:lang w:val="en-US"/>
        </w:rPr>
        <w:t>“</w:t>
      </w:r>
      <w:r w:rsidRPr="00367FFB">
        <w:rPr>
          <w:lang w:val="en-GB"/>
        </w:rPr>
        <w:t>[…] recursive DNS resolution: DNS resolvers provided by most internet service providers and by third parties, mostly large global technology companies located outside the EU.</w:t>
      </w:r>
      <w:r>
        <w:rPr>
          <w:lang w:val="en-GB"/>
        </w:rPr>
        <w:t xml:space="preserve">” </w:t>
      </w:r>
      <w:r w:rsidRPr="008D4C2F">
        <w:rPr>
          <w:i/>
          <w:lang w:val="en-US"/>
        </w:rPr>
        <w:t>Impact Assessment Report</w:t>
      </w:r>
      <w:r>
        <w:rPr>
          <w:lang w:val="en-US"/>
        </w:rPr>
        <w:t xml:space="preserve"> </w:t>
      </w:r>
      <w:r w:rsidRPr="008D4C2F">
        <w:rPr>
          <w:lang w:val="en-US"/>
        </w:rPr>
        <w:t>SWD(2020) 345 final</w:t>
      </w:r>
      <w:r>
        <w:rPr>
          <w:lang w:val="en-US"/>
        </w:rPr>
        <w:t>, page 62</w:t>
      </w:r>
    </w:p>
  </w:footnote>
  <w:footnote w:id="16">
    <w:p w:rsidR="00165B98" w:rsidRPr="00471099" w:rsidRDefault="00165B98">
      <w:pPr>
        <w:pStyle w:val="FootnoteText"/>
        <w:rPr>
          <w:lang w:val="en-US"/>
        </w:rPr>
      </w:pPr>
      <w:r>
        <w:rPr>
          <w:rStyle w:val="FootnoteReference"/>
        </w:rPr>
        <w:footnoteRef/>
      </w:r>
      <w:r w:rsidRPr="00471099">
        <w:rPr>
          <w:lang w:val="en-US"/>
        </w:rPr>
        <w:t xml:space="preserve"> </w:t>
      </w:r>
      <w:r>
        <w:rPr>
          <w:lang w:val="en-US"/>
        </w:rPr>
        <w:t>Country-level top level domain operators have long since required that at least two idempotent authoritative name servers are provided during domain name registration. Many self-managing organisations ensure those are geographically distributed, and – between academic and research establishments in particular – add cross-border mutual ‘secondary’ servers that further improve reliability. Many private enterprises similarly ensure reliability by operation of off-site, external, authoritative domain name resolvers for their domains.</w:t>
      </w:r>
    </w:p>
  </w:footnote>
  <w:footnote w:id="17">
    <w:p w:rsidR="00165B98" w:rsidRPr="00157612" w:rsidRDefault="00165B98">
      <w:pPr>
        <w:pStyle w:val="FootnoteText"/>
        <w:rPr>
          <w:lang w:val="en-US"/>
        </w:rPr>
      </w:pPr>
      <w:r>
        <w:rPr>
          <w:rStyle w:val="FootnoteReference"/>
        </w:rPr>
        <w:footnoteRef/>
      </w:r>
      <w:r w:rsidRPr="00157612">
        <w:rPr>
          <w:lang w:val="en-US"/>
        </w:rPr>
        <w:t xml:space="preserve"> https://regulatorydevelopments.jiscinvolve.org/wp/2021/01/05/whois-access-and-the-nis2/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5B98" w:rsidRDefault="00165B98">
    <w:r w:rsidRPr="00DC0154">
      <w:rPr>
        <w:noProof/>
        <w:lang w:val="en-US"/>
      </w:rPr>
      <mc:AlternateContent>
        <mc:Choice Requires="wps">
          <w:drawing>
            <wp:anchor distT="0" distB="0" distL="114300" distR="114300" simplePos="0" relativeHeight="251646464" behindDoc="1" locked="0" layoutInCell="1" allowOverlap="1" wp14:anchorId="06517686" wp14:editId="7E3CA567">
              <wp:simplePos x="0" y="0"/>
              <wp:positionH relativeFrom="page">
                <wp:posOffset>450215</wp:posOffset>
              </wp:positionH>
              <wp:positionV relativeFrom="page">
                <wp:posOffset>429895</wp:posOffset>
              </wp:positionV>
              <wp:extent cx="1344168" cy="612648"/>
              <wp:effectExtent l="0" t="0" r="0" b="0"/>
              <wp:wrapNone/>
              <wp:docPr id="11" name="Text Box 11"/>
              <wp:cNvGraphicFramePr/>
              <a:graphic xmlns:a="http://schemas.openxmlformats.org/drawingml/2006/main">
                <a:graphicData uri="http://schemas.microsoft.com/office/word/2010/wordprocessingShape">
                  <wps:wsp>
                    <wps:cNvSpPr txBox="1"/>
                    <wps:spPr>
                      <a:xfrm>
                        <a:off x="0" y="0"/>
                        <a:ext cx="1344168" cy="612648"/>
                      </a:xfrm>
                      <a:prstGeom prst="rect">
                        <a:avLst/>
                      </a:prstGeom>
                      <a:noFill/>
                      <a:ln w="6350">
                        <a:noFill/>
                      </a:ln>
                    </wps:spPr>
                    <wps:txbx>
                      <w:txbxContent>
                        <w:p w:rsidR="00165B98" w:rsidRPr="00DC6DB1" w:rsidRDefault="00165B98" w:rsidP="00DC0154">
                          <w:pPr>
                            <w:spacing w:line="240" w:lineRule="auto"/>
                            <w:rPr>
                              <w:rFonts w:ascii="Akkurat Std Mono" w:hAnsi="Akkurat Std Mono"/>
                              <w:color w:val="E6223D"/>
                              <w:sz w:val="16"/>
                              <w:szCs w:val="16"/>
                              <w:lang w:val="en-US"/>
                            </w:rPr>
                          </w:pPr>
                          <w:r>
                            <w:rPr>
                              <w:rFonts w:ascii="Akkurat Std Mono" w:hAnsi="Akkurat Std Mono"/>
                              <w:color w:val="E6223D"/>
                              <w:sz w:val="16"/>
                              <w:szCs w:val="16"/>
                              <w:lang w:val="en-US"/>
                            </w:rPr>
                            <w:t>National</w:t>
                          </w:r>
                          <w:r>
                            <w:rPr>
                              <w:rFonts w:ascii="Akkurat Std Mono" w:hAnsi="Akkurat Std Mono"/>
                              <w:color w:val="E6223D"/>
                              <w:sz w:val="16"/>
                              <w:szCs w:val="16"/>
                              <w:lang w:val="en-US"/>
                            </w:rPr>
                            <w:br/>
                            <w:t>Institute for</w:t>
                          </w:r>
                          <w:r>
                            <w:rPr>
                              <w:rFonts w:ascii="Akkurat Std Mono" w:hAnsi="Akkurat Std Mono"/>
                              <w:color w:val="E6223D"/>
                              <w:sz w:val="16"/>
                              <w:szCs w:val="16"/>
                              <w:lang w:val="en-US"/>
                            </w:rPr>
                            <w:br/>
                            <w:t>Subatomic Physics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517686" id="_x0000_t202" coordsize="21600,21600" o:spt="202" path="m,l,21600r21600,l21600,xe">
              <v:stroke joinstyle="miter"/>
              <v:path gradientshapeok="t" o:connecttype="rect"/>
            </v:shapetype>
            <v:shape id="Text Box 11" o:spid="_x0000_s1026" type="#_x0000_t202" style="position:absolute;margin-left:35.45pt;margin-top:33.85pt;width:105.85pt;height:48.25p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" filled="f" stroked="f" strokeweight=".5pt">
              <v:textbox>
                <w:txbxContent>
                  <w:p w:rsidR="00165B98" w:rsidRPr="00DC6DB1" w:rsidRDefault="00165B98" w:rsidP="00DC0154">
                    <w:pPr>
                      <w:spacing w:line="240" w:lineRule="auto"/>
                      <w:rPr>
                        <w:rFonts w:ascii="Akkurat Std Mono" w:hAnsi="Akkurat Std Mono"/>
                        <w:color w:val="E6223D"/>
                        <w:sz w:val="16"/>
                        <w:szCs w:val="16"/>
                        <w:lang w:val="en-US"/>
                      </w:rPr>
                    </w:pPr>
                    <w:r>
                      <w:rPr>
                        <w:rFonts w:ascii="Akkurat Std Mono" w:hAnsi="Akkurat Std Mono"/>
                        <w:color w:val="E6223D"/>
                        <w:sz w:val="16"/>
                        <w:szCs w:val="16"/>
                        <w:lang w:val="en-US"/>
                      </w:rPr>
                      <w:t>National</w:t>
                    </w:r>
                    <w:r>
                      <w:rPr>
                        <w:rFonts w:ascii="Akkurat Std Mono" w:hAnsi="Akkurat Std Mono"/>
                        <w:color w:val="E6223D"/>
                        <w:sz w:val="16"/>
                        <w:szCs w:val="16"/>
                        <w:lang w:val="en-US"/>
                      </w:rPr>
                      <w:br/>
                      <w:t>Institute for</w:t>
                    </w:r>
                    <w:r>
                      <w:rPr>
                        <w:rFonts w:ascii="Akkurat Std Mono" w:hAnsi="Akkurat Std Mono"/>
                        <w:color w:val="E6223D"/>
                        <w:sz w:val="16"/>
                        <w:szCs w:val="16"/>
                        <w:lang w:val="en-US"/>
                      </w:rPr>
                      <w:br/>
                      <w:t>Subatomic Physics</w:t>
                    </w:r>
                  </w:p>
                </w:txbxContent>
              </v:textbox>
              <w10:wrap anchorx="page" anchory="page"/>
            </v:shape>
          </w:pict>
        </mc:Fallback>
      </mc:AlternateContent>
    </w:r>
    <w:r w:rsidRPr="00DC0154">
      <w:rPr>
        <w:noProof/>
        <w:lang w:val="en-US"/>
      </w:rPr>
      <mc:AlternateContent>
        <mc:Choice Requires="wps">
          <w:drawing>
            <wp:anchor distT="0" distB="0" distL="114300" distR="114300" simplePos="0" relativeHeight="251647488" behindDoc="0" locked="0" layoutInCell="1" allowOverlap="1" wp14:anchorId="2B366760" wp14:editId="6128986D">
              <wp:simplePos x="0" y="0"/>
              <wp:positionH relativeFrom="page">
                <wp:posOffset>541655</wp:posOffset>
              </wp:positionH>
              <wp:positionV relativeFrom="page">
                <wp:posOffset>850265</wp:posOffset>
              </wp:positionV>
              <wp:extent cx="1435608" cy="521208"/>
              <wp:effectExtent l="0" t="0" r="31750" b="31750"/>
              <wp:wrapNone/>
              <wp:docPr id="12" name="Straight Connector 12"/>
              <wp:cNvGraphicFramePr/>
              <a:graphic xmlns:a="http://schemas.openxmlformats.org/drawingml/2006/main">
                <a:graphicData uri="http://schemas.microsoft.com/office/word/2010/wordprocessingShape">
                  <wps:wsp>
                    <wps:cNvCnPr/>
                    <wps:spPr>
                      <a:xfrm flipV="1">
                        <a:off x="0" y="0"/>
                        <a:ext cx="1435608" cy="521208"/>
                      </a:xfrm>
                      <a:prstGeom prst="line">
                        <a:avLst/>
                      </a:prstGeom>
                      <a:ln>
                        <a:solidFill>
                          <a:srgbClr val="E6223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09113F" id="Straight Connector 12" o:spid="_x0000_s1026" style="position:absolute;flip:y;z-index:251647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42.65pt,66.95pt" to="155.7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" strokecolor="#e6223c" strokeweight=".5pt">
              <v:stroke joinstyle="miter"/>
              <w10:wrap anchorx="page" anchory="page"/>
            </v:line>
          </w:pict>
        </mc:Fallback>
      </mc:AlternateContent>
    </w:r>
  </w:p>
  <w:tbl>
    <w:tblPr>
      <w:tblW w:w="0" w:type="auto"/>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shd w:val="clear" w:color="000000" w:fill="000000"/>
      <w:tblLayout w:type="fixed"/>
      <w:tblCellMar>
        <w:left w:w="0" w:type="dxa"/>
        <w:right w:w="0" w:type="dxa"/>
      </w:tblCellMar>
      <w:tblLook w:val="0000" w:firstRow="0" w:lastRow="0" w:firstColumn="0" w:lastColumn="0" w:noHBand="0" w:noVBand="0"/>
    </w:tblPr>
    <w:tblGrid>
      <w:gridCol w:w="6941"/>
    </w:tblGrid>
    <w:tr w:rsidR="00165B98" w:rsidRPr="002B0E2F" w:rsidTr="00F96494">
      <w:trPr>
        <w:trHeight w:val="648"/>
      </w:trPr>
      <w:sdt>
        <w:sdtPr>
          <w:rPr>
            <w:color w:val="808080" w:themeColor="background1" w:themeShade="80"/>
            <w:lang w:val="en-GB"/>
          </w:rPr>
          <w:alias w:val="Title"/>
          <w:tag w:val=""/>
          <w:id w:val="964314943"/>
          <w:dataBinding w:prefixMappings="xmlns:ns0='http://purl.org/dc/elements/1.1/' xmlns:ns1='http://schemas.openxmlformats.org/package/2006/metadata/core-properties' " w:xpath="/ns1:coreProperties[1]/ns0:title[1]" w:storeItemID="{6C3C8BC8-F283-45AE-878A-BAB7291924A1}"/>
          <w:text/>
        </w:sdtPr>
        <w:sdtEndPr/>
        <w:sdtContent>
          <w:tc>
            <w:tcPr>
              <w:tcW w:w="6941" w:type="dxa"/>
              <w:tcBorders>
                <w:top w:val="nil"/>
                <w:left w:val="nil"/>
                <w:bottom w:val="nil"/>
                <w:right w:val="nil"/>
                <w:tl2br w:val="nil"/>
                <w:tr2bl w:val="nil"/>
              </w:tcBorders>
              <w:shd w:val="clear" w:color="auto" w:fill="auto"/>
            </w:tcPr>
            <w:p w:rsidR="00165B98" w:rsidRPr="009C3996" w:rsidRDefault="00C061D7" w:rsidP="00F96494">
              <w:pPr>
                <w:framePr w:hSpace="187" w:wrap="around" w:vAnchor="page" w:hAnchor="page" w:x="3601" w:y="678"/>
                <w:rPr>
                  <w:color w:val="808080" w:themeColor="background1" w:themeShade="80"/>
                  <w:lang w:val="en-GB"/>
                </w:rPr>
              </w:pPr>
              <w:r>
                <w:rPr>
                  <w:color w:val="808080" w:themeColor="background1" w:themeShade="80"/>
                  <w:lang w:val="en-GB"/>
                </w:rPr>
                <w:t>Impact of the proposed NIS2 Directive in relation to organisations self-managing their domain name service</w:t>
              </w:r>
            </w:p>
          </w:tc>
        </w:sdtContent>
      </w:sdt>
    </w:tr>
  </w:tbl>
  <w:p w:rsidR="00165B98" w:rsidRPr="009C3996" w:rsidRDefault="00165B98">
    <w:pPr>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5B98" w:rsidRDefault="00E67072" w:rsidP="00F6716F">
    <w:r>
      <w:rPr>
        <w:noProof/>
        <w:lang w:val="en-US"/>
      </w:rPr>
      <mc:AlternateContent>
        <mc:Choice Requires="wps">
          <w:drawing>
            <wp:anchor distT="0" distB="0" distL="114300" distR="114300" simplePos="0" relativeHeight="251679232" behindDoc="0" locked="0" layoutInCell="1" allowOverlap="1" wp14:anchorId="4517A55D" wp14:editId="372FB288">
              <wp:simplePos x="0" y="0"/>
              <wp:positionH relativeFrom="margin">
                <wp:posOffset>3740150</wp:posOffset>
              </wp:positionH>
              <wp:positionV relativeFrom="page">
                <wp:posOffset>387350</wp:posOffset>
              </wp:positionV>
              <wp:extent cx="2066925" cy="660400"/>
              <wp:effectExtent l="0" t="0" r="9525" b="6350"/>
              <wp:wrapNone/>
              <wp:docPr id="4" name="Text Box 4"/>
              <wp:cNvGraphicFramePr/>
              <a:graphic xmlns:a="http://schemas.openxmlformats.org/drawingml/2006/main">
                <a:graphicData uri="http://schemas.microsoft.com/office/word/2010/wordprocessingShape">
                  <wps:wsp>
                    <wps:cNvSpPr txBox="1"/>
                    <wps:spPr>
                      <a:xfrm>
                        <a:off x="0" y="0"/>
                        <a:ext cx="2066925" cy="660400"/>
                      </a:xfrm>
                      <a:prstGeom prst="rect">
                        <a:avLst/>
                      </a:prstGeom>
                      <a:solidFill>
                        <a:schemeClr val="lt1"/>
                      </a:solidFill>
                      <a:ln w="6350">
                        <a:noFill/>
                      </a:ln>
                    </wps:spPr>
                    <wps:txbx>
                      <w:txbxContent>
                        <w:tbl>
                          <w:tblPr>
                            <w:tblStyle w:val="TableGrid"/>
                            <w:tblOverlap w:val="never"/>
                            <w:tblW w:w="3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60"/>
                            <w:gridCol w:w="3060"/>
                            <w:gridCol w:w="63"/>
                          </w:tblGrid>
                          <w:tr w:rsidR="00E67072" w:rsidRPr="00771B31" w:rsidTr="00771B31">
                            <w:trPr>
                              <w:trHeight w:val="12845"/>
                            </w:trPr>
                            <w:tc>
                              <w:tcPr>
                                <w:tcW w:w="360" w:type="dxa"/>
                                <w:shd w:val="clear" w:color="auto" w:fill="auto"/>
                              </w:tcPr>
                              <w:p w:rsidR="00E67072" w:rsidRPr="00BE4C36" w:rsidRDefault="00BE4C36" w:rsidP="00771B31">
                                <w:pPr>
                                  <w:pStyle w:val="NoSpacing"/>
                                  <w:suppressOverlap/>
                                  <w:jc w:val="center"/>
                                  <w:rPr>
                                    <w:i/>
                                    <w:color w:val="808080" w:themeColor="background1" w:themeShade="80"/>
                                    <w:sz w:val="18"/>
                                    <w:szCs w:val="18"/>
                                  </w:rPr>
                                </w:pPr>
                                <w:proofErr w:type="spellStart"/>
                                <w:r w:rsidRPr="00BE4C36">
                                  <w:rPr>
                                    <w:i/>
                                    <w:color w:val="808080" w:themeColor="background1" w:themeShade="80"/>
                                    <w:sz w:val="18"/>
                                    <w:szCs w:val="18"/>
                                  </w:rPr>
                                  <w:t>b</w:t>
                                </w:r>
                                <w:r>
                                  <w:rPr>
                                    <w:i/>
                                    <w:color w:val="808080" w:themeColor="background1" w:themeShade="80"/>
                                    <w:sz w:val="18"/>
                                    <w:szCs w:val="18"/>
                                  </w:rPr>
                                  <w:t>y</w:t>
                                </w:r>
                                <w:proofErr w:type="spellEnd"/>
                                <w:r w:rsidR="00771B31">
                                  <w:rPr>
                                    <w:i/>
                                    <w:color w:val="808080" w:themeColor="background1" w:themeShade="80"/>
                                    <w:sz w:val="18"/>
                                    <w:szCs w:val="18"/>
                                  </w:rPr>
                                  <w:t xml:space="preserve">    </w:t>
                                </w:r>
                              </w:p>
                            </w:tc>
                            <w:tc>
                              <w:tcPr>
                                <w:tcW w:w="3060" w:type="dxa"/>
                                <w:shd w:val="clear" w:color="auto" w:fill="auto"/>
                              </w:tcPr>
                              <w:sdt>
                                <w:sdtPr>
                                  <w:rPr>
                                    <w:rFonts w:cs="Arial"/>
                                    <w:color w:val="808080" w:themeColor="background1" w:themeShade="80"/>
                                    <w:sz w:val="18"/>
                                    <w:szCs w:val="18"/>
                                    <w:lang w:val="en-GB"/>
                                  </w:rPr>
                                  <w:alias w:val="Author"/>
                                  <w:tag w:val=""/>
                                  <w:id w:val="1633906528"/>
                                  <w:placeholder>
                                    <w:docPart w:val="9932013C7FE3450C88E4A016A0E24572"/>
                                  </w:placeholder>
                                  <w:dataBinding w:prefixMappings="xmlns:ns0='http://purl.org/dc/elements/1.1/' xmlns:ns1='http://schemas.openxmlformats.org/package/2006/metadata/core-properties' " w:xpath="/ns1:coreProperties[1]/ns0:creator[1]" w:storeItemID="{6C3C8BC8-F283-45AE-878A-BAB7291924A1}"/>
                                  <w:text/>
                                </w:sdtPr>
                                <w:sdtEndPr/>
                                <w:sdtContent>
                                  <w:p w:rsidR="00E67072" w:rsidRPr="00BE4C36" w:rsidRDefault="00E67072" w:rsidP="00D905ED">
                                    <w:pPr>
                                      <w:pStyle w:val="NoSpacing"/>
                                      <w:suppressOverlap/>
                                      <w:rPr>
                                        <w:rFonts w:cs="Arial"/>
                                        <w:color w:val="808080" w:themeColor="background1" w:themeShade="80"/>
                                        <w:sz w:val="18"/>
                                        <w:szCs w:val="18"/>
                                        <w:lang w:val="en-GB"/>
                                      </w:rPr>
                                    </w:pPr>
                                    <w:r w:rsidRPr="00BE4C36">
                                      <w:rPr>
                                        <w:rFonts w:cs="Arial"/>
                                        <w:color w:val="808080" w:themeColor="background1" w:themeShade="80"/>
                                        <w:sz w:val="18"/>
                                        <w:szCs w:val="18"/>
                                        <w:lang w:val="en-GB"/>
                                      </w:rPr>
                                      <w:t>David L. Groep</w:t>
                                    </w:r>
                                  </w:p>
                                </w:sdtContent>
                              </w:sdt>
                              <w:p w:rsidR="00771B31" w:rsidRPr="00771B31" w:rsidRDefault="00771B31" w:rsidP="00E67072">
                                <w:pPr>
                                  <w:pStyle w:val="NoSpacing"/>
                                  <w:ind w:right="-91"/>
                                  <w:suppressOverlap/>
                                  <w:rPr>
                                    <w:rFonts w:cs="Arial"/>
                                    <w:color w:val="808080" w:themeColor="background1" w:themeShade="80"/>
                                    <w:sz w:val="18"/>
                                    <w:szCs w:val="18"/>
                                  </w:rPr>
                                </w:pPr>
                                <w:r w:rsidRPr="00771B31">
                                  <w:rPr>
                                    <w:rFonts w:cs="Arial"/>
                                    <w:color w:val="808080" w:themeColor="background1" w:themeShade="80"/>
                                    <w:sz w:val="18"/>
                                    <w:szCs w:val="18"/>
                                  </w:rPr>
                                  <w:t xml:space="preserve">Nikhef, </w:t>
                                </w:r>
                                <w:r w:rsidRPr="00771B31">
                                  <w:rPr>
                                    <w:rFonts w:cs="Arial"/>
                                    <w:color w:val="808080" w:themeColor="background1" w:themeShade="80"/>
                                    <w:sz w:val="18"/>
                                    <w:szCs w:val="18"/>
                                  </w:rPr>
                                  <w:br/>
                                  <w:t>Amsterdam</w:t>
                                </w:r>
                                <w:r>
                                  <w:rPr>
                                    <w:rFonts w:cs="Arial"/>
                                    <w:color w:val="808080" w:themeColor="background1" w:themeShade="80"/>
                                    <w:sz w:val="18"/>
                                    <w:szCs w:val="18"/>
                                  </w:rPr>
                                  <w:t>, The Netherlands</w:t>
                                </w:r>
                              </w:p>
                              <w:p w:rsidR="00E67072" w:rsidRPr="00771B31" w:rsidRDefault="00E67072" w:rsidP="00E67072">
                                <w:pPr>
                                  <w:pStyle w:val="NoSpacing"/>
                                  <w:ind w:right="-91"/>
                                  <w:suppressOverlap/>
                                  <w:rPr>
                                    <w:rFonts w:cs="Arial"/>
                                    <w:color w:val="808080" w:themeColor="background1" w:themeShade="80"/>
                                    <w:sz w:val="18"/>
                                    <w:szCs w:val="18"/>
                                  </w:rPr>
                                </w:pPr>
                                <w:r w:rsidRPr="00771B31">
                                  <w:rPr>
                                    <w:rFonts w:cs="Arial"/>
                                    <w:color w:val="808080" w:themeColor="background1" w:themeShade="80"/>
                                    <w:sz w:val="18"/>
                                    <w:szCs w:val="18"/>
                                  </w:rPr>
                                  <w:t>davidg@nikhef.nl</w:t>
                                </w:r>
                              </w:p>
                            </w:tc>
                            <w:tc>
                              <w:tcPr>
                                <w:tcW w:w="63" w:type="dxa"/>
                                <w:shd w:val="clear" w:color="auto" w:fill="auto"/>
                              </w:tcPr>
                              <w:p w:rsidR="00E67072" w:rsidRPr="00771B31" w:rsidRDefault="00E67072" w:rsidP="00E67072">
                                <w:pPr>
                                  <w:pStyle w:val="Geadresseerde"/>
                                  <w:rPr>
                                    <w:color w:val="808080" w:themeColor="background1" w:themeShade="80"/>
                                  </w:rPr>
                                </w:pPr>
                              </w:p>
                            </w:tc>
                          </w:tr>
                        </w:tbl>
                        <w:p w:rsidR="00E67072" w:rsidRPr="00771B31" w:rsidRDefault="00E67072" w:rsidP="00E67072">
                          <w:pPr>
                            <w:rPr>
                              <w:color w:val="808080" w:themeColor="background1"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17A55D" id="_x0000_t202" coordsize="21600,21600" o:spt="202" path="m,l,21600r21600,l21600,xe">
              <v:stroke joinstyle="miter"/>
              <v:path gradientshapeok="t" o:connecttype="rect"/>
            </v:shapetype>
            <v:shape id="Text Box 4" o:spid="_x0000_s1027" type="#_x0000_t202" style="position:absolute;margin-left:294.5pt;margin-top:30.5pt;width:162.75pt;height:52pt;z-index:25167923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" fillcolor="white [3201]" stroked="f" strokeweight=".5pt">
              <v:textbox>
                <w:txbxContent>
                  <w:tbl>
                    <w:tblPr>
                      <w:tblStyle w:val="TableGrid"/>
                      <w:tblOverlap w:val="never"/>
                      <w:tblW w:w="3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60"/>
                      <w:gridCol w:w="3060"/>
                      <w:gridCol w:w="63"/>
                    </w:tblGrid>
                    <w:tr w:rsidR="00E67072" w:rsidRPr="00771B31" w:rsidTr="00771B31">
                      <w:trPr>
                        <w:trHeight w:val="12845"/>
                      </w:trPr>
                      <w:tc>
                        <w:tcPr>
                          <w:tcW w:w="360" w:type="dxa"/>
                          <w:shd w:val="clear" w:color="auto" w:fill="auto"/>
                        </w:tcPr>
                        <w:p w:rsidR="00E67072" w:rsidRPr="00BE4C36" w:rsidRDefault="00BE4C36" w:rsidP="00771B31">
                          <w:pPr>
                            <w:pStyle w:val="NoSpacing"/>
                            <w:suppressOverlap/>
                            <w:jc w:val="center"/>
                            <w:rPr>
                              <w:i/>
                              <w:color w:val="808080" w:themeColor="background1" w:themeShade="80"/>
                              <w:sz w:val="18"/>
                              <w:szCs w:val="18"/>
                            </w:rPr>
                          </w:pPr>
                          <w:proofErr w:type="spellStart"/>
                          <w:r w:rsidRPr="00BE4C36">
                            <w:rPr>
                              <w:i/>
                              <w:color w:val="808080" w:themeColor="background1" w:themeShade="80"/>
                              <w:sz w:val="18"/>
                              <w:szCs w:val="18"/>
                            </w:rPr>
                            <w:t>b</w:t>
                          </w:r>
                          <w:r>
                            <w:rPr>
                              <w:i/>
                              <w:color w:val="808080" w:themeColor="background1" w:themeShade="80"/>
                              <w:sz w:val="18"/>
                              <w:szCs w:val="18"/>
                            </w:rPr>
                            <w:t>y</w:t>
                          </w:r>
                          <w:proofErr w:type="spellEnd"/>
                          <w:r w:rsidR="00771B31">
                            <w:rPr>
                              <w:i/>
                              <w:color w:val="808080" w:themeColor="background1" w:themeShade="80"/>
                              <w:sz w:val="18"/>
                              <w:szCs w:val="18"/>
                            </w:rPr>
                            <w:t xml:space="preserve">    </w:t>
                          </w:r>
                        </w:p>
                      </w:tc>
                      <w:tc>
                        <w:tcPr>
                          <w:tcW w:w="3060" w:type="dxa"/>
                          <w:shd w:val="clear" w:color="auto" w:fill="auto"/>
                        </w:tcPr>
                        <w:sdt>
                          <w:sdtPr>
                            <w:rPr>
                              <w:rFonts w:cs="Arial"/>
                              <w:color w:val="808080" w:themeColor="background1" w:themeShade="80"/>
                              <w:sz w:val="18"/>
                              <w:szCs w:val="18"/>
                              <w:lang w:val="en-GB"/>
                            </w:rPr>
                            <w:alias w:val="Author"/>
                            <w:tag w:val=""/>
                            <w:id w:val="1633906528"/>
                            <w:placeholder>
                              <w:docPart w:val="9932013C7FE3450C88E4A016A0E24572"/>
                            </w:placeholder>
                            <w:dataBinding w:prefixMappings="xmlns:ns0='http://purl.org/dc/elements/1.1/' xmlns:ns1='http://schemas.openxmlformats.org/package/2006/metadata/core-properties' " w:xpath="/ns1:coreProperties[1]/ns0:creator[1]" w:storeItemID="{6C3C8BC8-F283-45AE-878A-BAB7291924A1}"/>
                            <w:text/>
                          </w:sdtPr>
                          <w:sdtEndPr/>
                          <w:sdtContent>
                            <w:p w:rsidR="00E67072" w:rsidRPr="00BE4C36" w:rsidRDefault="00E67072" w:rsidP="00D905ED">
                              <w:pPr>
                                <w:pStyle w:val="NoSpacing"/>
                                <w:suppressOverlap/>
                                <w:rPr>
                                  <w:rFonts w:cs="Arial"/>
                                  <w:color w:val="808080" w:themeColor="background1" w:themeShade="80"/>
                                  <w:sz w:val="18"/>
                                  <w:szCs w:val="18"/>
                                  <w:lang w:val="en-GB"/>
                                </w:rPr>
                              </w:pPr>
                              <w:r w:rsidRPr="00BE4C36">
                                <w:rPr>
                                  <w:rFonts w:cs="Arial"/>
                                  <w:color w:val="808080" w:themeColor="background1" w:themeShade="80"/>
                                  <w:sz w:val="18"/>
                                  <w:szCs w:val="18"/>
                                  <w:lang w:val="en-GB"/>
                                </w:rPr>
                                <w:t>David L. Groep</w:t>
                              </w:r>
                            </w:p>
                          </w:sdtContent>
                        </w:sdt>
                        <w:p w:rsidR="00771B31" w:rsidRPr="00771B31" w:rsidRDefault="00771B31" w:rsidP="00E67072">
                          <w:pPr>
                            <w:pStyle w:val="NoSpacing"/>
                            <w:ind w:right="-91"/>
                            <w:suppressOverlap/>
                            <w:rPr>
                              <w:rFonts w:cs="Arial"/>
                              <w:color w:val="808080" w:themeColor="background1" w:themeShade="80"/>
                              <w:sz w:val="18"/>
                              <w:szCs w:val="18"/>
                            </w:rPr>
                          </w:pPr>
                          <w:r w:rsidRPr="00771B31">
                            <w:rPr>
                              <w:rFonts w:cs="Arial"/>
                              <w:color w:val="808080" w:themeColor="background1" w:themeShade="80"/>
                              <w:sz w:val="18"/>
                              <w:szCs w:val="18"/>
                            </w:rPr>
                            <w:t xml:space="preserve">Nikhef, </w:t>
                          </w:r>
                          <w:r w:rsidRPr="00771B31">
                            <w:rPr>
                              <w:rFonts w:cs="Arial"/>
                              <w:color w:val="808080" w:themeColor="background1" w:themeShade="80"/>
                              <w:sz w:val="18"/>
                              <w:szCs w:val="18"/>
                            </w:rPr>
                            <w:br/>
                            <w:t>Amsterdam</w:t>
                          </w:r>
                          <w:r>
                            <w:rPr>
                              <w:rFonts w:cs="Arial"/>
                              <w:color w:val="808080" w:themeColor="background1" w:themeShade="80"/>
                              <w:sz w:val="18"/>
                              <w:szCs w:val="18"/>
                            </w:rPr>
                            <w:t>, The Netherlands</w:t>
                          </w:r>
                        </w:p>
                        <w:p w:rsidR="00E67072" w:rsidRPr="00771B31" w:rsidRDefault="00E67072" w:rsidP="00E67072">
                          <w:pPr>
                            <w:pStyle w:val="NoSpacing"/>
                            <w:ind w:right="-91"/>
                            <w:suppressOverlap/>
                            <w:rPr>
                              <w:rFonts w:cs="Arial"/>
                              <w:color w:val="808080" w:themeColor="background1" w:themeShade="80"/>
                              <w:sz w:val="18"/>
                              <w:szCs w:val="18"/>
                            </w:rPr>
                          </w:pPr>
                          <w:r w:rsidRPr="00771B31">
                            <w:rPr>
                              <w:rFonts w:cs="Arial"/>
                              <w:color w:val="808080" w:themeColor="background1" w:themeShade="80"/>
                              <w:sz w:val="18"/>
                              <w:szCs w:val="18"/>
                            </w:rPr>
                            <w:t>davidg@nikhef.nl</w:t>
                          </w:r>
                        </w:p>
                      </w:tc>
                      <w:tc>
                        <w:tcPr>
                          <w:tcW w:w="63" w:type="dxa"/>
                          <w:shd w:val="clear" w:color="auto" w:fill="auto"/>
                        </w:tcPr>
                        <w:p w:rsidR="00E67072" w:rsidRPr="00771B31" w:rsidRDefault="00E67072" w:rsidP="00E67072">
                          <w:pPr>
                            <w:pStyle w:val="Geadresseerde"/>
                            <w:rPr>
                              <w:color w:val="808080" w:themeColor="background1" w:themeShade="80"/>
                            </w:rPr>
                          </w:pPr>
                        </w:p>
                      </w:tc>
                    </w:tr>
                  </w:tbl>
                  <w:p w:rsidR="00E67072" w:rsidRPr="00771B31" w:rsidRDefault="00E67072" w:rsidP="00E67072">
                    <w:pPr>
                      <w:rPr>
                        <w:color w:val="808080" w:themeColor="background1" w:themeShade="80"/>
                      </w:rPr>
                    </w:pPr>
                  </w:p>
                </w:txbxContent>
              </v:textbox>
              <w10:wrap anchorx="margin" anchory="page"/>
            </v:shape>
          </w:pict>
        </mc:Fallback>
      </mc:AlternateContent>
    </w:r>
    <w:r w:rsidR="00165B98">
      <w:rPr>
        <w:noProof/>
        <w:lang w:val="en-US"/>
      </w:rPr>
      <w:drawing>
        <wp:anchor distT="0" distB="0" distL="114300" distR="114300" simplePos="0" relativeHeight="251662336" behindDoc="0" locked="0" layoutInCell="0" allowOverlap="1">
          <wp:simplePos x="0" y="0"/>
          <wp:positionH relativeFrom="page">
            <wp:posOffset>538480</wp:posOffset>
          </wp:positionH>
          <wp:positionV relativeFrom="page">
            <wp:posOffset>443230</wp:posOffset>
          </wp:positionV>
          <wp:extent cx="962025" cy="375920"/>
          <wp:effectExtent l="0" t="0" r="9525" b="5080"/>
          <wp:wrapNone/>
          <wp:docPr id="15" name="Picture 1" descr="Nikhef-logo-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ikhef-logo-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375920"/>
                  </a:xfrm>
                  <a:prstGeom prst="rect">
                    <a:avLst/>
                  </a:prstGeom>
                  <a:noFill/>
                </pic:spPr>
              </pic:pic>
            </a:graphicData>
          </a:graphic>
          <wp14:sizeRelH relativeFrom="page">
            <wp14:pctWidth>0</wp14:pctWidth>
          </wp14:sizeRelH>
          <wp14:sizeRelV relativeFrom="page">
            <wp14:pctHeight>0</wp14:pctHeight>
          </wp14:sizeRelV>
        </wp:anchor>
      </w:drawing>
    </w:r>
    <w:r w:rsidR="00165B98">
      <w:rPr>
        <w:noProof/>
        <w:lang w:val="en-US"/>
      </w:rPr>
      <mc:AlternateContent>
        <mc:Choice Requires="wps">
          <w:drawing>
            <wp:anchor distT="0" distB="0" distL="114300" distR="114300" simplePos="0" relativeHeight="251660288" behindDoc="0" locked="0" layoutInCell="1" allowOverlap="1">
              <wp:simplePos x="0" y="0"/>
              <wp:positionH relativeFrom="page">
                <wp:posOffset>539750</wp:posOffset>
              </wp:positionH>
              <wp:positionV relativeFrom="page">
                <wp:posOffset>850862</wp:posOffset>
              </wp:positionV>
              <wp:extent cx="1435608" cy="521208"/>
              <wp:effectExtent l="0" t="0" r="31750" b="31750"/>
              <wp:wrapNone/>
              <wp:docPr id="3" name="Straight Connector 3"/>
              <wp:cNvGraphicFramePr/>
              <a:graphic xmlns:a="http://schemas.openxmlformats.org/drawingml/2006/main">
                <a:graphicData uri="http://schemas.microsoft.com/office/word/2010/wordprocessingShape">
                  <wps:wsp>
                    <wps:cNvCnPr/>
                    <wps:spPr>
                      <a:xfrm flipV="1">
                        <a:off x="0" y="0"/>
                        <a:ext cx="1435608" cy="521208"/>
                      </a:xfrm>
                      <a:prstGeom prst="line">
                        <a:avLst/>
                      </a:prstGeom>
                      <a:ln>
                        <a:solidFill>
                          <a:srgbClr val="E6223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9E9A62" id="Straight Connector 3" o:spid="_x0000_s1026" style="position:absolute;flip:y;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42.5pt,67pt" to="155.55pt,10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" strokecolor="#e6223c" strokeweight=".5pt">
              <v:stroke joinstyle="miter"/>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067F0"/>
    <w:multiLevelType w:val="multilevel"/>
    <w:tmpl w:val="0832DB50"/>
    <w:styleLink w:val="DESPRENG-bullets"/>
    <w:lvl w:ilvl="0">
      <w:start w:val="1"/>
      <w:numFmt w:val="bullet"/>
      <w:lvlText w:val="—"/>
      <w:lvlJc w:val="left"/>
      <w:pPr>
        <w:ind w:left="360" w:hanging="360"/>
      </w:pPr>
      <w:rPr>
        <w:rFonts w:ascii="Georgia" w:hAnsi="Georgia" w:hint="default"/>
      </w:rPr>
    </w:lvl>
    <w:lvl w:ilvl="1">
      <w:start w:val="1"/>
      <w:numFmt w:val="bullet"/>
      <w:lvlText w:val="—"/>
      <w:lvlJc w:val="left"/>
      <w:pPr>
        <w:ind w:left="1068" w:hanging="360"/>
      </w:pPr>
      <w:rPr>
        <w:rFonts w:ascii="Georgia" w:hAnsi="Georgia" w:cs="Courier New" w:hint="default"/>
      </w:rPr>
    </w:lvl>
    <w:lvl w:ilvl="2">
      <w:start w:val="1"/>
      <w:numFmt w:val="bullet"/>
      <w:lvlText w:val="—"/>
      <w:lvlJc w:val="left"/>
      <w:pPr>
        <w:ind w:left="1776" w:hanging="360"/>
      </w:pPr>
      <w:rPr>
        <w:rFonts w:ascii="Georgia" w:hAnsi="Georgia" w:hint="default"/>
      </w:rPr>
    </w:lvl>
    <w:lvl w:ilvl="3">
      <w:start w:val="1"/>
      <w:numFmt w:val="bullet"/>
      <w:lvlText w:val="—"/>
      <w:lvlJc w:val="left"/>
      <w:pPr>
        <w:ind w:left="2484" w:hanging="360"/>
      </w:pPr>
      <w:rPr>
        <w:rFonts w:ascii="Georgia" w:hAnsi="Georgia"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828107A"/>
    <w:multiLevelType w:val="multilevel"/>
    <w:tmpl w:val="B83EA9E2"/>
    <w:lvl w:ilvl="0">
      <w:start w:val="3"/>
      <w:numFmt w:val="decimal"/>
      <w:lvlText w:val="%1"/>
      <w:lvlJc w:val="left"/>
      <w:pPr>
        <w:tabs>
          <w:tab w:val="num" w:pos="720"/>
        </w:tabs>
        <w:ind w:left="720" w:hanging="720"/>
      </w:pPr>
      <w:rPr>
        <w:rFonts w:hint="default"/>
        <w:b/>
      </w:rPr>
    </w:lvl>
    <w:lvl w:ilvl="1">
      <w:start w:val="4"/>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080"/>
        </w:tabs>
        <w:ind w:left="1080" w:hanging="108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2" w15:restartNumberingAfterBreak="0">
    <w:nsid w:val="37AD244C"/>
    <w:multiLevelType w:val="hybridMultilevel"/>
    <w:tmpl w:val="87B6D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0B6CA8"/>
    <w:multiLevelType w:val="hybridMultilevel"/>
    <w:tmpl w:val="5476B8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62866EA"/>
    <w:multiLevelType w:val="multilevel"/>
    <w:tmpl w:val="B4E2DB42"/>
    <w:lvl w:ilvl="0">
      <w:start w:val="1"/>
      <w:numFmt w:val="decimal"/>
      <w:lvlText w:val="%1"/>
      <w:lvlJc w:val="left"/>
      <w:pPr>
        <w:ind w:left="340" w:hanging="283"/>
      </w:pPr>
      <w:rPr>
        <w:rFonts w:ascii="Calibri" w:hAnsi="Calibri" w:hint="default"/>
        <w:b/>
        <w:bCs/>
        <w:i w:val="0"/>
        <w:iCs w:val="0"/>
        <w:sz w:val="16"/>
        <w:szCs w:val="16"/>
      </w:rPr>
    </w:lvl>
    <w:lvl w:ilvl="1">
      <w:start w:val="1"/>
      <w:numFmt w:val="decimal"/>
      <w:lvlText w:val="%1.%2"/>
      <w:lvlJc w:val="left"/>
      <w:pPr>
        <w:ind w:left="737" w:hanging="340"/>
      </w:pPr>
      <w:rPr>
        <w:rFonts w:ascii="Calibri" w:hAnsi="Calibri" w:hint="default"/>
        <w:b/>
        <w:i w:val="0"/>
        <w:sz w:val="16"/>
      </w:rPr>
    </w:lvl>
    <w:lvl w:ilvl="2">
      <w:start w:val="1"/>
      <w:numFmt w:val="decimal"/>
      <w:lvlText w:val="%1.%2.%3"/>
      <w:lvlJc w:val="left"/>
      <w:pPr>
        <w:ind w:left="1247" w:hanging="453"/>
      </w:pPr>
      <w:rPr>
        <w:rFonts w:ascii="Calibri" w:hAnsi="Calibri" w:hint="default"/>
        <w:b/>
        <w:i w:val="0"/>
        <w:sz w:val="16"/>
      </w:rPr>
    </w:lvl>
    <w:lvl w:ilvl="3">
      <w:start w:val="1"/>
      <w:numFmt w:val="decimal"/>
      <w:lvlText w:val="%1.%2.%3.%4"/>
      <w:lvlJc w:val="left"/>
      <w:pPr>
        <w:ind w:left="1871" w:hanging="567"/>
      </w:pPr>
      <w:rPr>
        <w:rFonts w:ascii="Calibri" w:hAnsi="Calibri" w:hint="default"/>
        <w:b/>
        <w:i w:val="0"/>
        <w:sz w:val="16"/>
      </w:rPr>
    </w:lvl>
    <w:lvl w:ilvl="4">
      <w:start w:val="1"/>
      <w:numFmt w:val="decimal"/>
      <w:lvlText w:val="%1.%2.%3.%4.%5."/>
      <w:lvlJc w:val="left"/>
      <w:pPr>
        <w:ind w:left="2289" w:hanging="792"/>
      </w:pPr>
      <w:rPr>
        <w:rFonts w:hint="default"/>
      </w:rPr>
    </w:lvl>
    <w:lvl w:ilvl="5">
      <w:start w:val="1"/>
      <w:numFmt w:val="decimal"/>
      <w:lvlText w:val="%1.%2.%3.%4.%5.%6."/>
      <w:lvlJc w:val="left"/>
      <w:pPr>
        <w:ind w:left="2793" w:hanging="936"/>
      </w:pPr>
      <w:rPr>
        <w:rFonts w:hint="default"/>
      </w:rPr>
    </w:lvl>
    <w:lvl w:ilvl="6">
      <w:start w:val="1"/>
      <w:numFmt w:val="decimal"/>
      <w:lvlText w:val="%1.%2.%3.%4.%5.%6.%7."/>
      <w:lvlJc w:val="left"/>
      <w:pPr>
        <w:ind w:left="3297" w:hanging="1080"/>
      </w:pPr>
      <w:rPr>
        <w:rFonts w:hint="default"/>
      </w:rPr>
    </w:lvl>
    <w:lvl w:ilvl="7">
      <w:start w:val="1"/>
      <w:numFmt w:val="decimal"/>
      <w:lvlText w:val="%1.%2.%3.%4.%5.%6.%7.%8."/>
      <w:lvlJc w:val="left"/>
      <w:pPr>
        <w:ind w:left="3801" w:hanging="1224"/>
      </w:pPr>
      <w:rPr>
        <w:rFonts w:hint="default"/>
      </w:rPr>
    </w:lvl>
    <w:lvl w:ilvl="8">
      <w:start w:val="1"/>
      <w:numFmt w:val="decimal"/>
      <w:lvlText w:val="%1.%2.%3.%4.%5.%6.%7.%8.%9."/>
      <w:lvlJc w:val="left"/>
      <w:pPr>
        <w:ind w:left="4377" w:hanging="1440"/>
      </w:pPr>
      <w:rPr>
        <w:rFonts w:hint="default"/>
      </w:rPr>
    </w:lvl>
  </w:abstractNum>
  <w:abstractNum w:abstractNumId="5" w15:restartNumberingAfterBreak="0">
    <w:nsid w:val="671D194F"/>
    <w:multiLevelType w:val="hybridMultilevel"/>
    <w:tmpl w:val="F6F6E700"/>
    <w:lvl w:ilvl="0" w:tplc="71F068EE">
      <w:start w:val="1"/>
      <w:numFmt w:val="bullet"/>
      <w:lvlText w:val=""/>
      <w:lvlJc w:val="left"/>
      <w:pPr>
        <w:ind w:left="340" w:hanging="283"/>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6D9E18AD"/>
    <w:multiLevelType w:val="hybridMultilevel"/>
    <w:tmpl w:val="A420D3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7874F34"/>
    <w:multiLevelType w:val="hybridMultilevel"/>
    <w:tmpl w:val="7374AE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0"/>
  </w:num>
  <w:num w:numId="4">
    <w:abstractNumId w:val="1"/>
  </w:num>
  <w:num w:numId="5">
    <w:abstractNumId w:val="7"/>
  </w:num>
  <w:num w:numId="6">
    <w:abstractNumId w:val="3"/>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activeWritingStyle w:appName="MSWord" w:lang="nl-NL" w:vendorID="64" w:dllVersion="131078" w:nlCheck="1" w:checkStyle="0"/>
  <w:activeWritingStyle w:appName="MSWord" w:lang="en-GB" w:vendorID="64" w:dllVersion="131078" w:nlCheck="1" w:checkStyle="1"/>
  <w:activeWritingStyle w:appName="MSWord" w:lang="en-US" w:vendorID="64" w:dllVersion="131078" w:nlCheck="1" w:checkStyle="1"/>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1C3A"/>
    <w:rsid w:val="000006BA"/>
    <w:rsid w:val="0000256C"/>
    <w:rsid w:val="000056EE"/>
    <w:rsid w:val="00010230"/>
    <w:rsid w:val="00021C79"/>
    <w:rsid w:val="00035A7E"/>
    <w:rsid w:val="000375C9"/>
    <w:rsid w:val="00037E3D"/>
    <w:rsid w:val="00040DA9"/>
    <w:rsid w:val="000515BE"/>
    <w:rsid w:val="00053674"/>
    <w:rsid w:val="00056243"/>
    <w:rsid w:val="00056EE3"/>
    <w:rsid w:val="000608DD"/>
    <w:rsid w:val="00061A89"/>
    <w:rsid w:val="00062178"/>
    <w:rsid w:val="00062B43"/>
    <w:rsid w:val="00065B56"/>
    <w:rsid w:val="00066AEE"/>
    <w:rsid w:val="0007193D"/>
    <w:rsid w:val="0007739A"/>
    <w:rsid w:val="00083926"/>
    <w:rsid w:val="0009192C"/>
    <w:rsid w:val="00095B50"/>
    <w:rsid w:val="0009698E"/>
    <w:rsid w:val="000A43DF"/>
    <w:rsid w:val="000B50C7"/>
    <w:rsid w:val="000B557D"/>
    <w:rsid w:val="000C3756"/>
    <w:rsid w:val="000C5470"/>
    <w:rsid w:val="000E4D36"/>
    <w:rsid w:val="000F2840"/>
    <w:rsid w:val="000F583F"/>
    <w:rsid w:val="000F7F93"/>
    <w:rsid w:val="00104281"/>
    <w:rsid w:val="001050B2"/>
    <w:rsid w:val="0010547C"/>
    <w:rsid w:val="00105A48"/>
    <w:rsid w:val="00111FC5"/>
    <w:rsid w:val="00116DC3"/>
    <w:rsid w:val="00120CB8"/>
    <w:rsid w:val="00140C00"/>
    <w:rsid w:val="00145042"/>
    <w:rsid w:val="00145996"/>
    <w:rsid w:val="001470CC"/>
    <w:rsid w:val="00147B35"/>
    <w:rsid w:val="00151824"/>
    <w:rsid w:val="00157612"/>
    <w:rsid w:val="00162B3A"/>
    <w:rsid w:val="00162D4F"/>
    <w:rsid w:val="001637D0"/>
    <w:rsid w:val="00165B98"/>
    <w:rsid w:val="00167B09"/>
    <w:rsid w:val="00167F40"/>
    <w:rsid w:val="00173D2B"/>
    <w:rsid w:val="001755AA"/>
    <w:rsid w:val="0017794A"/>
    <w:rsid w:val="00177A72"/>
    <w:rsid w:val="001827BB"/>
    <w:rsid w:val="001857CC"/>
    <w:rsid w:val="001A6312"/>
    <w:rsid w:val="001B129A"/>
    <w:rsid w:val="001C4172"/>
    <w:rsid w:val="001D149E"/>
    <w:rsid w:val="001E03B4"/>
    <w:rsid w:val="001E4710"/>
    <w:rsid w:val="001F01C7"/>
    <w:rsid w:val="001F5101"/>
    <w:rsid w:val="001F6DDD"/>
    <w:rsid w:val="0020066B"/>
    <w:rsid w:val="00204850"/>
    <w:rsid w:val="00204ED1"/>
    <w:rsid w:val="00207687"/>
    <w:rsid w:val="00210419"/>
    <w:rsid w:val="00212844"/>
    <w:rsid w:val="0022271D"/>
    <w:rsid w:val="0022732B"/>
    <w:rsid w:val="00234989"/>
    <w:rsid w:val="00236018"/>
    <w:rsid w:val="00237A4B"/>
    <w:rsid w:val="0024739E"/>
    <w:rsid w:val="00247771"/>
    <w:rsid w:val="0026091D"/>
    <w:rsid w:val="00267EC9"/>
    <w:rsid w:val="0027024F"/>
    <w:rsid w:val="00272290"/>
    <w:rsid w:val="002734DE"/>
    <w:rsid w:val="002757BA"/>
    <w:rsid w:val="00277AB6"/>
    <w:rsid w:val="0028117F"/>
    <w:rsid w:val="0028128C"/>
    <w:rsid w:val="00287A1C"/>
    <w:rsid w:val="00294DA5"/>
    <w:rsid w:val="002A1DDD"/>
    <w:rsid w:val="002A7FA9"/>
    <w:rsid w:val="002B0E2F"/>
    <w:rsid w:val="002B7ED4"/>
    <w:rsid w:val="002C0982"/>
    <w:rsid w:val="002C4137"/>
    <w:rsid w:val="002C675A"/>
    <w:rsid w:val="002C7395"/>
    <w:rsid w:val="002D53B5"/>
    <w:rsid w:val="002D57A4"/>
    <w:rsid w:val="002D610F"/>
    <w:rsid w:val="002E0207"/>
    <w:rsid w:val="002E393F"/>
    <w:rsid w:val="002F08EC"/>
    <w:rsid w:val="002F35AC"/>
    <w:rsid w:val="002F551E"/>
    <w:rsid w:val="002F56D8"/>
    <w:rsid w:val="002F71FA"/>
    <w:rsid w:val="00304F1F"/>
    <w:rsid w:val="003103C8"/>
    <w:rsid w:val="00312D3F"/>
    <w:rsid w:val="00326C2D"/>
    <w:rsid w:val="00326E3F"/>
    <w:rsid w:val="003341BD"/>
    <w:rsid w:val="00335536"/>
    <w:rsid w:val="003420DF"/>
    <w:rsid w:val="00345165"/>
    <w:rsid w:val="0035455A"/>
    <w:rsid w:val="003555E3"/>
    <w:rsid w:val="00357408"/>
    <w:rsid w:val="00367FFB"/>
    <w:rsid w:val="00374009"/>
    <w:rsid w:val="0037525F"/>
    <w:rsid w:val="00384883"/>
    <w:rsid w:val="00387233"/>
    <w:rsid w:val="003872D6"/>
    <w:rsid w:val="003902D6"/>
    <w:rsid w:val="003A1331"/>
    <w:rsid w:val="003A58EE"/>
    <w:rsid w:val="003B0CBF"/>
    <w:rsid w:val="003B63A0"/>
    <w:rsid w:val="003D6319"/>
    <w:rsid w:val="003E0618"/>
    <w:rsid w:val="003E5AC3"/>
    <w:rsid w:val="003F3A22"/>
    <w:rsid w:val="003F79D5"/>
    <w:rsid w:val="00401952"/>
    <w:rsid w:val="00417111"/>
    <w:rsid w:val="0041798D"/>
    <w:rsid w:val="00427C65"/>
    <w:rsid w:val="00437D82"/>
    <w:rsid w:val="00441397"/>
    <w:rsid w:val="00445C39"/>
    <w:rsid w:val="0044716F"/>
    <w:rsid w:val="004475C0"/>
    <w:rsid w:val="004536C9"/>
    <w:rsid w:val="00461E2A"/>
    <w:rsid w:val="00467E16"/>
    <w:rsid w:val="00467F0E"/>
    <w:rsid w:val="00471099"/>
    <w:rsid w:val="00471497"/>
    <w:rsid w:val="00473930"/>
    <w:rsid w:val="004847BA"/>
    <w:rsid w:val="00487584"/>
    <w:rsid w:val="00490D4A"/>
    <w:rsid w:val="00491365"/>
    <w:rsid w:val="00493747"/>
    <w:rsid w:val="004A3416"/>
    <w:rsid w:val="004A34B8"/>
    <w:rsid w:val="004A7725"/>
    <w:rsid w:val="004B77A1"/>
    <w:rsid w:val="004D1DEF"/>
    <w:rsid w:val="004D3F29"/>
    <w:rsid w:val="004D434A"/>
    <w:rsid w:val="004E351B"/>
    <w:rsid w:val="004E6147"/>
    <w:rsid w:val="004E71CB"/>
    <w:rsid w:val="004E79A4"/>
    <w:rsid w:val="004F09A7"/>
    <w:rsid w:val="004F1155"/>
    <w:rsid w:val="004F1613"/>
    <w:rsid w:val="004F406C"/>
    <w:rsid w:val="0050257A"/>
    <w:rsid w:val="00504C81"/>
    <w:rsid w:val="005100BF"/>
    <w:rsid w:val="0051288C"/>
    <w:rsid w:val="00512BBA"/>
    <w:rsid w:val="00516B9F"/>
    <w:rsid w:val="005210C1"/>
    <w:rsid w:val="00522226"/>
    <w:rsid w:val="00522962"/>
    <w:rsid w:val="00526835"/>
    <w:rsid w:val="00533BCF"/>
    <w:rsid w:val="005350D9"/>
    <w:rsid w:val="005367EF"/>
    <w:rsid w:val="0053719D"/>
    <w:rsid w:val="00540606"/>
    <w:rsid w:val="00542E03"/>
    <w:rsid w:val="00552357"/>
    <w:rsid w:val="00553CE8"/>
    <w:rsid w:val="00556E83"/>
    <w:rsid w:val="00557673"/>
    <w:rsid w:val="005625BE"/>
    <w:rsid w:val="00567E48"/>
    <w:rsid w:val="00570EF3"/>
    <w:rsid w:val="005719AA"/>
    <w:rsid w:val="005727DA"/>
    <w:rsid w:val="00576D33"/>
    <w:rsid w:val="00583725"/>
    <w:rsid w:val="00592EF7"/>
    <w:rsid w:val="005A2B9B"/>
    <w:rsid w:val="005A3936"/>
    <w:rsid w:val="005A6D52"/>
    <w:rsid w:val="005B0675"/>
    <w:rsid w:val="005B26FC"/>
    <w:rsid w:val="005B449A"/>
    <w:rsid w:val="005B653A"/>
    <w:rsid w:val="005C7ADA"/>
    <w:rsid w:val="005E742D"/>
    <w:rsid w:val="005F136F"/>
    <w:rsid w:val="005F2151"/>
    <w:rsid w:val="005F2BFD"/>
    <w:rsid w:val="005F349D"/>
    <w:rsid w:val="005F7BD0"/>
    <w:rsid w:val="00602663"/>
    <w:rsid w:val="006045AD"/>
    <w:rsid w:val="00605CC2"/>
    <w:rsid w:val="006152E7"/>
    <w:rsid w:val="00621937"/>
    <w:rsid w:val="00626DEC"/>
    <w:rsid w:val="006575DA"/>
    <w:rsid w:val="0067003D"/>
    <w:rsid w:val="006711D6"/>
    <w:rsid w:val="0068519F"/>
    <w:rsid w:val="0068744D"/>
    <w:rsid w:val="00691013"/>
    <w:rsid w:val="00694401"/>
    <w:rsid w:val="006A6531"/>
    <w:rsid w:val="006A7A34"/>
    <w:rsid w:val="006B3D2E"/>
    <w:rsid w:val="006B412C"/>
    <w:rsid w:val="006B5C13"/>
    <w:rsid w:val="006B65AA"/>
    <w:rsid w:val="006B7407"/>
    <w:rsid w:val="006C2DB5"/>
    <w:rsid w:val="006C7117"/>
    <w:rsid w:val="006D075D"/>
    <w:rsid w:val="006D0F7B"/>
    <w:rsid w:val="006D3EF7"/>
    <w:rsid w:val="006D570B"/>
    <w:rsid w:val="006E0878"/>
    <w:rsid w:val="006E43EC"/>
    <w:rsid w:val="007023EA"/>
    <w:rsid w:val="00703C61"/>
    <w:rsid w:val="007072A9"/>
    <w:rsid w:val="00710A64"/>
    <w:rsid w:val="00712136"/>
    <w:rsid w:val="0071330B"/>
    <w:rsid w:val="00714575"/>
    <w:rsid w:val="007254D9"/>
    <w:rsid w:val="00725EC4"/>
    <w:rsid w:val="00730094"/>
    <w:rsid w:val="0073677D"/>
    <w:rsid w:val="00736CE9"/>
    <w:rsid w:val="00737FD6"/>
    <w:rsid w:val="00740602"/>
    <w:rsid w:val="00744B99"/>
    <w:rsid w:val="00747877"/>
    <w:rsid w:val="00750D32"/>
    <w:rsid w:val="00750EE5"/>
    <w:rsid w:val="00753CA0"/>
    <w:rsid w:val="007545BE"/>
    <w:rsid w:val="00757367"/>
    <w:rsid w:val="0076417C"/>
    <w:rsid w:val="00764F15"/>
    <w:rsid w:val="00767121"/>
    <w:rsid w:val="00771B31"/>
    <w:rsid w:val="0077686E"/>
    <w:rsid w:val="00781185"/>
    <w:rsid w:val="00782279"/>
    <w:rsid w:val="007832E1"/>
    <w:rsid w:val="007934C3"/>
    <w:rsid w:val="00796400"/>
    <w:rsid w:val="007A46CC"/>
    <w:rsid w:val="007A7F56"/>
    <w:rsid w:val="007B0607"/>
    <w:rsid w:val="007B2048"/>
    <w:rsid w:val="007B4A17"/>
    <w:rsid w:val="007B7369"/>
    <w:rsid w:val="007C0676"/>
    <w:rsid w:val="007C181C"/>
    <w:rsid w:val="007C2A6D"/>
    <w:rsid w:val="007D77EF"/>
    <w:rsid w:val="007E2527"/>
    <w:rsid w:val="007F20FA"/>
    <w:rsid w:val="007F239C"/>
    <w:rsid w:val="007F6AD6"/>
    <w:rsid w:val="007F7359"/>
    <w:rsid w:val="007F7CB9"/>
    <w:rsid w:val="008061EA"/>
    <w:rsid w:val="0080778F"/>
    <w:rsid w:val="00820D98"/>
    <w:rsid w:val="008226B1"/>
    <w:rsid w:val="00840937"/>
    <w:rsid w:val="00841CC3"/>
    <w:rsid w:val="0084681A"/>
    <w:rsid w:val="00846EDD"/>
    <w:rsid w:val="0085642A"/>
    <w:rsid w:val="008630B0"/>
    <w:rsid w:val="0086515E"/>
    <w:rsid w:val="0088158D"/>
    <w:rsid w:val="00881EAA"/>
    <w:rsid w:val="00886F8D"/>
    <w:rsid w:val="008A19B4"/>
    <w:rsid w:val="008A266D"/>
    <w:rsid w:val="008A345C"/>
    <w:rsid w:val="008A4908"/>
    <w:rsid w:val="008B6C92"/>
    <w:rsid w:val="008C05AA"/>
    <w:rsid w:val="008D0160"/>
    <w:rsid w:val="008D4C2F"/>
    <w:rsid w:val="008D64D9"/>
    <w:rsid w:val="008D6BD1"/>
    <w:rsid w:val="008E1619"/>
    <w:rsid w:val="008E2600"/>
    <w:rsid w:val="008E7C95"/>
    <w:rsid w:val="00910B18"/>
    <w:rsid w:val="00925809"/>
    <w:rsid w:val="009300AB"/>
    <w:rsid w:val="00933140"/>
    <w:rsid w:val="0093697D"/>
    <w:rsid w:val="00940665"/>
    <w:rsid w:val="0094221A"/>
    <w:rsid w:val="009434FE"/>
    <w:rsid w:val="0094746F"/>
    <w:rsid w:val="0095126D"/>
    <w:rsid w:val="00956952"/>
    <w:rsid w:val="00956BB8"/>
    <w:rsid w:val="00973169"/>
    <w:rsid w:val="009815CD"/>
    <w:rsid w:val="00987732"/>
    <w:rsid w:val="00991DC7"/>
    <w:rsid w:val="00997C10"/>
    <w:rsid w:val="009A5041"/>
    <w:rsid w:val="009A5D1E"/>
    <w:rsid w:val="009B1D73"/>
    <w:rsid w:val="009B3A3A"/>
    <w:rsid w:val="009C3996"/>
    <w:rsid w:val="009C6F5E"/>
    <w:rsid w:val="009D064A"/>
    <w:rsid w:val="009E0CBD"/>
    <w:rsid w:val="009E2E6D"/>
    <w:rsid w:val="009E2F6A"/>
    <w:rsid w:val="009E52A8"/>
    <w:rsid w:val="009F5AA8"/>
    <w:rsid w:val="009F6385"/>
    <w:rsid w:val="009F6414"/>
    <w:rsid w:val="00A00961"/>
    <w:rsid w:val="00A03790"/>
    <w:rsid w:val="00A06B95"/>
    <w:rsid w:val="00A11BD6"/>
    <w:rsid w:val="00A13F95"/>
    <w:rsid w:val="00A15F55"/>
    <w:rsid w:val="00A33F99"/>
    <w:rsid w:val="00A35881"/>
    <w:rsid w:val="00A424B0"/>
    <w:rsid w:val="00A43E36"/>
    <w:rsid w:val="00A55495"/>
    <w:rsid w:val="00A62DC1"/>
    <w:rsid w:val="00A73E16"/>
    <w:rsid w:val="00A86CBF"/>
    <w:rsid w:val="00A86E3B"/>
    <w:rsid w:val="00A9426A"/>
    <w:rsid w:val="00AA0584"/>
    <w:rsid w:val="00AA114F"/>
    <w:rsid w:val="00AA2C5C"/>
    <w:rsid w:val="00AA3405"/>
    <w:rsid w:val="00AA3A6D"/>
    <w:rsid w:val="00AB5DB1"/>
    <w:rsid w:val="00AB7903"/>
    <w:rsid w:val="00AB7F16"/>
    <w:rsid w:val="00AC0055"/>
    <w:rsid w:val="00AC09EA"/>
    <w:rsid w:val="00AC0F48"/>
    <w:rsid w:val="00AC2759"/>
    <w:rsid w:val="00AC5F0F"/>
    <w:rsid w:val="00AD739B"/>
    <w:rsid w:val="00AE3FE3"/>
    <w:rsid w:val="00AE4D2B"/>
    <w:rsid w:val="00AE6B57"/>
    <w:rsid w:val="00AE7A93"/>
    <w:rsid w:val="00AE7C21"/>
    <w:rsid w:val="00AF0F57"/>
    <w:rsid w:val="00AF109A"/>
    <w:rsid w:val="00AF4D70"/>
    <w:rsid w:val="00AF657B"/>
    <w:rsid w:val="00AF7F87"/>
    <w:rsid w:val="00B00AA7"/>
    <w:rsid w:val="00B00F06"/>
    <w:rsid w:val="00B02929"/>
    <w:rsid w:val="00B02CF5"/>
    <w:rsid w:val="00B02E2C"/>
    <w:rsid w:val="00B03B2C"/>
    <w:rsid w:val="00B169D4"/>
    <w:rsid w:val="00B2014F"/>
    <w:rsid w:val="00B22FA6"/>
    <w:rsid w:val="00B25D32"/>
    <w:rsid w:val="00B4101F"/>
    <w:rsid w:val="00B41CA4"/>
    <w:rsid w:val="00B43F0D"/>
    <w:rsid w:val="00B44B1A"/>
    <w:rsid w:val="00B514B9"/>
    <w:rsid w:val="00B56F2E"/>
    <w:rsid w:val="00B57435"/>
    <w:rsid w:val="00B6074A"/>
    <w:rsid w:val="00B66F87"/>
    <w:rsid w:val="00B75517"/>
    <w:rsid w:val="00B871DE"/>
    <w:rsid w:val="00B87960"/>
    <w:rsid w:val="00B9510B"/>
    <w:rsid w:val="00B97BB1"/>
    <w:rsid w:val="00BA18B6"/>
    <w:rsid w:val="00BA60A0"/>
    <w:rsid w:val="00BA7EDF"/>
    <w:rsid w:val="00BB23B7"/>
    <w:rsid w:val="00BB412F"/>
    <w:rsid w:val="00BC0E91"/>
    <w:rsid w:val="00BC79AF"/>
    <w:rsid w:val="00BD01E1"/>
    <w:rsid w:val="00BD02B4"/>
    <w:rsid w:val="00BE178F"/>
    <w:rsid w:val="00BE4C36"/>
    <w:rsid w:val="00BE7F31"/>
    <w:rsid w:val="00BF4288"/>
    <w:rsid w:val="00C061D7"/>
    <w:rsid w:val="00C06324"/>
    <w:rsid w:val="00C067D5"/>
    <w:rsid w:val="00C206CD"/>
    <w:rsid w:val="00C22396"/>
    <w:rsid w:val="00C240AA"/>
    <w:rsid w:val="00C27A63"/>
    <w:rsid w:val="00C30287"/>
    <w:rsid w:val="00C3623F"/>
    <w:rsid w:val="00C46313"/>
    <w:rsid w:val="00C47052"/>
    <w:rsid w:val="00C560E7"/>
    <w:rsid w:val="00C60B65"/>
    <w:rsid w:val="00C630DB"/>
    <w:rsid w:val="00C64447"/>
    <w:rsid w:val="00C66D95"/>
    <w:rsid w:val="00C803F5"/>
    <w:rsid w:val="00C8318B"/>
    <w:rsid w:val="00C95516"/>
    <w:rsid w:val="00CA4128"/>
    <w:rsid w:val="00CB0B2B"/>
    <w:rsid w:val="00CB6534"/>
    <w:rsid w:val="00CC3803"/>
    <w:rsid w:val="00CC3E3E"/>
    <w:rsid w:val="00CC438F"/>
    <w:rsid w:val="00CC736C"/>
    <w:rsid w:val="00CC7FA9"/>
    <w:rsid w:val="00CD0689"/>
    <w:rsid w:val="00CD59BE"/>
    <w:rsid w:val="00CE7836"/>
    <w:rsid w:val="00CF147B"/>
    <w:rsid w:val="00CF5939"/>
    <w:rsid w:val="00D00CCA"/>
    <w:rsid w:val="00D027A9"/>
    <w:rsid w:val="00D03006"/>
    <w:rsid w:val="00D06E9A"/>
    <w:rsid w:val="00D117B4"/>
    <w:rsid w:val="00D12DE6"/>
    <w:rsid w:val="00D15077"/>
    <w:rsid w:val="00D155B0"/>
    <w:rsid w:val="00D16D02"/>
    <w:rsid w:val="00D24EB8"/>
    <w:rsid w:val="00D25A1F"/>
    <w:rsid w:val="00D27F60"/>
    <w:rsid w:val="00D3302A"/>
    <w:rsid w:val="00D3406F"/>
    <w:rsid w:val="00D35BF8"/>
    <w:rsid w:val="00D4130A"/>
    <w:rsid w:val="00D45F6E"/>
    <w:rsid w:val="00D52755"/>
    <w:rsid w:val="00D52A84"/>
    <w:rsid w:val="00D62120"/>
    <w:rsid w:val="00D62FA3"/>
    <w:rsid w:val="00D62FD1"/>
    <w:rsid w:val="00D65935"/>
    <w:rsid w:val="00D72B21"/>
    <w:rsid w:val="00D847C0"/>
    <w:rsid w:val="00D84C2B"/>
    <w:rsid w:val="00D865DC"/>
    <w:rsid w:val="00D905ED"/>
    <w:rsid w:val="00D93713"/>
    <w:rsid w:val="00D97076"/>
    <w:rsid w:val="00DB0123"/>
    <w:rsid w:val="00DB0412"/>
    <w:rsid w:val="00DB087F"/>
    <w:rsid w:val="00DB25EB"/>
    <w:rsid w:val="00DB5D1C"/>
    <w:rsid w:val="00DB6DBE"/>
    <w:rsid w:val="00DC005D"/>
    <w:rsid w:val="00DC0154"/>
    <w:rsid w:val="00DC332C"/>
    <w:rsid w:val="00DC5FB0"/>
    <w:rsid w:val="00DC6DB1"/>
    <w:rsid w:val="00DC7AD6"/>
    <w:rsid w:val="00DE1C47"/>
    <w:rsid w:val="00DE3E03"/>
    <w:rsid w:val="00DE743B"/>
    <w:rsid w:val="00DE7773"/>
    <w:rsid w:val="00DF3F08"/>
    <w:rsid w:val="00DF4217"/>
    <w:rsid w:val="00DF56C6"/>
    <w:rsid w:val="00E07D23"/>
    <w:rsid w:val="00E10204"/>
    <w:rsid w:val="00E1795B"/>
    <w:rsid w:val="00E21C3A"/>
    <w:rsid w:val="00E2237C"/>
    <w:rsid w:val="00E23F43"/>
    <w:rsid w:val="00E24CDC"/>
    <w:rsid w:val="00E26A39"/>
    <w:rsid w:val="00E279B4"/>
    <w:rsid w:val="00E30700"/>
    <w:rsid w:val="00E33EAA"/>
    <w:rsid w:val="00E35593"/>
    <w:rsid w:val="00E36BC3"/>
    <w:rsid w:val="00E373DC"/>
    <w:rsid w:val="00E43060"/>
    <w:rsid w:val="00E439F4"/>
    <w:rsid w:val="00E44813"/>
    <w:rsid w:val="00E522A6"/>
    <w:rsid w:val="00E532F8"/>
    <w:rsid w:val="00E607B4"/>
    <w:rsid w:val="00E6517E"/>
    <w:rsid w:val="00E67072"/>
    <w:rsid w:val="00E675C0"/>
    <w:rsid w:val="00E7432B"/>
    <w:rsid w:val="00E75254"/>
    <w:rsid w:val="00E75F24"/>
    <w:rsid w:val="00E773E3"/>
    <w:rsid w:val="00E84612"/>
    <w:rsid w:val="00E8530A"/>
    <w:rsid w:val="00E86EEE"/>
    <w:rsid w:val="00E922FA"/>
    <w:rsid w:val="00E93842"/>
    <w:rsid w:val="00EA3E3C"/>
    <w:rsid w:val="00EA5EAD"/>
    <w:rsid w:val="00EB105B"/>
    <w:rsid w:val="00EC4E54"/>
    <w:rsid w:val="00EC6964"/>
    <w:rsid w:val="00EC6FF3"/>
    <w:rsid w:val="00EC762D"/>
    <w:rsid w:val="00ED0519"/>
    <w:rsid w:val="00ED6D6B"/>
    <w:rsid w:val="00EE1A90"/>
    <w:rsid w:val="00EE6403"/>
    <w:rsid w:val="00EF3BD6"/>
    <w:rsid w:val="00F03322"/>
    <w:rsid w:val="00F03612"/>
    <w:rsid w:val="00F044F8"/>
    <w:rsid w:val="00F07603"/>
    <w:rsid w:val="00F106EA"/>
    <w:rsid w:val="00F1230A"/>
    <w:rsid w:val="00F139DB"/>
    <w:rsid w:val="00F15D32"/>
    <w:rsid w:val="00F21EB5"/>
    <w:rsid w:val="00F238E8"/>
    <w:rsid w:val="00F24077"/>
    <w:rsid w:val="00F264CE"/>
    <w:rsid w:val="00F30684"/>
    <w:rsid w:val="00F3693D"/>
    <w:rsid w:val="00F4709F"/>
    <w:rsid w:val="00F470A1"/>
    <w:rsid w:val="00F57D93"/>
    <w:rsid w:val="00F63D7B"/>
    <w:rsid w:val="00F6716F"/>
    <w:rsid w:val="00F809CD"/>
    <w:rsid w:val="00F80B87"/>
    <w:rsid w:val="00F83057"/>
    <w:rsid w:val="00F83EE6"/>
    <w:rsid w:val="00F844C5"/>
    <w:rsid w:val="00F87A45"/>
    <w:rsid w:val="00F91F4A"/>
    <w:rsid w:val="00F96494"/>
    <w:rsid w:val="00FA1B4D"/>
    <w:rsid w:val="00FA2D0D"/>
    <w:rsid w:val="00FA303C"/>
    <w:rsid w:val="00FB5347"/>
    <w:rsid w:val="00FB59D1"/>
    <w:rsid w:val="00FC4FF3"/>
    <w:rsid w:val="00FC765B"/>
    <w:rsid w:val="00FD18CA"/>
    <w:rsid w:val="00FE1A0C"/>
    <w:rsid w:val="00FF188F"/>
    <w:rsid w:val="00FF5185"/>
    <w:rsid w:val="00FF5288"/>
    <w:rsid w:val="00FF59B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41EC41"/>
  <w15:docId w15:val="{287BF7E8-9D9A-4412-BF40-7F866E59A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7612"/>
    <w:pPr>
      <w:spacing w:after="60" w:line="260" w:lineRule="exact"/>
    </w:pPr>
    <w:rPr>
      <w:rFonts w:ascii="Arial" w:hAnsi="Arial"/>
      <w:sz w:val="20"/>
    </w:rPr>
  </w:style>
  <w:style w:type="paragraph" w:styleId="Heading1">
    <w:name w:val="heading 1"/>
    <w:basedOn w:val="Normal"/>
    <w:next w:val="Normal"/>
    <w:link w:val="Heading1Char"/>
    <w:uiPriority w:val="9"/>
    <w:qFormat/>
    <w:rsid w:val="00E279B4"/>
    <w:pPr>
      <w:keepNext/>
      <w:keepLines/>
      <w:spacing w:before="180"/>
      <w:outlineLvl w:val="0"/>
    </w:pPr>
    <w:rPr>
      <w:rFonts w:eastAsiaTheme="majorEastAsia" w:cstheme="majorBidi"/>
      <w:b/>
      <w:color w:val="E6223C" w:themeColor="accent1"/>
      <w:szCs w:val="32"/>
    </w:rPr>
  </w:style>
  <w:style w:type="paragraph" w:styleId="Heading2">
    <w:name w:val="heading 2"/>
    <w:basedOn w:val="Normal"/>
    <w:next w:val="Normal"/>
    <w:link w:val="Heading2Char"/>
    <w:uiPriority w:val="9"/>
    <w:unhideWhenUsed/>
    <w:qFormat/>
    <w:rsid w:val="005B653A"/>
    <w:pPr>
      <w:keepNext/>
      <w:keepLines/>
      <w:spacing w:before="120" w:after="0"/>
      <w:outlineLvl w:val="1"/>
    </w:pPr>
    <w:rPr>
      <w:rFonts w:eastAsiaTheme="majorEastAsia" w:cstheme="majorBidi"/>
      <w:color w:val="E6223C" w:themeColor="accen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eadresseerde">
    <w:name w:val="Geadresseerde"/>
    <w:basedOn w:val="Normal"/>
    <w:qFormat/>
    <w:rsid w:val="008E7C95"/>
    <w:pPr>
      <w:framePr w:wrap="around" w:vAnchor="page" w:hAnchor="page" w:x="795" w:y="3006"/>
      <w:adjustRightInd w:val="0"/>
      <w:contextualSpacing/>
      <w:suppressOverlap/>
    </w:pPr>
    <w:rPr>
      <w:szCs w:val="20"/>
    </w:rPr>
  </w:style>
  <w:style w:type="paragraph" w:styleId="Header">
    <w:name w:val="header"/>
    <w:basedOn w:val="Normal"/>
    <w:link w:val="HeaderChar"/>
    <w:uiPriority w:val="99"/>
    <w:unhideWhenUsed/>
    <w:rsid w:val="008E7C95"/>
    <w:pPr>
      <w:tabs>
        <w:tab w:val="center" w:pos="4536"/>
        <w:tab w:val="right" w:pos="9072"/>
      </w:tabs>
      <w:spacing w:line="240" w:lineRule="auto"/>
    </w:pPr>
  </w:style>
  <w:style w:type="character" w:customStyle="1" w:styleId="HeaderChar">
    <w:name w:val="Header Char"/>
    <w:basedOn w:val="DefaultParagraphFont"/>
    <w:link w:val="Header"/>
    <w:uiPriority w:val="99"/>
    <w:rsid w:val="008E7C95"/>
    <w:rPr>
      <w:rFonts w:ascii="Arial" w:hAnsi="Arial"/>
      <w:sz w:val="18"/>
    </w:rPr>
  </w:style>
  <w:style w:type="paragraph" w:styleId="Footer">
    <w:name w:val="footer"/>
    <w:basedOn w:val="Normal"/>
    <w:link w:val="FooterChar"/>
    <w:uiPriority w:val="99"/>
    <w:unhideWhenUsed/>
    <w:rsid w:val="008E7C95"/>
    <w:pPr>
      <w:tabs>
        <w:tab w:val="center" w:pos="4536"/>
        <w:tab w:val="right" w:pos="9072"/>
      </w:tabs>
      <w:spacing w:line="240" w:lineRule="auto"/>
    </w:pPr>
  </w:style>
  <w:style w:type="character" w:customStyle="1" w:styleId="FooterChar">
    <w:name w:val="Footer Char"/>
    <w:basedOn w:val="DefaultParagraphFont"/>
    <w:link w:val="Footer"/>
    <w:uiPriority w:val="99"/>
    <w:rsid w:val="008E7C95"/>
    <w:rPr>
      <w:rFonts w:ascii="Arial" w:hAnsi="Arial"/>
      <w:sz w:val="18"/>
    </w:rPr>
  </w:style>
  <w:style w:type="character" w:customStyle="1" w:styleId="Heading2Char">
    <w:name w:val="Heading 2 Char"/>
    <w:basedOn w:val="DefaultParagraphFont"/>
    <w:link w:val="Heading2"/>
    <w:uiPriority w:val="9"/>
    <w:rsid w:val="005B653A"/>
    <w:rPr>
      <w:rFonts w:ascii="Arial" w:eastAsiaTheme="majorEastAsia" w:hAnsi="Arial" w:cstheme="majorBidi"/>
      <w:color w:val="E6223C" w:themeColor="accent1"/>
      <w:sz w:val="20"/>
      <w:szCs w:val="26"/>
    </w:rPr>
  </w:style>
  <w:style w:type="numbering" w:customStyle="1" w:styleId="DESPRENG-bullets">
    <w:name w:val="DE SPRENG - bullets"/>
    <w:basedOn w:val="NoList"/>
    <w:uiPriority w:val="99"/>
    <w:rsid w:val="00504C81"/>
    <w:pPr>
      <w:numPr>
        <w:numId w:val="3"/>
      </w:numPr>
    </w:pPr>
  </w:style>
  <w:style w:type="character" w:customStyle="1" w:styleId="Heading1Char">
    <w:name w:val="Heading 1 Char"/>
    <w:basedOn w:val="DefaultParagraphFont"/>
    <w:link w:val="Heading1"/>
    <w:uiPriority w:val="9"/>
    <w:rsid w:val="00E279B4"/>
    <w:rPr>
      <w:rFonts w:ascii="Arial" w:eastAsiaTheme="majorEastAsia" w:hAnsi="Arial" w:cstheme="majorBidi"/>
      <w:b/>
      <w:color w:val="E6223C" w:themeColor="accent1"/>
      <w:sz w:val="20"/>
      <w:szCs w:val="32"/>
    </w:rPr>
  </w:style>
  <w:style w:type="table" w:styleId="TableGrid">
    <w:name w:val="Table Grid"/>
    <w:basedOn w:val="TableNormal"/>
    <w:uiPriority w:val="39"/>
    <w:rsid w:val="001F51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67121"/>
    <w:pPr>
      <w:spacing w:before="100" w:beforeAutospacing="1" w:after="100" w:afterAutospacing="1" w:line="240" w:lineRule="auto"/>
    </w:pPr>
    <w:rPr>
      <w:rFonts w:ascii="Times New Roman" w:hAnsi="Times New Roman" w:cs="Times New Roman"/>
      <w:sz w:val="24"/>
      <w:lang w:eastAsia="nl-NL"/>
    </w:rPr>
  </w:style>
  <w:style w:type="character" w:styleId="PlaceholderText">
    <w:name w:val="Placeholder Text"/>
    <w:basedOn w:val="DefaultParagraphFont"/>
    <w:uiPriority w:val="99"/>
    <w:semiHidden/>
    <w:rsid w:val="00714575"/>
    <w:rPr>
      <w:color w:val="808080"/>
    </w:rPr>
  </w:style>
  <w:style w:type="character" w:styleId="Hyperlink">
    <w:name w:val="Hyperlink"/>
    <w:basedOn w:val="DefaultParagraphFont"/>
    <w:uiPriority w:val="99"/>
    <w:unhideWhenUsed/>
    <w:rsid w:val="00DC6DB1"/>
    <w:rPr>
      <w:color w:val="0064C8" w:themeColor="hyperlink"/>
      <w:u w:val="single"/>
    </w:rPr>
  </w:style>
  <w:style w:type="paragraph" w:customStyle="1" w:styleId="LetterTextBox">
    <w:name w:val="LetterTextBox"/>
    <w:basedOn w:val="Normal"/>
    <w:link w:val="LetterTextBoxChar"/>
    <w:qFormat/>
    <w:rsid w:val="00526835"/>
    <w:pPr>
      <w:spacing w:after="0" w:line="240" w:lineRule="auto"/>
    </w:pPr>
    <w:rPr>
      <w:rFonts w:ascii="Akkurat Std Mono" w:hAnsi="Akkurat Std Mono"/>
      <w:color w:val="E6223D"/>
      <w:sz w:val="16"/>
      <w:szCs w:val="16"/>
    </w:rPr>
  </w:style>
  <w:style w:type="character" w:customStyle="1" w:styleId="LetterTextBoxChar">
    <w:name w:val="LetterTextBox Char"/>
    <w:basedOn w:val="DefaultParagraphFont"/>
    <w:link w:val="LetterTextBox"/>
    <w:rsid w:val="00526835"/>
    <w:rPr>
      <w:rFonts w:ascii="Akkurat Std Mono" w:hAnsi="Akkurat Std Mono"/>
      <w:color w:val="E6223D"/>
      <w:sz w:val="16"/>
      <w:szCs w:val="16"/>
    </w:rPr>
  </w:style>
  <w:style w:type="paragraph" w:styleId="Title">
    <w:name w:val="Title"/>
    <w:basedOn w:val="Normal"/>
    <w:next w:val="Normal"/>
    <w:link w:val="TitleChar"/>
    <w:uiPriority w:val="10"/>
    <w:qFormat/>
    <w:rsid w:val="00F96494"/>
    <w:pPr>
      <w:spacing w:line="240" w:lineRule="auto"/>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96494"/>
    <w:rPr>
      <w:rFonts w:asciiTheme="majorHAnsi" w:eastAsiaTheme="majorEastAsia" w:hAnsiTheme="majorHAnsi" w:cstheme="majorBidi"/>
      <w:spacing w:val="-10"/>
      <w:kern w:val="28"/>
      <w:sz w:val="56"/>
      <w:szCs w:val="56"/>
    </w:rPr>
  </w:style>
  <w:style w:type="paragraph" w:styleId="NoSpacing">
    <w:name w:val="No Spacing"/>
    <w:uiPriority w:val="1"/>
    <w:qFormat/>
    <w:rsid w:val="0009698E"/>
    <w:rPr>
      <w:rFonts w:ascii="Arial" w:hAnsi="Arial"/>
      <w:sz w:val="20"/>
    </w:rPr>
  </w:style>
  <w:style w:type="paragraph" w:styleId="FootnoteText">
    <w:name w:val="footnote text"/>
    <w:basedOn w:val="Normal"/>
    <w:link w:val="FootnoteTextChar"/>
    <w:uiPriority w:val="99"/>
    <w:semiHidden/>
    <w:unhideWhenUsed/>
    <w:rsid w:val="00956BB8"/>
    <w:pPr>
      <w:spacing w:after="0" w:line="240" w:lineRule="auto"/>
    </w:pPr>
    <w:rPr>
      <w:szCs w:val="20"/>
    </w:rPr>
  </w:style>
  <w:style w:type="character" w:customStyle="1" w:styleId="FootnoteTextChar">
    <w:name w:val="Footnote Text Char"/>
    <w:basedOn w:val="DefaultParagraphFont"/>
    <w:link w:val="FootnoteText"/>
    <w:uiPriority w:val="99"/>
    <w:semiHidden/>
    <w:rsid w:val="00956BB8"/>
    <w:rPr>
      <w:rFonts w:ascii="Arial" w:hAnsi="Arial"/>
      <w:sz w:val="20"/>
      <w:szCs w:val="20"/>
    </w:rPr>
  </w:style>
  <w:style w:type="character" w:styleId="FootnoteReference">
    <w:name w:val="footnote reference"/>
    <w:basedOn w:val="DefaultParagraphFont"/>
    <w:uiPriority w:val="99"/>
    <w:semiHidden/>
    <w:unhideWhenUsed/>
    <w:rsid w:val="00956BB8"/>
    <w:rPr>
      <w:vertAlign w:val="superscript"/>
    </w:rPr>
  </w:style>
  <w:style w:type="paragraph" w:styleId="ListParagraph">
    <w:name w:val="List Paragraph"/>
    <w:basedOn w:val="Normal"/>
    <w:uiPriority w:val="34"/>
    <w:qFormat/>
    <w:rsid w:val="002E0207"/>
    <w:pPr>
      <w:ind w:left="720"/>
      <w:contextualSpacing/>
    </w:pPr>
  </w:style>
  <w:style w:type="paragraph" w:customStyle="1" w:styleId="Appendix">
    <w:name w:val="Appendix"/>
    <w:basedOn w:val="Title"/>
    <w:link w:val="AppendixChar"/>
    <w:qFormat/>
    <w:rsid w:val="00F91F4A"/>
    <w:pPr>
      <w:jc w:val="left"/>
    </w:pPr>
    <w:rPr>
      <w:lang w:val="en-GB"/>
    </w:rPr>
  </w:style>
  <w:style w:type="character" w:customStyle="1" w:styleId="AppendixChar">
    <w:name w:val="Appendix Char"/>
    <w:basedOn w:val="TitleChar"/>
    <w:link w:val="Appendix"/>
    <w:rsid w:val="00F91F4A"/>
    <w:rPr>
      <w:rFonts w:asciiTheme="majorHAnsi" w:eastAsiaTheme="majorEastAsia" w:hAnsiTheme="majorHAnsi" w:cstheme="majorBidi"/>
      <w:spacing w:val="-10"/>
      <w:kern w:val="28"/>
      <w:sz w:val="56"/>
      <w:szCs w:val="56"/>
      <w:lang w:val="en-GB"/>
    </w:rPr>
  </w:style>
  <w:style w:type="paragraph" w:styleId="TOCHeading">
    <w:name w:val="TOC Heading"/>
    <w:basedOn w:val="Heading1"/>
    <w:next w:val="Normal"/>
    <w:uiPriority w:val="39"/>
    <w:unhideWhenUsed/>
    <w:qFormat/>
    <w:rsid w:val="003103C8"/>
    <w:pPr>
      <w:spacing w:line="259" w:lineRule="auto"/>
      <w:outlineLvl w:val="9"/>
    </w:pPr>
    <w:rPr>
      <w:rFonts w:asciiTheme="majorHAnsi" w:hAnsiTheme="majorHAnsi"/>
      <w:b w:val="0"/>
      <w:color w:val="B11428" w:themeColor="accent1" w:themeShade="BF"/>
      <w:sz w:val="32"/>
      <w:lang w:val="en-US"/>
    </w:rPr>
  </w:style>
  <w:style w:type="paragraph" w:styleId="TOC1">
    <w:name w:val="toc 1"/>
    <w:basedOn w:val="Normal"/>
    <w:next w:val="Normal"/>
    <w:autoRedefine/>
    <w:uiPriority w:val="39"/>
    <w:unhideWhenUsed/>
    <w:rsid w:val="003103C8"/>
    <w:pPr>
      <w:spacing w:after="100"/>
    </w:pPr>
  </w:style>
  <w:style w:type="paragraph" w:styleId="TOC2">
    <w:name w:val="toc 2"/>
    <w:basedOn w:val="Normal"/>
    <w:next w:val="Normal"/>
    <w:autoRedefine/>
    <w:uiPriority w:val="39"/>
    <w:unhideWhenUsed/>
    <w:rsid w:val="003103C8"/>
    <w:pPr>
      <w:spacing w:after="100"/>
      <w:ind w:left="200"/>
    </w:pPr>
  </w:style>
  <w:style w:type="paragraph" w:styleId="Quote">
    <w:name w:val="Quote"/>
    <w:basedOn w:val="Normal"/>
    <w:next w:val="Normal"/>
    <w:link w:val="QuoteChar"/>
    <w:uiPriority w:val="29"/>
    <w:qFormat/>
    <w:rsid w:val="002D57A4"/>
    <w:pPr>
      <w:spacing w:before="120" w:after="160"/>
      <w:ind w:left="864" w:right="864"/>
      <w:contextualSpacing/>
      <w:jc w:val="both"/>
    </w:pPr>
    <w:rPr>
      <w:i/>
      <w:iCs/>
      <w:color w:val="404040" w:themeColor="text1" w:themeTint="BF"/>
      <w:lang w:val="en-US"/>
    </w:rPr>
  </w:style>
  <w:style w:type="character" w:customStyle="1" w:styleId="QuoteChar">
    <w:name w:val="Quote Char"/>
    <w:basedOn w:val="DefaultParagraphFont"/>
    <w:link w:val="Quote"/>
    <w:uiPriority w:val="29"/>
    <w:rsid w:val="002D57A4"/>
    <w:rPr>
      <w:rFonts w:ascii="Arial" w:hAnsi="Arial"/>
      <w:i/>
      <w:iCs/>
      <w:color w:val="404040" w:themeColor="text1" w:themeTint="BF"/>
      <w:sz w:val="20"/>
      <w:lang w:val="en-US"/>
    </w:rPr>
  </w:style>
  <w:style w:type="paragraph" w:styleId="BalloonText">
    <w:name w:val="Balloon Text"/>
    <w:basedOn w:val="Normal"/>
    <w:link w:val="BalloonTextChar"/>
    <w:uiPriority w:val="99"/>
    <w:semiHidden/>
    <w:unhideWhenUsed/>
    <w:rsid w:val="00FB53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534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090302">
      <w:bodyDiv w:val="1"/>
      <w:marLeft w:val="0"/>
      <w:marRight w:val="0"/>
      <w:marTop w:val="0"/>
      <w:marBottom w:val="0"/>
      <w:divBdr>
        <w:top w:val="none" w:sz="0" w:space="0" w:color="auto"/>
        <w:left w:val="none" w:sz="0" w:space="0" w:color="auto"/>
        <w:bottom w:val="none" w:sz="0" w:space="0" w:color="auto"/>
        <w:right w:val="none" w:sz="0" w:space="0" w:color="auto"/>
      </w:divBdr>
    </w:div>
    <w:div w:id="132911267">
      <w:bodyDiv w:val="1"/>
      <w:marLeft w:val="0"/>
      <w:marRight w:val="0"/>
      <w:marTop w:val="0"/>
      <w:marBottom w:val="0"/>
      <w:divBdr>
        <w:top w:val="none" w:sz="0" w:space="0" w:color="auto"/>
        <w:left w:val="none" w:sz="0" w:space="0" w:color="auto"/>
        <w:bottom w:val="none" w:sz="0" w:space="0" w:color="auto"/>
        <w:right w:val="none" w:sz="0" w:space="0" w:color="auto"/>
      </w:divBdr>
    </w:div>
    <w:div w:id="208878347">
      <w:bodyDiv w:val="1"/>
      <w:marLeft w:val="0"/>
      <w:marRight w:val="0"/>
      <w:marTop w:val="0"/>
      <w:marBottom w:val="0"/>
      <w:divBdr>
        <w:top w:val="none" w:sz="0" w:space="0" w:color="auto"/>
        <w:left w:val="none" w:sz="0" w:space="0" w:color="auto"/>
        <w:bottom w:val="none" w:sz="0" w:space="0" w:color="auto"/>
        <w:right w:val="none" w:sz="0" w:space="0" w:color="auto"/>
      </w:divBdr>
    </w:div>
    <w:div w:id="357781870">
      <w:bodyDiv w:val="1"/>
      <w:marLeft w:val="0"/>
      <w:marRight w:val="0"/>
      <w:marTop w:val="0"/>
      <w:marBottom w:val="0"/>
      <w:divBdr>
        <w:top w:val="none" w:sz="0" w:space="0" w:color="auto"/>
        <w:left w:val="none" w:sz="0" w:space="0" w:color="auto"/>
        <w:bottom w:val="none" w:sz="0" w:space="0" w:color="auto"/>
        <w:right w:val="none" w:sz="0" w:space="0" w:color="auto"/>
      </w:divBdr>
    </w:div>
    <w:div w:id="519317723">
      <w:bodyDiv w:val="1"/>
      <w:marLeft w:val="0"/>
      <w:marRight w:val="0"/>
      <w:marTop w:val="0"/>
      <w:marBottom w:val="0"/>
      <w:divBdr>
        <w:top w:val="none" w:sz="0" w:space="0" w:color="auto"/>
        <w:left w:val="none" w:sz="0" w:space="0" w:color="auto"/>
        <w:bottom w:val="none" w:sz="0" w:space="0" w:color="auto"/>
        <w:right w:val="none" w:sz="0" w:space="0" w:color="auto"/>
      </w:divBdr>
    </w:div>
    <w:div w:id="1175420823">
      <w:bodyDiv w:val="1"/>
      <w:marLeft w:val="0"/>
      <w:marRight w:val="0"/>
      <w:marTop w:val="0"/>
      <w:marBottom w:val="0"/>
      <w:divBdr>
        <w:top w:val="none" w:sz="0" w:space="0" w:color="auto"/>
        <w:left w:val="none" w:sz="0" w:space="0" w:color="auto"/>
        <w:bottom w:val="none" w:sz="0" w:space="0" w:color="auto"/>
        <w:right w:val="none" w:sz="0" w:space="0" w:color="auto"/>
      </w:divBdr>
    </w:div>
    <w:div w:id="1248074075">
      <w:bodyDiv w:val="1"/>
      <w:marLeft w:val="0"/>
      <w:marRight w:val="0"/>
      <w:marTop w:val="0"/>
      <w:marBottom w:val="0"/>
      <w:divBdr>
        <w:top w:val="none" w:sz="0" w:space="0" w:color="auto"/>
        <w:left w:val="none" w:sz="0" w:space="0" w:color="auto"/>
        <w:bottom w:val="none" w:sz="0" w:space="0" w:color="auto"/>
        <w:right w:val="none" w:sz="0" w:space="0" w:color="auto"/>
      </w:divBdr>
    </w:div>
    <w:div w:id="1340812231">
      <w:bodyDiv w:val="1"/>
      <w:marLeft w:val="0"/>
      <w:marRight w:val="0"/>
      <w:marTop w:val="0"/>
      <w:marBottom w:val="0"/>
      <w:divBdr>
        <w:top w:val="none" w:sz="0" w:space="0" w:color="auto"/>
        <w:left w:val="none" w:sz="0" w:space="0" w:color="auto"/>
        <w:bottom w:val="none" w:sz="0" w:space="0" w:color="auto"/>
        <w:right w:val="none" w:sz="0" w:space="0" w:color="auto"/>
      </w:divBdr>
    </w:div>
    <w:div w:id="1579826602">
      <w:bodyDiv w:val="1"/>
      <w:marLeft w:val="0"/>
      <w:marRight w:val="0"/>
      <w:marTop w:val="0"/>
      <w:marBottom w:val="0"/>
      <w:divBdr>
        <w:top w:val="none" w:sz="0" w:space="0" w:color="auto"/>
        <w:left w:val="none" w:sz="0" w:space="0" w:color="auto"/>
        <w:bottom w:val="none" w:sz="0" w:space="0" w:color="auto"/>
        <w:right w:val="none" w:sz="0" w:space="0" w:color="auto"/>
      </w:divBdr>
    </w:div>
    <w:div w:id="1661501242">
      <w:bodyDiv w:val="1"/>
      <w:marLeft w:val="0"/>
      <w:marRight w:val="0"/>
      <w:marTop w:val="0"/>
      <w:marBottom w:val="0"/>
      <w:divBdr>
        <w:top w:val="none" w:sz="0" w:space="0" w:color="auto"/>
        <w:left w:val="none" w:sz="0" w:space="0" w:color="auto"/>
        <w:bottom w:val="none" w:sz="0" w:space="0" w:color="auto"/>
        <w:right w:val="none" w:sz="0" w:space="0" w:color="auto"/>
      </w:divBdr>
    </w:div>
    <w:div w:id="1666863019">
      <w:bodyDiv w:val="1"/>
      <w:marLeft w:val="0"/>
      <w:marRight w:val="0"/>
      <w:marTop w:val="0"/>
      <w:marBottom w:val="0"/>
      <w:divBdr>
        <w:top w:val="none" w:sz="0" w:space="0" w:color="auto"/>
        <w:left w:val="none" w:sz="0" w:space="0" w:color="auto"/>
        <w:bottom w:val="none" w:sz="0" w:space="0" w:color="auto"/>
        <w:right w:val="none" w:sz="0" w:space="0" w:color="auto"/>
      </w:divBdr>
    </w:div>
    <w:div w:id="1671254979">
      <w:bodyDiv w:val="1"/>
      <w:marLeft w:val="0"/>
      <w:marRight w:val="0"/>
      <w:marTop w:val="0"/>
      <w:marBottom w:val="0"/>
      <w:divBdr>
        <w:top w:val="none" w:sz="0" w:space="0" w:color="auto"/>
        <w:left w:val="none" w:sz="0" w:space="0" w:color="auto"/>
        <w:bottom w:val="none" w:sz="0" w:space="0" w:color="auto"/>
        <w:right w:val="none" w:sz="0" w:space="0" w:color="auto"/>
      </w:divBdr>
    </w:div>
    <w:div w:id="1811945404">
      <w:bodyDiv w:val="1"/>
      <w:marLeft w:val="0"/>
      <w:marRight w:val="0"/>
      <w:marTop w:val="0"/>
      <w:marBottom w:val="0"/>
      <w:divBdr>
        <w:top w:val="none" w:sz="0" w:space="0" w:color="auto"/>
        <w:left w:val="none" w:sz="0" w:space="0" w:color="auto"/>
        <w:bottom w:val="none" w:sz="0" w:space="0" w:color="auto"/>
        <w:right w:val="none" w:sz="0" w:space="0" w:color="auto"/>
      </w:divBdr>
    </w:div>
    <w:div w:id="1918050194">
      <w:bodyDiv w:val="1"/>
      <w:marLeft w:val="0"/>
      <w:marRight w:val="0"/>
      <w:marTop w:val="0"/>
      <w:marBottom w:val="0"/>
      <w:divBdr>
        <w:top w:val="none" w:sz="0" w:space="0" w:color="auto"/>
        <w:left w:val="none" w:sz="0" w:space="0" w:color="auto"/>
        <w:bottom w:val="none" w:sz="0" w:space="0" w:color="auto"/>
        <w:right w:val="none" w:sz="0" w:space="0" w:color="auto"/>
      </w:divBdr>
    </w:div>
    <w:div w:id="1932468731">
      <w:bodyDiv w:val="1"/>
      <w:marLeft w:val="0"/>
      <w:marRight w:val="0"/>
      <w:marTop w:val="0"/>
      <w:marBottom w:val="0"/>
      <w:divBdr>
        <w:top w:val="none" w:sz="0" w:space="0" w:color="auto"/>
        <w:left w:val="none" w:sz="0" w:space="0" w:color="auto"/>
        <w:bottom w:val="none" w:sz="0" w:space="0" w:color="auto"/>
        <w:right w:val="none" w:sz="0" w:space="0" w:color="auto"/>
      </w:divBdr>
    </w:div>
    <w:div w:id="2026327991">
      <w:bodyDiv w:val="1"/>
      <w:marLeft w:val="0"/>
      <w:marRight w:val="0"/>
      <w:marTop w:val="0"/>
      <w:marBottom w:val="0"/>
      <w:divBdr>
        <w:top w:val="none" w:sz="0" w:space="0" w:color="auto"/>
        <w:left w:val="none" w:sz="0" w:space="0" w:color="auto"/>
        <w:bottom w:val="none" w:sz="0" w:space="0" w:color="auto"/>
        <w:right w:val="none" w:sz="0" w:space="0" w:color="auto"/>
      </w:divBdr>
    </w:div>
    <w:div w:id="20490623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davidg@nikhef.nl"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footnotes.xml.rels><?xml version="1.0" encoding="UTF-8" standalone="yes"?>
<Relationships xmlns="http://schemas.openxmlformats.org/package/2006/relationships"><Relationship Id="rId1" Type="http://schemas.openxmlformats.org/officeDocument/2006/relationships/hyperlink" Target="https://ec.europa.eu/digital-single-market/en/news/proposal-directive-measures-high-common-level-cybersecurity-across-union"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H:\Home\davidg\Template\Nikhef-2018-plainmemo.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0CC59F14D5747B2A2FC6F24AEBAEB73"/>
        <w:category>
          <w:name w:val="General"/>
          <w:gallery w:val="placeholder"/>
        </w:category>
        <w:types>
          <w:type w:val="bbPlcHdr"/>
        </w:types>
        <w:behaviors>
          <w:behavior w:val="content"/>
        </w:behaviors>
        <w:guid w:val="{288FFE65-7CF7-4032-9BF0-95AA07CA81CF}"/>
      </w:docPartPr>
      <w:docPartBody>
        <w:p w:rsidR="009D6EDE" w:rsidRDefault="00CF1068">
          <w:pPr>
            <w:pStyle w:val="E0CC59F14D5747B2A2FC6F24AEBAEB73"/>
          </w:pPr>
          <w:r w:rsidRPr="00910174">
            <w:rPr>
              <w:rStyle w:val="PlaceholderText"/>
            </w:rPr>
            <w:t>[Title]</w:t>
          </w:r>
        </w:p>
      </w:docPartBody>
    </w:docPart>
    <w:docPart>
      <w:docPartPr>
        <w:name w:val="9932013C7FE3450C88E4A016A0E24572"/>
        <w:category>
          <w:name w:val="General"/>
          <w:gallery w:val="placeholder"/>
        </w:category>
        <w:types>
          <w:type w:val="bbPlcHdr"/>
        </w:types>
        <w:behaviors>
          <w:behavior w:val="content"/>
        </w:behaviors>
        <w:guid w:val="{E3D499ED-8087-4C37-BDA4-C514D8D04CD9}"/>
      </w:docPartPr>
      <w:docPartBody>
        <w:p w:rsidR="00441950" w:rsidRDefault="008028C5">
          <w:r w:rsidRPr="00672684">
            <w:rPr>
              <w:rStyle w:val="PlaceholderText"/>
            </w:rPr>
            <w:t>[Author]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kkurat Std Mono">
    <w:panose1 w:val="02000503000000000000"/>
    <w:charset w:val="00"/>
    <w:family w:val="auto"/>
    <w:pitch w:val="variable"/>
    <w:sig w:usb0="800000AF" w:usb1="4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068"/>
    <w:rsid w:val="00167197"/>
    <w:rsid w:val="001A3091"/>
    <w:rsid w:val="00221508"/>
    <w:rsid w:val="002F10A2"/>
    <w:rsid w:val="00441950"/>
    <w:rsid w:val="008028C5"/>
    <w:rsid w:val="008C34A4"/>
    <w:rsid w:val="00945DD1"/>
    <w:rsid w:val="009D6EDE"/>
    <w:rsid w:val="00B10283"/>
    <w:rsid w:val="00C03DD3"/>
    <w:rsid w:val="00CF1068"/>
    <w:rsid w:val="00FD4E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028C5"/>
    <w:rPr>
      <w:color w:val="808080"/>
    </w:rPr>
  </w:style>
  <w:style w:type="paragraph" w:customStyle="1" w:styleId="E0CC59F14D5747B2A2FC6F24AEBAEB73">
    <w:name w:val="E0CC59F14D5747B2A2FC6F24AEBAEB73"/>
  </w:style>
  <w:style w:type="paragraph" w:customStyle="1" w:styleId="3336E29EB4C2431C9A896EC2CECC64D2">
    <w:name w:val="3336E29EB4C2431C9A896EC2CECC64D2"/>
  </w:style>
  <w:style w:type="paragraph" w:customStyle="1" w:styleId="50D971404EC34075AD1305975264AF5B">
    <w:name w:val="50D971404EC34075AD1305975264AF5B"/>
    <w:rsid w:val="008028C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NIKHEF">
  <a:themeElements>
    <a:clrScheme name="Aangepast 5">
      <a:dk1>
        <a:srgbClr val="000000"/>
      </a:dk1>
      <a:lt1>
        <a:srgbClr val="FFFFFF"/>
      </a:lt1>
      <a:dk2>
        <a:srgbClr val="646464"/>
      </a:dk2>
      <a:lt2>
        <a:srgbClr val="C8C8C8"/>
      </a:lt2>
      <a:accent1>
        <a:srgbClr val="E6223C"/>
      </a:accent1>
      <a:accent2>
        <a:srgbClr val="702677"/>
      </a:accent2>
      <a:accent3>
        <a:srgbClr val="00B3C3"/>
      </a:accent3>
      <a:accent4>
        <a:srgbClr val="E3D88B"/>
      </a:accent4>
      <a:accent5>
        <a:srgbClr val="059F77"/>
      </a:accent5>
      <a:accent6>
        <a:srgbClr val="FFFFFF"/>
      </a:accent6>
      <a:hlink>
        <a:srgbClr val="0064C8"/>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Gothic"/>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IKHEF" id="{A99014F2-302B-A040-8B50-341935B8BCE7}" vid="{A67CD0D7-12D3-8E4B-98A3-6EECBE0119A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2021-01-07T00:00:00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937A936-19EB-4EE2-9C05-1E06AA622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Nikhef-2018-plainmemo.dotx</Template>
  <TotalTime>577</TotalTime>
  <Pages>7</Pages>
  <Words>3538</Words>
  <Characters>20168</Characters>
  <Application>Microsoft Office Word</Application>
  <DocSecurity>0</DocSecurity>
  <Lines>168</Lines>
  <Paragraphs>47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Impact of the proposed NIS2 Directive in relation to organisations self-managing their domain name service</vt:lpstr>
      <vt:lpstr/>
    </vt:vector>
  </TitlesOfParts>
  <Company>Nikhef</Company>
  <LinksUpToDate>false</LinksUpToDate>
  <CharactersWithSpaces>23659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Impact of the proposed NIS2 Directive in relation to organisations self-managing their domain name service</dc:title>
  <dc:subject>EU NIS2.0 directive and its impact on (academic) organisations running their own authoritative DNS domain name servers</dc:subject>
  <dc:creator>David L. Groep</dc:creator>
  <cp:keywords>doi:10.5281/zenodo.4629137</cp:keywords>
  <cp:lastModifiedBy>davidg</cp:lastModifiedBy>
  <cp:revision>304</cp:revision>
  <cp:lastPrinted>2021-01-07T16:20:00Z</cp:lastPrinted>
  <dcterms:created xsi:type="dcterms:W3CDTF">2021-01-06T13:32:00Z</dcterms:created>
  <dcterms:modified xsi:type="dcterms:W3CDTF">2021-03-23T07:54:00Z</dcterms:modified>
  <cp:contentStatus>PUBLIC (rev 2B)</cp:contentStatus>
</cp:coreProperties>
</file>